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498" w:rsidRDefault="00D93498" w:rsidP="00D93498">
      <w:pPr>
        <w:jc w:val="center"/>
      </w:pPr>
      <w:r>
        <w:object w:dxaOrig="90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1pt" o:ole="" fillcolor="window">
            <v:imagedata r:id="rId8" o:title=""/>
          </v:shape>
          <o:OLEObject Type="Embed" ProgID="Word.Picture.8" ShapeID="_x0000_i1025" DrawAspect="Content" ObjectID="_1829802195" r:id="rId9"/>
        </w:object>
      </w:r>
    </w:p>
    <w:p w:rsidR="00295925" w:rsidRDefault="00295925" w:rsidP="00295925">
      <w:pPr>
        <w:jc w:val="right"/>
        <w:rPr>
          <w:sz w:val="24"/>
        </w:rPr>
      </w:pPr>
      <w:r>
        <w:t>ПРОЕКТ</w:t>
      </w:r>
    </w:p>
    <w:p w:rsidR="00D93498" w:rsidRDefault="00D93498" w:rsidP="00D93498">
      <w:pPr>
        <w:pStyle w:val="ad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 xml:space="preserve">АДМИНИСТРАЦИЯ МУНИЦИПАЛЬНОГО ОБРАЗОВАНИЯ </w:t>
      </w:r>
    </w:p>
    <w:p w:rsidR="00D93498" w:rsidRDefault="000358EE" w:rsidP="00D93498">
      <w:pPr>
        <w:pStyle w:val="ad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>«ЯРЦЕВСКИЙ МУНИЦИПАЛЬНЫЙ ОКРУГ</w:t>
      </w:r>
      <w:r w:rsidR="00D93498">
        <w:rPr>
          <w:rFonts w:ascii="Times New Roman" w:hAnsi="Times New Roman"/>
          <w:b w:val="0"/>
          <w:spacing w:val="20"/>
        </w:rPr>
        <w:t>» СМОЛЕНСКОЙ ОБЛАСТИ</w:t>
      </w:r>
    </w:p>
    <w:p w:rsidR="00D93498" w:rsidRDefault="00D93498" w:rsidP="00D93498">
      <w:pPr>
        <w:pStyle w:val="ad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D93498" w:rsidRDefault="00D93498" w:rsidP="00D93498">
      <w:pPr>
        <w:pStyle w:val="af"/>
        <w:spacing w:after="0" w:line="360" w:lineRule="auto"/>
        <w:rPr>
          <w:b/>
          <w:i w:val="0"/>
          <w:spacing w:val="20"/>
          <w:sz w:val="34"/>
        </w:rPr>
      </w:pP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D93498" w:rsidRDefault="00D93498" w:rsidP="00D93498">
      <w:pPr>
        <w:pStyle w:val="ae"/>
        <w:ind w:left="0" w:firstLine="0"/>
      </w:pPr>
    </w:p>
    <w:p w:rsidR="00D93498" w:rsidRDefault="00D93498" w:rsidP="00D93498">
      <w:pPr>
        <w:pStyle w:val="ae"/>
        <w:ind w:left="0" w:firstLine="0"/>
      </w:pPr>
    </w:p>
    <w:p w:rsidR="00D93498" w:rsidRDefault="00D93498" w:rsidP="00D93498">
      <w:pPr>
        <w:pStyle w:val="ae"/>
        <w:rPr>
          <w:sz w:val="28"/>
        </w:rPr>
      </w:pPr>
      <w:r>
        <w:rPr>
          <w:sz w:val="28"/>
        </w:rPr>
        <w:t>от</w:t>
      </w:r>
      <w:r w:rsidRPr="00650FB6">
        <w:rPr>
          <w:sz w:val="28"/>
        </w:rPr>
        <w:t xml:space="preserve"> </w:t>
      </w:r>
      <w:r w:rsidR="0018340C">
        <w:rPr>
          <w:sz w:val="28"/>
        </w:rPr>
        <w:t xml:space="preserve"> ______________  № _____</w:t>
      </w:r>
    </w:p>
    <w:p w:rsidR="00D93498" w:rsidRDefault="00D93498" w:rsidP="00D93498">
      <w:pPr>
        <w:pStyle w:val="ae"/>
        <w:ind w:left="0" w:firstLine="0"/>
        <w:jc w:val="both"/>
        <w:rPr>
          <w:sz w:val="28"/>
        </w:rPr>
      </w:pPr>
    </w:p>
    <w:tbl>
      <w:tblPr>
        <w:tblW w:w="9600" w:type="dxa"/>
        <w:tblInd w:w="108" w:type="dxa"/>
        <w:tblLayout w:type="fixed"/>
        <w:tblLook w:val="04A0"/>
      </w:tblPr>
      <w:tblGrid>
        <w:gridCol w:w="4818"/>
        <w:gridCol w:w="4782"/>
      </w:tblGrid>
      <w:tr w:rsidR="00D93498" w:rsidTr="002B5A48">
        <w:tc>
          <w:tcPr>
            <w:tcW w:w="4818" w:type="dxa"/>
            <w:hideMark/>
          </w:tcPr>
          <w:p w:rsidR="007914BF" w:rsidRDefault="007914BF" w:rsidP="00437E87">
            <w:pPr>
              <w:tabs>
                <w:tab w:val="left" w:pos="993"/>
                <w:tab w:val="left" w:pos="1134"/>
              </w:tabs>
              <w:spacing w:line="240" w:lineRule="auto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 внесении изменений в постановление Администрации муниципального образования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Ярцевский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муниципал</w:t>
            </w:r>
            <w:r w:rsidR="003C5ABA">
              <w:rPr>
                <w:sz w:val="28"/>
                <w:szCs w:val="28"/>
                <w:lang w:eastAsia="en-US"/>
              </w:rPr>
              <w:t xml:space="preserve">ьный округ» Смоленской области </w:t>
            </w:r>
            <w:r w:rsidR="00295925">
              <w:rPr>
                <w:sz w:val="28"/>
                <w:szCs w:val="28"/>
              </w:rPr>
              <w:t xml:space="preserve">от </w:t>
            </w:r>
            <w:r w:rsidR="003C5ABA">
              <w:rPr>
                <w:sz w:val="28"/>
                <w:szCs w:val="28"/>
              </w:rPr>
              <w:t>16.01.2025 № 46</w:t>
            </w:r>
          </w:p>
          <w:p w:rsidR="00D93498" w:rsidRDefault="00D93498" w:rsidP="003C5ABA">
            <w:pPr>
              <w:pStyle w:val="ae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82" w:type="dxa"/>
          </w:tcPr>
          <w:p w:rsidR="00D93498" w:rsidRDefault="00D93498" w:rsidP="00BE1110">
            <w:pPr>
              <w:pStyle w:val="ae"/>
              <w:spacing w:line="276" w:lineRule="auto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2B5A48" w:rsidRPr="002360E3" w:rsidRDefault="002B5A48" w:rsidP="002B5A48">
      <w:pPr>
        <w:spacing w:after="240" w:line="240" w:lineRule="auto"/>
        <w:ind w:firstLine="708"/>
        <w:jc w:val="both"/>
        <w:rPr>
          <w:sz w:val="28"/>
          <w:szCs w:val="28"/>
        </w:rPr>
      </w:pPr>
      <w:r w:rsidRPr="00BC6275">
        <w:rPr>
          <w:sz w:val="28"/>
          <w:szCs w:val="28"/>
        </w:rPr>
        <w:t xml:space="preserve">В соответствии с Бюджетным кодексом Российской Федерации, </w:t>
      </w:r>
      <w:r>
        <w:rPr>
          <w:sz w:val="28"/>
          <w:szCs w:val="28"/>
        </w:rPr>
        <w:t xml:space="preserve"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</w:t>
      </w:r>
      <w:proofErr w:type="gramStart"/>
      <w:r>
        <w:rPr>
          <w:sz w:val="28"/>
          <w:szCs w:val="28"/>
        </w:rPr>
        <w:t xml:space="preserve">государственной программы Российской Федерации «Обеспечение доступным и комфортным жильем и коммунальными услугами граждан Российской Федерации», </w:t>
      </w:r>
      <w:r w:rsidRPr="00BC6275">
        <w:rPr>
          <w:sz w:val="28"/>
          <w:szCs w:val="28"/>
        </w:rPr>
        <w:t xml:space="preserve">постановлением Администрации муниципального образования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</w:t>
      </w:r>
      <w:r w:rsidRPr="002360E3">
        <w:rPr>
          <w:sz w:val="28"/>
          <w:szCs w:val="28"/>
        </w:rPr>
        <w:t>» Смоленской области</w:t>
      </w:r>
      <w:r w:rsidRPr="002360E3">
        <w:rPr>
          <w:color w:val="FF0000"/>
          <w:sz w:val="28"/>
          <w:szCs w:val="28"/>
        </w:rPr>
        <w:t xml:space="preserve"> </w:t>
      </w:r>
      <w:r w:rsidRPr="002360E3">
        <w:rPr>
          <w:sz w:val="28"/>
          <w:szCs w:val="28"/>
        </w:rPr>
        <w:t>от 27.01.2025 № 87  «Об утверждении Порядка принятия решения о разработке муниципальных программ, их формирования и реализации, Порядка проведения оценки эффективности реализации  муниципальных программ и создании комиссии» (в ред. от  07.03.2025  №  318)</w:t>
      </w:r>
      <w:proofErr w:type="gramEnd"/>
    </w:p>
    <w:p w:rsidR="002B5A48" w:rsidRDefault="002B5A48" w:rsidP="002B5A48">
      <w:pPr>
        <w:pStyle w:val="ae"/>
        <w:spacing w:after="24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 Смоленской области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C302DF" w:rsidRPr="00FA537A" w:rsidRDefault="007914BF" w:rsidP="00FA537A">
      <w:pPr>
        <w:pStyle w:val="af1"/>
        <w:numPr>
          <w:ilvl w:val="0"/>
          <w:numId w:val="4"/>
        </w:numPr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FA537A">
        <w:rPr>
          <w:sz w:val="28"/>
          <w:szCs w:val="28"/>
        </w:rPr>
        <w:t>Внести в постановление Администрации муниципального образования «</w:t>
      </w:r>
      <w:proofErr w:type="spellStart"/>
      <w:r w:rsidRPr="00FA537A">
        <w:rPr>
          <w:sz w:val="28"/>
          <w:szCs w:val="28"/>
        </w:rPr>
        <w:t>Ярцевский</w:t>
      </w:r>
      <w:proofErr w:type="spellEnd"/>
      <w:r w:rsidRPr="00FA537A">
        <w:rPr>
          <w:sz w:val="28"/>
          <w:szCs w:val="28"/>
        </w:rPr>
        <w:t xml:space="preserve"> муниципальный округ» Смоленской области от  16.01.2025 № 46  «Об утверждении муниципальной программы </w:t>
      </w:r>
      <w:r w:rsidR="00D93498" w:rsidRPr="00FA537A">
        <w:rPr>
          <w:color w:val="000000"/>
          <w:sz w:val="28"/>
          <w:szCs w:val="28"/>
        </w:rPr>
        <w:t xml:space="preserve">«Обеспечение жильем молодых семей </w:t>
      </w:r>
      <w:r w:rsidR="00F367BA" w:rsidRPr="00FA537A">
        <w:rPr>
          <w:sz w:val="28"/>
          <w:szCs w:val="28"/>
          <w:lang w:eastAsia="en-US"/>
        </w:rPr>
        <w:t xml:space="preserve">в </w:t>
      </w:r>
      <w:r w:rsidR="00AE4640" w:rsidRPr="00FA537A">
        <w:rPr>
          <w:sz w:val="28"/>
          <w:szCs w:val="28"/>
          <w:lang w:eastAsia="en-US"/>
        </w:rPr>
        <w:t>муниципальном образовании «</w:t>
      </w:r>
      <w:proofErr w:type="spellStart"/>
      <w:r w:rsidR="00AE4640" w:rsidRPr="00FA537A">
        <w:rPr>
          <w:sz w:val="28"/>
          <w:szCs w:val="28"/>
          <w:lang w:eastAsia="en-US"/>
        </w:rPr>
        <w:t>Ярцевский</w:t>
      </w:r>
      <w:proofErr w:type="spellEnd"/>
      <w:r w:rsidR="00AE4640" w:rsidRPr="00FA537A">
        <w:rPr>
          <w:sz w:val="28"/>
          <w:szCs w:val="28"/>
          <w:lang w:eastAsia="en-US"/>
        </w:rPr>
        <w:t xml:space="preserve"> муниципальный округ» </w:t>
      </w:r>
      <w:r w:rsidR="00D93498" w:rsidRPr="00FA537A">
        <w:rPr>
          <w:sz w:val="28"/>
          <w:szCs w:val="28"/>
        </w:rPr>
        <w:t>Смоленской области</w:t>
      </w:r>
      <w:r w:rsidR="00F367BA" w:rsidRPr="00FA537A">
        <w:rPr>
          <w:sz w:val="28"/>
          <w:szCs w:val="28"/>
        </w:rPr>
        <w:t>»</w:t>
      </w:r>
      <w:r w:rsidR="00C302DF" w:rsidRPr="00FA537A">
        <w:rPr>
          <w:sz w:val="28"/>
          <w:szCs w:val="28"/>
        </w:rPr>
        <w:t xml:space="preserve"> </w:t>
      </w:r>
      <w:r w:rsidR="00F427A2">
        <w:rPr>
          <w:sz w:val="28"/>
          <w:szCs w:val="28"/>
        </w:rPr>
        <w:t>(в редакции от 26.12.2025 № 2442</w:t>
      </w:r>
      <w:r w:rsidR="00C302DF" w:rsidRPr="00FA537A">
        <w:rPr>
          <w:sz w:val="28"/>
          <w:szCs w:val="28"/>
        </w:rPr>
        <w:t xml:space="preserve">) </w:t>
      </w:r>
      <w:r w:rsidR="004B214F">
        <w:rPr>
          <w:sz w:val="28"/>
          <w:szCs w:val="28"/>
        </w:rPr>
        <w:t xml:space="preserve">(далее – Программа) </w:t>
      </w:r>
      <w:r w:rsidR="00C302DF" w:rsidRPr="00FA537A">
        <w:rPr>
          <w:sz w:val="28"/>
          <w:szCs w:val="28"/>
        </w:rPr>
        <w:t>следующие изменения:</w:t>
      </w:r>
    </w:p>
    <w:p w:rsidR="00FA537A" w:rsidRPr="006313E6" w:rsidRDefault="00FA537A" w:rsidP="00402587">
      <w:pPr>
        <w:pStyle w:val="af1"/>
        <w:numPr>
          <w:ilvl w:val="1"/>
          <w:numId w:val="4"/>
        </w:numPr>
        <w:spacing w:after="240" w:line="240" w:lineRule="auto"/>
        <w:ind w:left="0" w:firstLine="709"/>
        <w:jc w:val="both"/>
        <w:rPr>
          <w:sz w:val="28"/>
          <w:szCs w:val="28"/>
        </w:rPr>
      </w:pPr>
      <w:r w:rsidRPr="006313E6">
        <w:rPr>
          <w:sz w:val="28"/>
          <w:szCs w:val="28"/>
        </w:rPr>
        <w:lastRenderedPageBreak/>
        <w:t xml:space="preserve">Раздел 1 «Стратегические приоритеты в сфере реализации муниципальной программы» </w:t>
      </w:r>
      <w:r w:rsidR="004B214F" w:rsidRPr="006313E6">
        <w:rPr>
          <w:sz w:val="28"/>
          <w:szCs w:val="28"/>
        </w:rPr>
        <w:t xml:space="preserve">Программы </w:t>
      </w:r>
      <w:r w:rsidRPr="006313E6">
        <w:rPr>
          <w:sz w:val="28"/>
          <w:szCs w:val="28"/>
        </w:rPr>
        <w:t>изложить в новой редакции (Приложение № 1)</w:t>
      </w:r>
      <w:r w:rsidR="006313E6" w:rsidRPr="006313E6">
        <w:rPr>
          <w:sz w:val="28"/>
          <w:szCs w:val="28"/>
        </w:rPr>
        <w:t>.</w:t>
      </w:r>
    </w:p>
    <w:p w:rsidR="006313E6" w:rsidRDefault="009101E6" w:rsidP="00402587">
      <w:pPr>
        <w:pStyle w:val="af1"/>
        <w:numPr>
          <w:ilvl w:val="1"/>
          <w:numId w:val="4"/>
        </w:numPr>
        <w:spacing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Паспорт Программы изложить в новой редакции (Приложение № 2).</w:t>
      </w:r>
    </w:p>
    <w:p w:rsidR="00D93498" w:rsidRPr="00BF358B" w:rsidRDefault="004214D7" w:rsidP="00E962EA">
      <w:pPr>
        <w:pStyle w:val="ae"/>
        <w:tabs>
          <w:tab w:val="left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93498" w:rsidRPr="00BF358B">
        <w:rPr>
          <w:sz w:val="28"/>
          <w:szCs w:val="28"/>
        </w:rPr>
        <w:t xml:space="preserve">. Опубликовать данное постановление в газете «Вести </w:t>
      </w:r>
      <w:proofErr w:type="spellStart"/>
      <w:r w:rsidR="00D93498" w:rsidRPr="00BF358B">
        <w:rPr>
          <w:sz w:val="28"/>
          <w:szCs w:val="28"/>
        </w:rPr>
        <w:t>Привопья</w:t>
      </w:r>
      <w:proofErr w:type="spellEnd"/>
      <w:r w:rsidR="00D93498" w:rsidRPr="00BF358B">
        <w:rPr>
          <w:sz w:val="28"/>
          <w:szCs w:val="28"/>
        </w:rPr>
        <w:t>» и разместить на официальном сайте Администрации муниципальн</w:t>
      </w:r>
      <w:r w:rsidR="00547858">
        <w:rPr>
          <w:sz w:val="28"/>
          <w:szCs w:val="28"/>
        </w:rPr>
        <w:t>ого образования «</w:t>
      </w:r>
      <w:proofErr w:type="spellStart"/>
      <w:r w:rsidR="00547858">
        <w:rPr>
          <w:sz w:val="28"/>
          <w:szCs w:val="28"/>
        </w:rPr>
        <w:t>Ярцевский</w:t>
      </w:r>
      <w:proofErr w:type="spellEnd"/>
      <w:r w:rsidR="00547858">
        <w:rPr>
          <w:sz w:val="28"/>
          <w:szCs w:val="28"/>
        </w:rPr>
        <w:t xml:space="preserve"> муниципальный округ</w:t>
      </w:r>
      <w:r w:rsidR="00D93498" w:rsidRPr="00BF358B">
        <w:rPr>
          <w:sz w:val="28"/>
          <w:szCs w:val="28"/>
        </w:rPr>
        <w:t>» Смоленской области (</w:t>
      </w:r>
      <w:proofErr w:type="spellStart"/>
      <w:r w:rsidR="00D93498" w:rsidRPr="00BF358B">
        <w:rPr>
          <w:sz w:val="28"/>
          <w:szCs w:val="28"/>
          <w:lang w:val="en-US"/>
        </w:rPr>
        <w:t>yarcevo</w:t>
      </w:r>
      <w:proofErr w:type="spellEnd"/>
      <w:r w:rsidR="00D93498" w:rsidRPr="00BF358B">
        <w:rPr>
          <w:sz w:val="28"/>
          <w:szCs w:val="28"/>
        </w:rPr>
        <w:t>.</w:t>
      </w:r>
      <w:r w:rsidR="00D93498" w:rsidRPr="00BF358B">
        <w:rPr>
          <w:sz w:val="28"/>
          <w:szCs w:val="28"/>
          <w:lang w:val="en-US"/>
        </w:rPr>
        <w:t>admin</w:t>
      </w:r>
      <w:r w:rsidR="00D93498" w:rsidRPr="00BF358B">
        <w:rPr>
          <w:sz w:val="28"/>
          <w:szCs w:val="28"/>
        </w:rPr>
        <w:t>-</w:t>
      </w:r>
      <w:proofErr w:type="spellStart"/>
      <w:r w:rsidR="00D93498" w:rsidRPr="00BF358B">
        <w:rPr>
          <w:sz w:val="28"/>
          <w:szCs w:val="28"/>
          <w:lang w:val="en-US"/>
        </w:rPr>
        <w:t>smolensk</w:t>
      </w:r>
      <w:proofErr w:type="spellEnd"/>
      <w:r w:rsidR="00D93498" w:rsidRPr="00BF358B">
        <w:rPr>
          <w:sz w:val="28"/>
          <w:szCs w:val="28"/>
        </w:rPr>
        <w:t>.</w:t>
      </w:r>
      <w:proofErr w:type="spellStart"/>
      <w:r w:rsidR="00D93498" w:rsidRPr="00BF358B">
        <w:rPr>
          <w:sz w:val="28"/>
          <w:szCs w:val="28"/>
          <w:lang w:val="en-US"/>
        </w:rPr>
        <w:t>ru</w:t>
      </w:r>
      <w:proofErr w:type="spellEnd"/>
      <w:r w:rsidR="00D93498" w:rsidRPr="00BF358B">
        <w:rPr>
          <w:sz w:val="28"/>
          <w:szCs w:val="28"/>
        </w:rPr>
        <w:t>).</w:t>
      </w:r>
    </w:p>
    <w:p w:rsidR="00D93498" w:rsidRPr="00BF358B" w:rsidRDefault="004214D7" w:rsidP="00E962EA">
      <w:pPr>
        <w:pStyle w:val="ae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93498" w:rsidRPr="00BF358B">
        <w:rPr>
          <w:sz w:val="28"/>
          <w:szCs w:val="28"/>
        </w:rPr>
        <w:t xml:space="preserve">. </w:t>
      </w:r>
      <w:proofErr w:type="gramStart"/>
      <w:r w:rsidR="00D93498" w:rsidRPr="00BF358B">
        <w:rPr>
          <w:sz w:val="28"/>
          <w:szCs w:val="28"/>
        </w:rPr>
        <w:t>Контроль за</w:t>
      </w:r>
      <w:proofErr w:type="gramEnd"/>
      <w:r w:rsidR="00D93498" w:rsidRPr="00BF358B">
        <w:rPr>
          <w:sz w:val="28"/>
          <w:szCs w:val="28"/>
        </w:rPr>
        <w:t xml:space="preserve"> исполнением настоящего по</w:t>
      </w:r>
      <w:r w:rsidR="00D93498">
        <w:rPr>
          <w:sz w:val="28"/>
          <w:szCs w:val="28"/>
        </w:rPr>
        <w:t xml:space="preserve">становления возложить на </w:t>
      </w:r>
      <w:r w:rsidR="00D93498" w:rsidRPr="00BF358B">
        <w:rPr>
          <w:sz w:val="28"/>
          <w:szCs w:val="28"/>
        </w:rPr>
        <w:t xml:space="preserve"> заместителя Главы муниципального образовани</w:t>
      </w:r>
      <w:r w:rsidR="0047180A">
        <w:rPr>
          <w:sz w:val="28"/>
          <w:szCs w:val="28"/>
        </w:rPr>
        <w:t>я «</w:t>
      </w:r>
      <w:proofErr w:type="spellStart"/>
      <w:r w:rsidR="0047180A">
        <w:rPr>
          <w:sz w:val="28"/>
          <w:szCs w:val="28"/>
        </w:rPr>
        <w:t>Ярцевский</w:t>
      </w:r>
      <w:proofErr w:type="spellEnd"/>
      <w:r w:rsidR="0047180A">
        <w:rPr>
          <w:sz w:val="28"/>
          <w:szCs w:val="28"/>
        </w:rPr>
        <w:t xml:space="preserve"> муниципальный округ</w:t>
      </w:r>
      <w:r w:rsidR="00D93498" w:rsidRPr="00BF358B">
        <w:rPr>
          <w:sz w:val="28"/>
          <w:szCs w:val="28"/>
        </w:rPr>
        <w:t>» Смо</w:t>
      </w:r>
      <w:r w:rsidR="0047180A">
        <w:rPr>
          <w:sz w:val="28"/>
          <w:szCs w:val="28"/>
        </w:rPr>
        <w:t>ленской области Н.Н. Соловьеву</w:t>
      </w:r>
      <w:r w:rsidR="00D93498">
        <w:rPr>
          <w:sz w:val="28"/>
          <w:szCs w:val="28"/>
        </w:rPr>
        <w:t>.</w:t>
      </w:r>
    </w:p>
    <w:p w:rsidR="00D93498" w:rsidRPr="00BF358B" w:rsidRDefault="00D93498" w:rsidP="00E962EA">
      <w:pPr>
        <w:pStyle w:val="ae"/>
        <w:tabs>
          <w:tab w:val="left" w:pos="0"/>
        </w:tabs>
        <w:ind w:left="0" w:firstLine="0"/>
        <w:jc w:val="both"/>
        <w:rPr>
          <w:sz w:val="28"/>
          <w:szCs w:val="28"/>
        </w:rPr>
      </w:pPr>
    </w:p>
    <w:p w:rsidR="00D93498" w:rsidRPr="00236121" w:rsidRDefault="00D93498" w:rsidP="00E962EA">
      <w:pPr>
        <w:pStyle w:val="ae"/>
        <w:tabs>
          <w:tab w:val="left" w:pos="0"/>
        </w:tabs>
        <w:ind w:left="0" w:firstLine="0"/>
        <w:jc w:val="both"/>
        <w:rPr>
          <w:sz w:val="28"/>
          <w:szCs w:val="28"/>
        </w:rPr>
      </w:pPr>
    </w:p>
    <w:p w:rsidR="00D93498" w:rsidRDefault="00D93498" w:rsidP="00E962EA">
      <w:pPr>
        <w:pStyle w:val="ae"/>
        <w:ind w:left="0" w:firstLine="0"/>
        <w:jc w:val="both"/>
        <w:rPr>
          <w:sz w:val="28"/>
        </w:rPr>
      </w:pPr>
    </w:p>
    <w:p w:rsidR="00D93498" w:rsidRDefault="00D93498" w:rsidP="00E962EA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AF1CBE" w:rsidRDefault="00AF1CBE" w:rsidP="00E962EA">
      <w:pPr>
        <w:pStyle w:val="ae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</w:t>
      </w:r>
      <w:r w:rsidR="00D93498">
        <w:rPr>
          <w:sz w:val="28"/>
          <w:szCs w:val="28"/>
        </w:rPr>
        <w:t xml:space="preserve">» </w:t>
      </w:r>
    </w:p>
    <w:p w:rsidR="00D93498" w:rsidRDefault="00D93498" w:rsidP="00E962EA">
      <w:pPr>
        <w:pStyle w:val="ae"/>
        <w:ind w:left="0" w:firstLine="0"/>
        <w:jc w:val="both"/>
        <w:rPr>
          <w:sz w:val="28"/>
        </w:rPr>
      </w:pPr>
      <w:r>
        <w:rPr>
          <w:sz w:val="28"/>
          <w:szCs w:val="28"/>
        </w:rPr>
        <w:t xml:space="preserve">Смоленской области 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2A7D24">
        <w:rPr>
          <w:sz w:val="28"/>
          <w:szCs w:val="28"/>
        </w:rPr>
        <w:t xml:space="preserve">    </w:t>
      </w:r>
      <w:r w:rsidR="00AF1CBE">
        <w:rPr>
          <w:sz w:val="28"/>
          <w:szCs w:val="28"/>
        </w:rPr>
        <w:t xml:space="preserve">                                     </w:t>
      </w:r>
      <w:r w:rsidR="002A7D24">
        <w:rPr>
          <w:sz w:val="28"/>
          <w:szCs w:val="28"/>
        </w:rPr>
        <w:t>Р.Н. Захаров</w:t>
      </w:r>
    </w:p>
    <w:p w:rsidR="00D93498" w:rsidRDefault="00D93498" w:rsidP="00E962EA">
      <w:pPr>
        <w:pStyle w:val="ae"/>
        <w:ind w:left="0" w:firstLine="0"/>
        <w:jc w:val="both"/>
        <w:rPr>
          <w:sz w:val="28"/>
        </w:rPr>
      </w:pPr>
    </w:p>
    <w:p w:rsidR="00D93498" w:rsidRDefault="00D93498" w:rsidP="00E962EA">
      <w:pPr>
        <w:pStyle w:val="ae"/>
        <w:ind w:left="0" w:firstLine="0"/>
        <w:jc w:val="both"/>
        <w:rPr>
          <w:sz w:val="28"/>
        </w:rPr>
      </w:pPr>
    </w:p>
    <w:p w:rsidR="00D93498" w:rsidRDefault="00D93498" w:rsidP="00D93498">
      <w:pPr>
        <w:pStyle w:val="ae"/>
        <w:ind w:left="0" w:firstLine="0"/>
        <w:jc w:val="both"/>
        <w:rPr>
          <w:sz w:val="28"/>
        </w:rPr>
      </w:pPr>
    </w:p>
    <w:p w:rsidR="00D93498" w:rsidRDefault="00D93498" w:rsidP="00D93498">
      <w:pPr>
        <w:pStyle w:val="ae"/>
        <w:ind w:left="0" w:firstLine="0"/>
        <w:jc w:val="both"/>
        <w:rPr>
          <w:sz w:val="28"/>
        </w:rPr>
      </w:pPr>
    </w:p>
    <w:p w:rsidR="00D93498" w:rsidRDefault="00D93498" w:rsidP="00D93498">
      <w:pPr>
        <w:pStyle w:val="ae"/>
        <w:ind w:left="0" w:firstLine="0"/>
        <w:jc w:val="both"/>
        <w:rPr>
          <w:sz w:val="28"/>
        </w:rPr>
      </w:pPr>
    </w:p>
    <w:p w:rsidR="00D93498" w:rsidRDefault="00D93498" w:rsidP="00D93498">
      <w:pPr>
        <w:pStyle w:val="ae"/>
        <w:ind w:left="0" w:firstLine="0"/>
        <w:jc w:val="both"/>
        <w:rPr>
          <w:sz w:val="28"/>
        </w:rPr>
      </w:pPr>
    </w:p>
    <w:p w:rsidR="00D93498" w:rsidRDefault="00D93498" w:rsidP="00D93498">
      <w:pPr>
        <w:pStyle w:val="ae"/>
        <w:ind w:left="0" w:firstLine="0"/>
        <w:jc w:val="both"/>
        <w:rPr>
          <w:sz w:val="28"/>
        </w:rPr>
      </w:pPr>
    </w:p>
    <w:p w:rsidR="00D93498" w:rsidRDefault="00D93498" w:rsidP="00D93498">
      <w:pPr>
        <w:pStyle w:val="ae"/>
        <w:ind w:left="0" w:firstLine="0"/>
        <w:jc w:val="both"/>
        <w:rPr>
          <w:sz w:val="28"/>
        </w:rPr>
      </w:pPr>
    </w:p>
    <w:p w:rsidR="00D93498" w:rsidRDefault="00D93498" w:rsidP="00D93498">
      <w:pPr>
        <w:pStyle w:val="ae"/>
        <w:ind w:left="0" w:firstLine="0"/>
        <w:jc w:val="both"/>
        <w:rPr>
          <w:sz w:val="28"/>
        </w:rPr>
      </w:pPr>
    </w:p>
    <w:p w:rsidR="00D93498" w:rsidRDefault="00D93498" w:rsidP="00D93498">
      <w:pPr>
        <w:pStyle w:val="ae"/>
        <w:ind w:left="0" w:firstLine="0"/>
        <w:jc w:val="both"/>
        <w:rPr>
          <w:sz w:val="28"/>
        </w:rPr>
      </w:pPr>
    </w:p>
    <w:p w:rsidR="00D93498" w:rsidRDefault="00D93498" w:rsidP="00D93498">
      <w:pPr>
        <w:pStyle w:val="ae"/>
        <w:ind w:left="0" w:firstLine="0"/>
        <w:jc w:val="both"/>
        <w:rPr>
          <w:sz w:val="28"/>
        </w:rPr>
      </w:pPr>
    </w:p>
    <w:p w:rsidR="00D93498" w:rsidRDefault="00D93498" w:rsidP="00D93498">
      <w:pPr>
        <w:pStyle w:val="ae"/>
        <w:ind w:left="0" w:firstLine="0"/>
        <w:jc w:val="both"/>
        <w:rPr>
          <w:sz w:val="28"/>
        </w:rPr>
      </w:pPr>
    </w:p>
    <w:p w:rsidR="00D93498" w:rsidRDefault="00D93498" w:rsidP="00D93498">
      <w:pPr>
        <w:pStyle w:val="ae"/>
        <w:ind w:left="0" w:firstLine="0"/>
        <w:rPr>
          <w:sz w:val="28"/>
        </w:rPr>
      </w:pPr>
    </w:p>
    <w:p w:rsidR="00D93498" w:rsidRDefault="00D93498" w:rsidP="00D93498">
      <w:pPr>
        <w:pStyle w:val="ae"/>
        <w:ind w:left="0" w:firstLine="0"/>
        <w:rPr>
          <w:sz w:val="28"/>
        </w:rPr>
      </w:pPr>
    </w:p>
    <w:p w:rsidR="00552DCB" w:rsidRDefault="00552DCB" w:rsidP="00D93498">
      <w:pPr>
        <w:pStyle w:val="ae"/>
        <w:ind w:left="0" w:firstLine="0"/>
        <w:rPr>
          <w:sz w:val="28"/>
        </w:rPr>
      </w:pPr>
    </w:p>
    <w:p w:rsidR="00552DCB" w:rsidRDefault="00552DCB" w:rsidP="00D93498">
      <w:pPr>
        <w:pStyle w:val="ae"/>
        <w:ind w:left="0" w:firstLine="0"/>
        <w:rPr>
          <w:sz w:val="28"/>
        </w:rPr>
      </w:pPr>
    </w:p>
    <w:p w:rsidR="00D93498" w:rsidRDefault="00D93498" w:rsidP="00D93498">
      <w:pPr>
        <w:pStyle w:val="ae"/>
        <w:ind w:left="0" w:firstLine="0"/>
        <w:rPr>
          <w:sz w:val="28"/>
        </w:rPr>
      </w:pPr>
    </w:p>
    <w:p w:rsidR="009B1E59" w:rsidRDefault="009B1E59" w:rsidP="00D93498">
      <w:pPr>
        <w:pStyle w:val="ae"/>
        <w:ind w:left="0" w:firstLine="0"/>
        <w:rPr>
          <w:sz w:val="28"/>
        </w:rPr>
      </w:pPr>
    </w:p>
    <w:p w:rsidR="009B1E59" w:rsidRDefault="009B1E59" w:rsidP="00D93498">
      <w:pPr>
        <w:pStyle w:val="ae"/>
        <w:ind w:left="0" w:firstLine="0"/>
        <w:rPr>
          <w:sz w:val="28"/>
        </w:rPr>
      </w:pPr>
    </w:p>
    <w:p w:rsidR="009B1E59" w:rsidRDefault="009B1E59" w:rsidP="00D93498">
      <w:pPr>
        <w:pStyle w:val="ae"/>
        <w:ind w:left="0" w:firstLine="0"/>
        <w:rPr>
          <w:sz w:val="28"/>
        </w:rPr>
      </w:pPr>
    </w:p>
    <w:p w:rsidR="009B1E59" w:rsidRDefault="009B1E59" w:rsidP="00D93498">
      <w:pPr>
        <w:pStyle w:val="ae"/>
        <w:ind w:left="0" w:firstLine="0"/>
        <w:rPr>
          <w:sz w:val="28"/>
        </w:rPr>
      </w:pPr>
    </w:p>
    <w:p w:rsidR="009B1E59" w:rsidRDefault="009B1E59" w:rsidP="00D93498">
      <w:pPr>
        <w:pStyle w:val="ae"/>
        <w:ind w:left="0" w:firstLine="0"/>
        <w:rPr>
          <w:sz w:val="28"/>
        </w:rPr>
      </w:pPr>
    </w:p>
    <w:p w:rsidR="009B1E59" w:rsidRDefault="009B1E59" w:rsidP="00D93498">
      <w:pPr>
        <w:pStyle w:val="ae"/>
        <w:ind w:left="0" w:firstLine="0"/>
        <w:rPr>
          <w:sz w:val="28"/>
        </w:rPr>
      </w:pPr>
    </w:p>
    <w:p w:rsidR="00B2357D" w:rsidRDefault="00B2357D" w:rsidP="00D93498">
      <w:pPr>
        <w:pStyle w:val="ae"/>
        <w:ind w:left="0" w:firstLine="0"/>
        <w:rPr>
          <w:sz w:val="28"/>
        </w:rPr>
      </w:pPr>
    </w:p>
    <w:p w:rsidR="00B2357D" w:rsidRDefault="00B2357D" w:rsidP="00D93498">
      <w:pPr>
        <w:pStyle w:val="ae"/>
        <w:ind w:left="0" w:firstLine="0"/>
        <w:rPr>
          <w:sz w:val="28"/>
        </w:rPr>
      </w:pPr>
    </w:p>
    <w:p w:rsidR="00B2357D" w:rsidRDefault="00B2357D" w:rsidP="00D93498">
      <w:pPr>
        <w:pStyle w:val="ae"/>
        <w:ind w:left="0" w:firstLine="0"/>
        <w:rPr>
          <w:sz w:val="28"/>
        </w:rPr>
      </w:pPr>
    </w:p>
    <w:tbl>
      <w:tblPr>
        <w:tblStyle w:val="aa"/>
        <w:tblW w:w="0" w:type="auto"/>
        <w:tblLook w:val="04A0"/>
      </w:tblPr>
      <w:tblGrid>
        <w:gridCol w:w="4785"/>
        <w:gridCol w:w="4786"/>
      </w:tblGrid>
      <w:tr w:rsidR="00BB74D3" w:rsidTr="00BB74D3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BB74D3" w:rsidRDefault="00BB74D3" w:rsidP="00773454">
            <w:pPr>
              <w:spacing w:line="240" w:lineRule="auto"/>
              <w:jc w:val="center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BB74D3" w:rsidRPr="00BB74D3" w:rsidRDefault="00BB74D3" w:rsidP="00BB74D3">
            <w:pPr>
              <w:spacing w:line="240" w:lineRule="auto"/>
              <w:jc w:val="both"/>
            </w:pPr>
            <w:r w:rsidRPr="00BB74D3">
              <w:t>Приложение № 1 к постановлению Администрации муниципального образования «</w:t>
            </w:r>
            <w:proofErr w:type="spellStart"/>
            <w:r w:rsidRPr="00BB74D3">
              <w:t>Ярцевский</w:t>
            </w:r>
            <w:proofErr w:type="spellEnd"/>
            <w:r w:rsidRPr="00BB74D3">
              <w:t xml:space="preserve"> муниципальный округ» Смоленской области</w:t>
            </w:r>
          </w:p>
          <w:p w:rsidR="00BB74D3" w:rsidRDefault="00FE7206" w:rsidP="00D94D36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  <w:r>
              <w:t xml:space="preserve">от </w:t>
            </w:r>
            <w:r w:rsidR="00D94D36">
              <w:t>____________  № _______</w:t>
            </w:r>
          </w:p>
          <w:p w:rsidR="00BB74D3" w:rsidRDefault="00BB74D3" w:rsidP="00773454">
            <w:pPr>
              <w:spacing w:line="240" w:lineRule="auto"/>
              <w:jc w:val="center"/>
            </w:pPr>
          </w:p>
        </w:tc>
      </w:tr>
    </w:tbl>
    <w:p w:rsidR="006911C2" w:rsidRDefault="006911C2" w:rsidP="00773454">
      <w:pPr>
        <w:spacing w:line="240" w:lineRule="auto"/>
        <w:ind w:firstLine="709"/>
        <w:jc w:val="center"/>
        <w:rPr>
          <w:b/>
          <w:sz w:val="28"/>
          <w:szCs w:val="28"/>
        </w:rPr>
      </w:pPr>
      <w:r w:rsidRPr="00BC384D">
        <w:rPr>
          <w:b/>
          <w:sz w:val="28"/>
          <w:szCs w:val="28"/>
        </w:rPr>
        <w:t>Раздел 1.</w:t>
      </w:r>
    </w:p>
    <w:p w:rsidR="006911C2" w:rsidRDefault="006911C2" w:rsidP="00773454">
      <w:pPr>
        <w:spacing w:after="240" w:line="240" w:lineRule="auto"/>
        <w:ind w:firstLine="709"/>
        <w:jc w:val="center"/>
        <w:rPr>
          <w:b/>
          <w:sz w:val="28"/>
          <w:szCs w:val="28"/>
        </w:rPr>
      </w:pPr>
      <w:r w:rsidRPr="00BC384D">
        <w:rPr>
          <w:b/>
          <w:sz w:val="28"/>
          <w:szCs w:val="28"/>
        </w:rPr>
        <w:t>Стратегические приоритеты в сфере реализации муниципальной программы.</w:t>
      </w:r>
    </w:p>
    <w:p w:rsidR="006911C2" w:rsidRPr="007D4786" w:rsidRDefault="006911C2" w:rsidP="00BC44DE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6"/>
          <w:szCs w:val="26"/>
        </w:rPr>
      </w:pPr>
      <w:r w:rsidRPr="007D4786">
        <w:rPr>
          <w:sz w:val="26"/>
          <w:szCs w:val="26"/>
        </w:rPr>
        <w:t xml:space="preserve">Проблема обеспечения жильем отдельных категорий граждан, перед которыми государство имеет обязательства по обеспечению жильем в соответствии с законодательством Российской Федерации, остается острой социальной проблемой. Государственные обязательства по обеспечению жильем отдельных категорий граждан выполняются с использованием различных механизмов. Одним из наиболее эффективных способов обеспечения жильем указанных категорий граждан является механизм предоставления за счет средств федерального, областного и местного бюджетов социальных выплат таким гражданам для приобретения жилья посредством предоставления государственных жилищных сертификатов. </w:t>
      </w:r>
    </w:p>
    <w:p w:rsidR="006911C2" w:rsidRPr="007D4786" w:rsidRDefault="006911C2" w:rsidP="00BC44D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proofErr w:type="gramStart"/>
      <w:r w:rsidRPr="007D4786">
        <w:rPr>
          <w:sz w:val="26"/>
          <w:szCs w:val="26"/>
        </w:rPr>
        <w:t xml:space="preserve">В настоящее время механизм предоставления за счет средств федерального, областного и местного бюджетов социальных выплат гражданам для приобретения жилья посредством предоставления сертификатов реализуется в </w:t>
      </w:r>
      <w:r w:rsidR="00235193" w:rsidRPr="007D4786">
        <w:rPr>
          <w:sz w:val="26"/>
          <w:szCs w:val="26"/>
        </w:rPr>
        <w:t>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</w:t>
      </w:r>
      <w:proofErr w:type="gramEnd"/>
      <w:r w:rsidR="00235193" w:rsidRPr="007D4786">
        <w:rPr>
          <w:sz w:val="26"/>
          <w:szCs w:val="26"/>
        </w:rPr>
        <w:t xml:space="preserve"> комфортным жильем и коммунальными услугами граждан Российской Федерации»,</w:t>
      </w:r>
      <w:r w:rsidRPr="007D4786">
        <w:rPr>
          <w:sz w:val="26"/>
          <w:szCs w:val="26"/>
        </w:rPr>
        <w:t xml:space="preserve"> утверждённой постановлением Правительства Российской Федерации от 30.12.2017 № 1710.</w:t>
      </w:r>
    </w:p>
    <w:p w:rsidR="006911C2" w:rsidRPr="007D4786" w:rsidRDefault="006911C2" w:rsidP="00BC44DE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</w:rPr>
      </w:pPr>
      <w:r w:rsidRPr="007D4786">
        <w:rPr>
          <w:sz w:val="26"/>
          <w:szCs w:val="26"/>
        </w:rPr>
        <w:t xml:space="preserve">Необходимость оказания поддержки молодым семьям в решении жилищной проблемы в </w:t>
      </w:r>
      <w:r w:rsidR="00BC355E" w:rsidRPr="007D4786">
        <w:rPr>
          <w:sz w:val="26"/>
          <w:szCs w:val="26"/>
        </w:rPr>
        <w:t>муниципальном образовании «</w:t>
      </w:r>
      <w:proofErr w:type="spellStart"/>
      <w:r w:rsidR="00BC355E" w:rsidRPr="007D4786">
        <w:rPr>
          <w:sz w:val="26"/>
          <w:szCs w:val="26"/>
        </w:rPr>
        <w:t>Ярцевский</w:t>
      </w:r>
      <w:proofErr w:type="spellEnd"/>
      <w:r w:rsidRPr="007D4786">
        <w:rPr>
          <w:sz w:val="26"/>
          <w:szCs w:val="26"/>
        </w:rPr>
        <w:t xml:space="preserve"> </w:t>
      </w:r>
      <w:r w:rsidR="00BC355E" w:rsidRPr="007D4786">
        <w:rPr>
          <w:sz w:val="26"/>
          <w:szCs w:val="26"/>
        </w:rPr>
        <w:t>муниципальный округ»</w:t>
      </w:r>
      <w:r w:rsidRPr="007D4786">
        <w:rPr>
          <w:sz w:val="26"/>
          <w:szCs w:val="26"/>
        </w:rPr>
        <w:t xml:space="preserve"> Смоленской области, вызвана тенденцией роста численности молодых семей, не имеющих собственного жилья, и основным фактором, препятствующим улучшению жилищных условий, является достаточно высокая рыночная стоимость жилья.</w:t>
      </w:r>
    </w:p>
    <w:p w:rsidR="006911C2" w:rsidRPr="007D4786" w:rsidRDefault="003975EE" w:rsidP="00BC44DE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2024-2025</w:t>
      </w:r>
      <w:r w:rsidR="00BC44DE">
        <w:rPr>
          <w:sz w:val="26"/>
          <w:szCs w:val="26"/>
        </w:rPr>
        <w:t xml:space="preserve"> года</w:t>
      </w:r>
      <w:r>
        <w:rPr>
          <w:sz w:val="26"/>
          <w:szCs w:val="26"/>
        </w:rPr>
        <w:t>х</w:t>
      </w:r>
      <w:r w:rsidR="006911C2" w:rsidRPr="007D4786">
        <w:rPr>
          <w:sz w:val="26"/>
          <w:szCs w:val="26"/>
        </w:rPr>
        <w:t xml:space="preserve"> участниками муниципальной программы «Обеспечение жильём </w:t>
      </w:r>
      <w:r>
        <w:rPr>
          <w:sz w:val="26"/>
          <w:szCs w:val="26"/>
        </w:rPr>
        <w:t xml:space="preserve">молодых семей в </w:t>
      </w:r>
      <w:proofErr w:type="spellStart"/>
      <w:r>
        <w:rPr>
          <w:sz w:val="26"/>
          <w:szCs w:val="26"/>
        </w:rPr>
        <w:t>Ярцевском</w:t>
      </w:r>
      <w:proofErr w:type="spellEnd"/>
      <w:r>
        <w:rPr>
          <w:sz w:val="26"/>
          <w:szCs w:val="26"/>
        </w:rPr>
        <w:t xml:space="preserve"> округе</w:t>
      </w:r>
      <w:r w:rsidR="006911C2" w:rsidRPr="007D4786">
        <w:rPr>
          <w:sz w:val="26"/>
          <w:szCs w:val="26"/>
        </w:rPr>
        <w:t xml:space="preserve"> Смоленской области» </w:t>
      </w:r>
      <w:r w:rsidR="00BC44DE">
        <w:rPr>
          <w:sz w:val="26"/>
          <w:szCs w:val="26"/>
        </w:rPr>
        <w:t>были</w:t>
      </w:r>
      <w:r w:rsidR="00282C58" w:rsidRPr="007D4786">
        <w:rPr>
          <w:sz w:val="26"/>
          <w:szCs w:val="26"/>
        </w:rPr>
        <w:t xml:space="preserve">  15 молодых семей.  </w:t>
      </w:r>
    </w:p>
    <w:p w:rsidR="006911C2" w:rsidRPr="007D4786" w:rsidRDefault="006911C2" w:rsidP="00BC44DE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6"/>
          <w:szCs w:val="26"/>
        </w:rPr>
      </w:pPr>
      <w:r w:rsidRPr="007D4786">
        <w:rPr>
          <w:sz w:val="26"/>
          <w:szCs w:val="26"/>
        </w:rPr>
        <w:t xml:space="preserve">Жилищная неустроенность семей крайне неблагоприятным образом сказывается на создании и укреплении института семьи, что в свою очередь влечёт за собой усугубление демографической ситуации как в </w:t>
      </w:r>
      <w:proofErr w:type="spellStart"/>
      <w:r w:rsidR="00E26668" w:rsidRPr="007D4786">
        <w:rPr>
          <w:sz w:val="26"/>
          <w:szCs w:val="26"/>
        </w:rPr>
        <w:t>Ярцевском</w:t>
      </w:r>
      <w:proofErr w:type="spellEnd"/>
      <w:r w:rsidR="00E26668" w:rsidRPr="007D4786">
        <w:rPr>
          <w:sz w:val="26"/>
          <w:szCs w:val="26"/>
        </w:rPr>
        <w:t xml:space="preserve"> муниципальном округе</w:t>
      </w:r>
      <w:r w:rsidRPr="007D4786">
        <w:rPr>
          <w:sz w:val="26"/>
          <w:szCs w:val="26"/>
        </w:rPr>
        <w:t xml:space="preserve">, так и в Смоленской области в целом. Неразрешимая жилищная проблема является одной из основных причин разногласий в семьях. Также молодые пары всё чаще отказываются от официальной регистрации браков. </w:t>
      </w:r>
    </w:p>
    <w:p w:rsidR="006911C2" w:rsidRPr="007D4786" w:rsidRDefault="006911C2" w:rsidP="00BC44DE">
      <w:pPr>
        <w:spacing w:line="240" w:lineRule="auto"/>
        <w:ind w:firstLine="708"/>
        <w:jc w:val="both"/>
        <w:rPr>
          <w:sz w:val="26"/>
          <w:szCs w:val="26"/>
        </w:rPr>
      </w:pPr>
      <w:r w:rsidRPr="007D4786">
        <w:rPr>
          <w:sz w:val="26"/>
          <w:szCs w:val="26"/>
        </w:rPr>
        <w:t xml:space="preserve">Одной из основных причин отказа от официального оформления регистрации браков, а также их расторжения является отсутствие у вступающих в </w:t>
      </w:r>
      <w:proofErr w:type="gramStart"/>
      <w:r w:rsidRPr="007D4786">
        <w:rPr>
          <w:sz w:val="26"/>
          <w:szCs w:val="26"/>
        </w:rPr>
        <w:t>брак лиц</w:t>
      </w:r>
      <w:proofErr w:type="gramEnd"/>
      <w:r w:rsidRPr="007D4786">
        <w:rPr>
          <w:sz w:val="26"/>
          <w:szCs w:val="26"/>
        </w:rPr>
        <w:t xml:space="preserve"> и супругов отдельного благоустроенного жилья и, самое главное, перспектив его приобретения, что влечёт за собой отсутствие возможности </w:t>
      </w:r>
      <w:r w:rsidRPr="007D4786">
        <w:rPr>
          <w:sz w:val="26"/>
          <w:szCs w:val="26"/>
        </w:rPr>
        <w:lastRenderedPageBreak/>
        <w:t xml:space="preserve">планирования семьи и рождения детей. Это подтверждают результаты социологических опросов.  </w:t>
      </w:r>
    </w:p>
    <w:p w:rsidR="006911C2" w:rsidRPr="007D4786" w:rsidRDefault="006911C2" w:rsidP="00BC44DE">
      <w:pPr>
        <w:spacing w:line="240" w:lineRule="auto"/>
        <w:ind w:firstLine="708"/>
        <w:jc w:val="both"/>
        <w:rPr>
          <w:sz w:val="26"/>
          <w:szCs w:val="26"/>
        </w:rPr>
      </w:pPr>
      <w:r w:rsidRPr="007D4786">
        <w:rPr>
          <w:sz w:val="26"/>
          <w:szCs w:val="26"/>
        </w:rPr>
        <w:t>В Администрацию муниципальн</w:t>
      </w:r>
      <w:r w:rsidR="00C41FF0" w:rsidRPr="007D4786">
        <w:rPr>
          <w:sz w:val="26"/>
          <w:szCs w:val="26"/>
        </w:rPr>
        <w:t>ого образования «</w:t>
      </w:r>
      <w:proofErr w:type="spellStart"/>
      <w:r w:rsidR="00C41FF0" w:rsidRPr="007D4786">
        <w:rPr>
          <w:sz w:val="26"/>
          <w:szCs w:val="26"/>
        </w:rPr>
        <w:t>Ярцевский</w:t>
      </w:r>
      <w:proofErr w:type="spellEnd"/>
      <w:r w:rsidR="00C41FF0" w:rsidRPr="007D4786">
        <w:rPr>
          <w:sz w:val="26"/>
          <w:szCs w:val="26"/>
        </w:rPr>
        <w:t xml:space="preserve"> муниципальный округ</w:t>
      </w:r>
      <w:r w:rsidRPr="007D4786">
        <w:rPr>
          <w:sz w:val="26"/>
          <w:szCs w:val="26"/>
        </w:rPr>
        <w:t xml:space="preserve">» Смоленской области поступают многочисленные обращения от молодых семей с просьбой оказать помощь в приобретении жилья. Ежегодно с обращениями о включении в число участников муниципальной программы «Обеспечение жильём молодых семей» обращаются свыше 10 молодых семей. </w:t>
      </w:r>
    </w:p>
    <w:p w:rsidR="006911C2" w:rsidRPr="007D4786" w:rsidRDefault="00A96728" w:rsidP="00BC44DE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6"/>
          <w:szCs w:val="26"/>
        </w:rPr>
      </w:pPr>
      <w:proofErr w:type="gramStart"/>
      <w:r w:rsidRPr="007D4786">
        <w:rPr>
          <w:sz w:val="26"/>
          <w:szCs w:val="26"/>
        </w:rPr>
        <w:t>В 2020</w:t>
      </w:r>
      <w:r w:rsidR="006911C2" w:rsidRPr="007D4786">
        <w:rPr>
          <w:sz w:val="26"/>
          <w:szCs w:val="26"/>
        </w:rPr>
        <w:t>-202</w:t>
      </w:r>
      <w:r w:rsidR="00D52B78">
        <w:rPr>
          <w:sz w:val="26"/>
          <w:szCs w:val="26"/>
        </w:rPr>
        <w:t>5</w:t>
      </w:r>
      <w:r w:rsidR="006911C2" w:rsidRPr="007D4786">
        <w:rPr>
          <w:sz w:val="26"/>
          <w:szCs w:val="26"/>
        </w:rPr>
        <w:t xml:space="preserve"> годах в рамках  муниципальной  программы «Обеспечение жильём молодых семей в </w:t>
      </w:r>
      <w:proofErr w:type="spellStart"/>
      <w:r w:rsidR="006911C2" w:rsidRPr="007D4786">
        <w:rPr>
          <w:sz w:val="26"/>
          <w:szCs w:val="26"/>
        </w:rPr>
        <w:t>Ярцевском</w:t>
      </w:r>
      <w:proofErr w:type="spellEnd"/>
      <w:r w:rsidR="006911C2" w:rsidRPr="007D4786">
        <w:rPr>
          <w:sz w:val="26"/>
          <w:szCs w:val="26"/>
        </w:rPr>
        <w:t xml:space="preserve"> районе Смоленской области» улучшили жилищные условия, при оказании поддержки за счёт средств федерального, областного бюджетов и бюджета муниципального образова</w:t>
      </w:r>
      <w:r w:rsidR="00D52B78">
        <w:rPr>
          <w:sz w:val="26"/>
          <w:szCs w:val="26"/>
        </w:rPr>
        <w:t>ния «</w:t>
      </w:r>
      <w:proofErr w:type="spellStart"/>
      <w:r w:rsidR="00D52B78">
        <w:rPr>
          <w:sz w:val="26"/>
          <w:szCs w:val="26"/>
        </w:rPr>
        <w:t>Ярцевский</w:t>
      </w:r>
      <w:proofErr w:type="spellEnd"/>
      <w:r w:rsidR="00D52B78">
        <w:rPr>
          <w:sz w:val="26"/>
          <w:szCs w:val="26"/>
        </w:rPr>
        <w:t xml:space="preserve"> муниципальный округ</w:t>
      </w:r>
      <w:r w:rsidR="006911C2" w:rsidRPr="007D4786">
        <w:rPr>
          <w:sz w:val="26"/>
          <w:szCs w:val="26"/>
        </w:rPr>
        <w:t xml:space="preserve">» Смоленской области </w:t>
      </w:r>
      <w:r w:rsidR="00D52B78">
        <w:rPr>
          <w:sz w:val="26"/>
          <w:szCs w:val="26"/>
        </w:rPr>
        <w:t>10</w:t>
      </w:r>
      <w:r w:rsidR="006911C2" w:rsidRPr="007D4786">
        <w:rPr>
          <w:sz w:val="26"/>
          <w:szCs w:val="26"/>
        </w:rPr>
        <w:t xml:space="preserve"> </w:t>
      </w:r>
      <w:proofErr w:type="spellStart"/>
      <w:r w:rsidR="006911C2" w:rsidRPr="007D4786">
        <w:rPr>
          <w:sz w:val="26"/>
          <w:szCs w:val="26"/>
        </w:rPr>
        <w:t>ярце</w:t>
      </w:r>
      <w:r w:rsidRPr="007D4786">
        <w:rPr>
          <w:sz w:val="26"/>
          <w:szCs w:val="26"/>
        </w:rPr>
        <w:t>вских</w:t>
      </w:r>
      <w:proofErr w:type="spellEnd"/>
      <w:r w:rsidRPr="007D4786">
        <w:rPr>
          <w:sz w:val="26"/>
          <w:szCs w:val="26"/>
        </w:rPr>
        <w:t xml:space="preserve"> молодых семей (</w:t>
      </w:r>
      <w:r w:rsidR="006911C2" w:rsidRPr="007D4786">
        <w:rPr>
          <w:sz w:val="26"/>
          <w:szCs w:val="26"/>
        </w:rPr>
        <w:t>2020 г. – 2 семьи, 2021 г. – 2 семьи, 2022 г. – 2 семьи</w:t>
      </w:r>
      <w:r w:rsidRPr="007D4786">
        <w:rPr>
          <w:sz w:val="26"/>
          <w:szCs w:val="26"/>
        </w:rPr>
        <w:t>, 2023 г. – 1 семья, 2024 г. – 2</w:t>
      </w:r>
      <w:proofErr w:type="gramEnd"/>
      <w:r w:rsidRPr="007D4786">
        <w:rPr>
          <w:sz w:val="26"/>
          <w:szCs w:val="26"/>
        </w:rPr>
        <w:t xml:space="preserve"> семьи</w:t>
      </w:r>
      <w:r w:rsidR="00D52B78">
        <w:rPr>
          <w:sz w:val="26"/>
          <w:szCs w:val="26"/>
        </w:rPr>
        <w:t>, 2025 г. – 1 семья</w:t>
      </w:r>
      <w:r w:rsidR="006911C2" w:rsidRPr="007D4786">
        <w:rPr>
          <w:sz w:val="26"/>
          <w:szCs w:val="26"/>
        </w:rPr>
        <w:t xml:space="preserve">). </w:t>
      </w:r>
    </w:p>
    <w:p w:rsidR="006911C2" w:rsidRPr="007D4786" w:rsidRDefault="006911C2" w:rsidP="00BC44DE">
      <w:pPr>
        <w:spacing w:line="240" w:lineRule="auto"/>
        <w:ind w:firstLine="708"/>
        <w:jc w:val="both"/>
        <w:rPr>
          <w:sz w:val="26"/>
          <w:szCs w:val="26"/>
        </w:rPr>
      </w:pPr>
      <w:r w:rsidRPr="007D4786">
        <w:rPr>
          <w:sz w:val="26"/>
          <w:szCs w:val="26"/>
        </w:rPr>
        <w:t xml:space="preserve">Оказание государственной и муниципальной финансовой поддержки молодым семьям в приобретении жилья, является для молодёжи </w:t>
      </w:r>
      <w:proofErr w:type="spellStart"/>
      <w:r w:rsidRPr="007D4786">
        <w:rPr>
          <w:sz w:val="26"/>
          <w:szCs w:val="26"/>
        </w:rPr>
        <w:t>Ярцевского</w:t>
      </w:r>
      <w:proofErr w:type="spellEnd"/>
      <w:r w:rsidRPr="007D4786">
        <w:rPr>
          <w:sz w:val="26"/>
          <w:szCs w:val="26"/>
        </w:rPr>
        <w:t xml:space="preserve"> </w:t>
      </w:r>
      <w:r w:rsidR="00B46F05" w:rsidRPr="007D4786">
        <w:rPr>
          <w:sz w:val="26"/>
          <w:szCs w:val="26"/>
        </w:rPr>
        <w:t>муниципального округа</w:t>
      </w:r>
      <w:r w:rsidRPr="007D4786">
        <w:rPr>
          <w:sz w:val="26"/>
          <w:szCs w:val="26"/>
        </w:rPr>
        <w:t xml:space="preserve"> стимулом для дальнейшего профессионального роста, основой для создания стабильных условий жизни и в итоге повлияет на улучшение демографической ситуации, на увеличение количества крепких и благополучных семей.</w:t>
      </w:r>
    </w:p>
    <w:p w:rsidR="006911C2" w:rsidRPr="007D4786" w:rsidRDefault="006911C2" w:rsidP="00BC44DE">
      <w:pPr>
        <w:spacing w:line="240" w:lineRule="auto"/>
        <w:ind w:firstLine="708"/>
        <w:jc w:val="both"/>
        <w:rPr>
          <w:sz w:val="26"/>
          <w:szCs w:val="26"/>
        </w:rPr>
      </w:pPr>
      <w:r w:rsidRPr="007D4786">
        <w:rPr>
          <w:sz w:val="26"/>
          <w:szCs w:val="26"/>
        </w:rPr>
        <w:t>Накопленный опыт использования программно-целевого метода для осуществления мер по улучшению жилищных условий молодых семей, а также социально-экономическая и демографическая ситуация в районе подтверждает целесообразность и необходимость продолжения работы по улучшению жилищных условий молодых семей.</w:t>
      </w:r>
    </w:p>
    <w:p w:rsidR="006911C2" w:rsidRPr="007D4786" w:rsidRDefault="006911C2" w:rsidP="00BC44DE">
      <w:pPr>
        <w:spacing w:line="240" w:lineRule="auto"/>
        <w:ind w:firstLine="708"/>
        <w:jc w:val="both"/>
        <w:rPr>
          <w:sz w:val="26"/>
          <w:szCs w:val="26"/>
        </w:rPr>
      </w:pPr>
      <w:r w:rsidRPr="007D4786">
        <w:rPr>
          <w:sz w:val="26"/>
          <w:szCs w:val="26"/>
        </w:rPr>
        <w:t>Необходимость решения проблемы обеспечения жильём молодых семей определяет целесообразность использования программно-целевого метода для решения указанной проблемы, поскольку она:</w:t>
      </w:r>
    </w:p>
    <w:p w:rsidR="006911C2" w:rsidRPr="007D4786" w:rsidRDefault="006911C2" w:rsidP="00BC44DE">
      <w:pPr>
        <w:tabs>
          <w:tab w:val="left" w:pos="4536"/>
        </w:tabs>
        <w:spacing w:line="240" w:lineRule="auto"/>
        <w:ind w:firstLine="708"/>
        <w:jc w:val="both"/>
        <w:rPr>
          <w:sz w:val="26"/>
          <w:szCs w:val="26"/>
        </w:rPr>
      </w:pPr>
      <w:r w:rsidRPr="007D4786">
        <w:rPr>
          <w:sz w:val="26"/>
          <w:szCs w:val="26"/>
        </w:rPr>
        <w:t xml:space="preserve">- не может быть </w:t>
      </w:r>
      <w:proofErr w:type="gramStart"/>
      <w:r w:rsidRPr="007D4786">
        <w:rPr>
          <w:sz w:val="26"/>
          <w:szCs w:val="26"/>
        </w:rPr>
        <w:t>решена</w:t>
      </w:r>
      <w:proofErr w:type="gramEnd"/>
      <w:r w:rsidRPr="007D4786">
        <w:rPr>
          <w:sz w:val="26"/>
          <w:szCs w:val="26"/>
        </w:rPr>
        <w:t xml:space="preserve"> без привлечения средств федерального и областного бюджетов;</w:t>
      </w:r>
    </w:p>
    <w:p w:rsidR="006911C2" w:rsidRPr="007D4786" w:rsidRDefault="006911C2" w:rsidP="00BC44DE">
      <w:pPr>
        <w:tabs>
          <w:tab w:val="left" w:pos="4536"/>
        </w:tabs>
        <w:spacing w:line="240" w:lineRule="auto"/>
        <w:ind w:firstLine="708"/>
        <w:jc w:val="both"/>
        <w:rPr>
          <w:sz w:val="26"/>
          <w:szCs w:val="26"/>
        </w:rPr>
      </w:pPr>
      <w:r w:rsidRPr="007D4786">
        <w:rPr>
          <w:sz w:val="26"/>
          <w:szCs w:val="26"/>
        </w:rPr>
        <w:t xml:space="preserve">- не может быть </w:t>
      </w:r>
      <w:proofErr w:type="gramStart"/>
      <w:r w:rsidRPr="007D4786">
        <w:rPr>
          <w:sz w:val="26"/>
          <w:szCs w:val="26"/>
        </w:rPr>
        <w:t>решена</w:t>
      </w:r>
      <w:proofErr w:type="gramEnd"/>
      <w:r w:rsidRPr="007D4786">
        <w:rPr>
          <w:sz w:val="26"/>
          <w:szCs w:val="26"/>
        </w:rPr>
        <w:t xml:space="preserve"> в течение одного года и требует значительных бюджетных расходов в течение нескольких лет;</w:t>
      </w:r>
    </w:p>
    <w:p w:rsidR="006911C2" w:rsidRPr="007D4786" w:rsidRDefault="006911C2" w:rsidP="00BC44DE">
      <w:pPr>
        <w:spacing w:line="240" w:lineRule="auto"/>
        <w:ind w:firstLine="708"/>
        <w:jc w:val="both"/>
        <w:rPr>
          <w:sz w:val="26"/>
          <w:szCs w:val="26"/>
        </w:rPr>
      </w:pPr>
      <w:r w:rsidRPr="007D4786">
        <w:rPr>
          <w:sz w:val="26"/>
          <w:szCs w:val="26"/>
        </w:rPr>
        <w:t xml:space="preserve">- носит комплексный характер, и её решение окажет положительное влияние на социальное благополучие населения </w:t>
      </w:r>
      <w:proofErr w:type="spellStart"/>
      <w:r w:rsidRPr="007D4786">
        <w:rPr>
          <w:sz w:val="26"/>
          <w:szCs w:val="26"/>
        </w:rPr>
        <w:t>Ярцевского</w:t>
      </w:r>
      <w:proofErr w:type="spellEnd"/>
      <w:r w:rsidRPr="007D4786">
        <w:rPr>
          <w:sz w:val="26"/>
          <w:szCs w:val="26"/>
        </w:rPr>
        <w:t xml:space="preserve"> </w:t>
      </w:r>
      <w:r w:rsidR="00B46F05" w:rsidRPr="007D4786">
        <w:rPr>
          <w:sz w:val="26"/>
          <w:szCs w:val="26"/>
        </w:rPr>
        <w:t xml:space="preserve">муниципального округа </w:t>
      </w:r>
      <w:r w:rsidRPr="007D4786">
        <w:rPr>
          <w:sz w:val="26"/>
          <w:szCs w:val="26"/>
        </w:rPr>
        <w:t>Смоленской области, общее экономическое развитие и рост производства.</w:t>
      </w:r>
    </w:p>
    <w:p w:rsidR="006911C2" w:rsidRPr="007D4786" w:rsidRDefault="006911C2" w:rsidP="00BC44DE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6911C2" w:rsidRPr="007D4786" w:rsidRDefault="006911C2" w:rsidP="006911C2">
      <w:pPr>
        <w:pStyle w:val="Default"/>
        <w:spacing w:line="276" w:lineRule="auto"/>
        <w:ind w:firstLine="708"/>
        <w:jc w:val="both"/>
        <w:rPr>
          <w:color w:val="auto"/>
          <w:sz w:val="26"/>
          <w:szCs w:val="26"/>
        </w:rPr>
      </w:pPr>
    </w:p>
    <w:p w:rsidR="006911C2" w:rsidRPr="007D4786" w:rsidRDefault="006911C2" w:rsidP="006911C2">
      <w:pPr>
        <w:pStyle w:val="Default"/>
        <w:spacing w:line="276" w:lineRule="auto"/>
        <w:ind w:firstLine="708"/>
        <w:jc w:val="both"/>
        <w:rPr>
          <w:color w:val="auto"/>
          <w:sz w:val="26"/>
          <w:szCs w:val="26"/>
        </w:rPr>
      </w:pPr>
    </w:p>
    <w:p w:rsidR="006911C2" w:rsidRPr="007D4786" w:rsidRDefault="006911C2" w:rsidP="006911C2">
      <w:pPr>
        <w:pStyle w:val="Default"/>
        <w:spacing w:line="276" w:lineRule="auto"/>
        <w:ind w:firstLine="708"/>
        <w:jc w:val="both"/>
        <w:rPr>
          <w:color w:val="auto"/>
          <w:sz w:val="26"/>
          <w:szCs w:val="26"/>
        </w:rPr>
      </w:pPr>
    </w:p>
    <w:p w:rsidR="006911C2" w:rsidRDefault="006911C2" w:rsidP="006911C2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</w:p>
    <w:p w:rsidR="00CA0DC3" w:rsidRDefault="00CA0DC3" w:rsidP="006911C2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</w:p>
    <w:p w:rsidR="00CA0DC3" w:rsidRDefault="00CA0DC3" w:rsidP="006911C2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</w:p>
    <w:p w:rsidR="00BC44DE" w:rsidRDefault="00BC44DE" w:rsidP="006911C2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</w:p>
    <w:p w:rsidR="00BC44DE" w:rsidRDefault="00BC44DE" w:rsidP="006911C2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</w:p>
    <w:p w:rsidR="00BC44DE" w:rsidRDefault="00BC44DE" w:rsidP="006911C2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4785"/>
        <w:gridCol w:w="4786"/>
      </w:tblGrid>
      <w:tr w:rsidR="00191BC9" w:rsidTr="005C14F5">
        <w:trPr>
          <w:trHeight w:val="923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191BC9" w:rsidRDefault="00191BC9" w:rsidP="00D97485">
            <w:pPr>
              <w:spacing w:line="240" w:lineRule="auto"/>
              <w:jc w:val="center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191BC9" w:rsidRPr="00BB74D3" w:rsidRDefault="00191BC9" w:rsidP="00D97485">
            <w:pPr>
              <w:spacing w:line="240" w:lineRule="auto"/>
              <w:jc w:val="both"/>
            </w:pPr>
            <w:r w:rsidRPr="00BB74D3">
              <w:t xml:space="preserve">Приложение № </w:t>
            </w:r>
            <w:r>
              <w:t>2</w:t>
            </w:r>
            <w:r w:rsidRPr="00BB74D3">
              <w:t xml:space="preserve"> к постановлению Администрации муниципального образования «</w:t>
            </w:r>
            <w:proofErr w:type="spellStart"/>
            <w:r w:rsidRPr="00BB74D3">
              <w:t>Ярцевский</w:t>
            </w:r>
            <w:proofErr w:type="spellEnd"/>
            <w:r w:rsidRPr="00BB74D3">
              <w:t xml:space="preserve"> муниципальный округ» Смоленской области</w:t>
            </w:r>
          </w:p>
          <w:p w:rsidR="0079275D" w:rsidRDefault="0079275D" w:rsidP="0079275D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  <w:r>
              <w:t>от ____________  № _______</w:t>
            </w:r>
          </w:p>
          <w:p w:rsidR="00191BC9" w:rsidRDefault="00191BC9" w:rsidP="00D97485">
            <w:pPr>
              <w:spacing w:line="240" w:lineRule="auto"/>
              <w:jc w:val="center"/>
            </w:pPr>
          </w:p>
        </w:tc>
      </w:tr>
    </w:tbl>
    <w:p w:rsidR="00773454" w:rsidRPr="00240624" w:rsidRDefault="00773454" w:rsidP="004D3ABE">
      <w:pPr>
        <w:spacing w:line="240" w:lineRule="auto"/>
        <w:jc w:val="center"/>
        <w:rPr>
          <w:b/>
          <w:sz w:val="28"/>
          <w:szCs w:val="28"/>
        </w:rPr>
      </w:pPr>
      <w:proofErr w:type="gramStart"/>
      <w:r w:rsidRPr="00240624">
        <w:rPr>
          <w:b/>
          <w:sz w:val="28"/>
          <w:szCs w:val="28"/>
        </w:rPr>
        <w:t>П</w:t>
      </w:r>
      <w:proofErr w:type="gramEnd"/>
      <w:r w:rsidRPr="00240624">
        <w:rPr>
          <w:b/>
          <w:sz w:val="28"/>
          <w:szCs w:val="28"/>
        </w:rPr>
        <w:t xml:space="preserve"> А С П О Р Т</w:t>
      </w:r>
    </w:p>
    <w:p w:rsidR="00773454" w:rsidRPr="00240624" w:rsidRDefault="00773454" w:rsidP="004D3ABE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 программы </w:t>
      </w:r>
    </w:p>
    <w:p w:rsidR="00773454" w:rsidRPr="00C7047D" w:rsidRDefault="00773454" w:rsidP="004D3ABE">
      <w:pPr>
        <w:spacing w:line="240" w:lineRule="auto"/>
        <w:jc w:val="center"/>
        <w:rPr>
          <w:b/>
          <w:sz w:val="28"/>
          <w:szCs w:val="28"/>
        </w:rPr>
      </w:pPr>
      <w:r w:rsidRPr="00C7047D">
        <w:rPr>
          <w:b/>
          <w:sz w:val="28"/>
          <w:szCs w:val="28"/>
        </w:rPr>
        <w:t xml:space="preserve">«Обеспечение жильем молодых семей в </w:t>
      </w:r>
      <w:r w:rsidR="00D11631">
        <w:rPr>
          <w:b/>
          <w:sz w:val="28"/>
          <w:szCs w:val="28"/>
        </w:rPr>
        <w:t>муниципальном образовании «</w:t>
      </w:r>
      <w:proofErr w:type="spellStart"/>
      <w:r w:rsidR="00D11631">
        <w:rPr>
          <w:b/>
          <w:sz w:val="28"/>
          <w:szCs w:val="28"/>
        </w:rPr>
        <w:t>Ярцевский</w:t>
      </w:r>
      <w:proofErr w:type="spellEnd"/>
      <w:r w:rsidRPr="00C7047D">
        <w:rPr>
          <w:b/>
          <w:sz w:val="28"/>
          <w:szCs w:val="28"/>
        </w:rPr>
        <w:t xml:space="preserve"> </w:t>
      </w:r>
      <w:r w:rsidR="00D11631">
        <w:rPr>
          <w:b/>
          <w:sz w:val="28"/>
          <w:szCs w:val="28"/>
        </w:rPr>
        <w:t>муниципальный округ»</w:t>
      </w:r>
      <w:r w:rsidR="00C7047D">
        <w:rPr>
          <w:b/>
          <w:sz w:val="28"/>
          <w:szCs w:val="28"/>
        </w:rPr>
        <w:t xml:space="preserve"> </w:t>
      </w:r>
      <w:r w:rsidRPr="00C7047D">
        <w:rPr>
          <w:b/>
          <w:sz w:val="28"/>
          <w:szCs w:val="28"/>
        </w:rPr>
        <w:t>Смоленской области»</w:t>
      </w:r>
    </w:p>
    <w:p w:rsidR="00773454" w:rsidRPr="007F2F18" w:rsidRDefault="00773454" w:rsidP="004D3ABE">
      <w:pPr>
        <w:tabs>
          <w:tab w:val="left" w:pos="6525"/>
        </w:tabs>
        <w:spacing w:line="240" w:lineRule="auto"/>
        <w:rPr>
          <w:i/>
          <w:sz w:val="16"/>
          <w:szCs w:val="16"/>
        </w:rPr>
      </w:pPr>
      <w:r>
        <w:rPr>
          <w:i/>
          <w:sz w:val="28"/>
          <w:szCs w:val="28"/>
        </w:rPr>
        <w:tab/>
      </w:r>
    </w:p>
    <w:p w:rsidR="00773454" w:rsidRPr="009B1E59" w:rsidRDefault="00773454" w:rsidP="009B1E59">
      <w:pPr>
        <w:numPr>
          <w:ilvl w:val="0"/>
          <w:numId w:val="3"/>
        </w:numPr>
        <w:spacing w:line="240" w:lineRule="auto"/>
        <w:contextualSpacing/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>Основные положения</w:t>
      </w:r>
    </w:p>
    <w:tbl>
      <w:tblPr>
        <w:tblW w:w="5332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3"/>
        <w:gridCol w:w="7374"/>
      </w:tblGrid>
      <w:tr w:rsidR="002B22BA" w:rsidRPr="00D52E1F" w:rsidTr="002B22BA">
        <w:trPr>
          <w:cantSplit/>
          <w:trHeight w:val="706"/>
        </w:trPr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54" w:rsidRPr="00D52E1F" w:rsidRDefault="00773454" w:rsidP="002B22BA">
            <w:pPr>
              <w:spacing w:line="240" w:lineRule="auto"/>
              <w:rPr>
                <w:sz w:val="24"/>
                <w:szCs w:val="24"/>
              </w:rPr>
            </w:pPr>
            <w:r w:rsidRPr="00C724C9">
              <w:rPr>
                <w:sz w:val="24"/>
                <w:szCs w:val="24"/>
              </w:rPr>
              <w:t xml:space="preserve">Ответственный исполнитель </w:t>
            </w:r>
            <w:r w:rsidRPr="00C724C9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муниципальной</w:t>
            </w:r>
            <w:r w:rsidRPr="00C724C9">
              <w:rPr>
                <w:sz w:val="24"/>
                <w:szCs w:val="24"/>
              </w:rPr>
              <w:t xml:space="preserve"> программы</w:t>
            </w:r>
            <w:r w:rsidRPr="00D52E1F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54" w:rsidRPr="00A11431" w:rsidRDefault="00AD71A8" w:rsidP="002B22BA">
            <w:pPr>
              <w:spacing w:line="240" w:lineRule="auto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У</w:t>
            </w:r>
            <w:r w:rsidR="009C36D4">
              <w:rPr>
                <w:rFonts w:eastAsia="Arial Unicode MS"/>
                <w:sz w:val="24"/>
                <w:szCs w:val="24"/>
              </w:rPr>
              <w:t>правление</w:t>
            </w:r>
            <w:r w:rsidR="00773454" w:rsidRPr="00A11431">
              <w:rPr>
                <w:rFonts w:eastAsia="Arial Unicode MS"/>
                <w:sz w:val="24"/>
                <w:szCs w:val="24"/>
              </w:rPr>
              <w:t xml:space="preserve"> по образованию и молодежной политике Администрации муниципальн</w:t>
            </w:r>
            <w:r w:rsidR="00B154EF">
              <w:rPr>
                <w:rFonts w:eastAsia="Arial Unicode MS"/>
                <w:sz w:val="24"/>
                <w:szCs w:val="24"/>
              </w:rPr>
              <w:t>ого образования «</w:t>
            </w:r>
            <w:proofErr w:type="spellStart"/>
            <w:r w:rsidR="00B154EF">
              <w:rPr>
                <w:rFonts w:eastAsia="Arial Unicode MS"/>
                <w:sz w:val="24"/>
                <w:szCs w:val="24"/>
              </w:rPr>
              <w:t>Ярцевский</w:t>
            </w:r>
            <w:proofErr w:type="spellEnd"/>
            <w:r w:rsidR="00B154EF">
              <w:rPr>
                <w:rFonts w:eastAsia="Arial Unicode MS"/>
                <w:sz w:val="24"/>
                <w:szCs w:val="24"/>
              </w:rPr>
              <w:t xml:space="preserve"> муниципальный округ</w:t>
            </w:r>
            <w:r w:rsidR="00773454" w:rsidRPr="00A11431">
              <w:rPr>
                <w:rFonts w:eastAsia="Arial Unicode MS"/>
                <w:sz w:val="24"/>
                <w:szCs w:val="24"/>
              </w:rPr>
              <w:t>» Смоленской области</w:t>
            </w:r>
          </w:p>
        </w:tc>
      </w:tr>
      <w:tr w:rsidR="002B22BA" w:rsidRPr="00D52E1F" w:rsidTr="002B22BA">
        <w:trPr>
          <w:cantSplit/>
          <w:trHeight w:val="407"/>
        </w:trPr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54" w:rsidRPr="00D52E1F" w:rsidRDefault="00773454" w:rsidP="002B22BA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D52E1F">
              <w:rPr>
                <w:sz w:val="24"/>
                <w:szCs w:val="24"/>
              </w:rPr>
              <w:t>Период реализации</w:t>
            </w:r>
          </w:p>
        </w:tc>
        <w:tc>
          <w:tcPr>
            <w:tcW w:w="3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54" w:rsidRPr="00A11431" w:rsidRDefault="009C36D4" w:rsidP="002B22BA">
            <w:pPr>
              <w:spacing w:line="240" w:lineRule="auto"/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2025 – 2028</w:t>
            </w:r>
            <w:r w:rsidR="00B154EF">
              <w:rPr>
                <w:sz w:val="24"/>
                <w:szCs w:val="24"/>
              </w:rPr>
              <w:t xml:space="preserve"> </w:t>
            </w:r>
            <w:r w:rsidR="00773454" w:rsidRPr="00A11431">
              <w:rPr>
                <w:sz w:val="24"/>
                <w:szCs w:val="24"/>
              </w:rPr>
              <w:t>годы</w:t>
            </w:r>
          </w:p>
        </w:tc>
      </w:tr>
      <w:tr w:rsidR="002B22BA" w:rsidRPr="00D52E1F" w:rsidTr="002B22BA">
        <w:trPr>
          <w:cantSplit/>
          <w:trHeight w:val="725"/>
        </w:trPr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54" w:rsidRPr="00D52E1F" w:rsidRDefault="00773454" w:rsidP="002B22BA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D52E1F">
              <w:rPr>
                <w:sz w:val="24"/>
                <w:szCs w:val="24"/>
              </w:rPr>
              <w:t>Цел</w:t>
            </w:r>
            <w:r>
              <w:rPr>
                <w:sz w:val="24"/>
                <w:szCs w:val="24"/>
              </w:rPr>
              <w:t>ь</w:t>
            </w:r>
            <w:r w:rsidRPr="00D52E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муниципальной </w:t>
            </w:r>
            <w:r w:rsidRPr="00D52E1F">
              <w:rPr>
                <w:sz w:val="24"/>
                <w:szCs w:val="24"/>
              </w:rPr>
              <w:t xml:space="preserve"> программы </w:t>
            </w:r>
          </w:p>
        </w:tc>
        <w:tc>
          <w:tcPr>
            <w:tcW w:w="3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54" w:rsidRPr="00A11431" w:rsidRDefault="00773454" w:rsidP="002B22BA">
            <w:pPr>
              <w:spacing w:line="240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BA60AF">
              <w:rPr>
                <w:sz w:val="24"/>
                <w:szCs w:val="24"/>
              </w:rPr>
              <w:t xml:space="preserve">Государственная и муниципальная поддержка в решении жилищной проблемы молодых семей, проживающих на территории </w:t>
            </w:r>
            <w:proofErr w:type="spellStart"/>
            <w:r w:rsidRPr="00BA60AF">
              <w:rPr>
                <w:sz w:val="24"/>
                <w:szCs w:val="24"/>
              </w:rPr>
              <w:t>Ярцевского</w:t>
            </w:r>
            <w:proofErr w:type="spellEnd"/>
            <w:r w:rsidRPr="00BA60AF">
              <w:rPr>
                <w:sz w:val="24"/>
                <w:szCs w:val="24"/>
              </w:rPr>
              <w:t xml:space="preserve"> </w:t>
            </w:r>
            <w:r w:rsidR="00585EBA">
              <w:rPr>
                <w:sz w:val="24"/>
                <w:szCs w:val="24"/>
              </w:rPr>
              <w:t>муниципального округа</w:t>
            </w:r>
            <w:r w:rsidRPr="00BA60AF">
              <w:rPr>
                <w:sz w:val="24"/>
                <w:szCs w:val="24"/>
              </w:rPr>
              <w:t xml:space="preserve"> Смоленской области и признанных в установленном порядке, нуждающимися в улучшении жилищных условий и повышении эффективности исполнения таких обязательств.</w:t>
            </w:r>
          </w:p>
        </w:tc>
      </w:tr>
      <w:tr w:rsidR="002B22BA" w:rsidRPr="00D52E1F" w:rsidTr="002B22BA">
        <w:trPr>
          <w:cantSplit/>
          <w:trHeight w:val="766"/>
        </w:trPr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3454" w:rsidRPr="00454F53" w:rsidRDefault="00773454" w:rsidP="002B22B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</w:t>
            </w:r>
            <w:r w:rsidRPr="00A90541">
              <w:rPr>
                <w:iCs/>
                <w:sz w:val="24"/>
                <w:szCs w:val="24"/>
              </w:rPr>
              <w:t>егиональны</w:t>
            </w:r>
            <w:r>
              <w:rPr>
                <w:iCs/>
                <w:sz w:val="24"/>
                <w:szCs w:val="24"/>
              </w:rPr>
              <w:t>е</w:t>
            </w:r>
            <w:r w:rsidRPr="00A90541">
              <w:rPr>
                <w:iCs/>
                <w:sz w:val="24"/>
                <w:szCs w:val="24"/>
              </w:rPr>
              <w:t xml:space="preserve"> проект</w:t>
            </w:r>
            <w:r>
              <w:rPr>
                <w:iCs/>
                <w:sz w:val="24"/>
                <w:szCs w:val="24"/>
              </w:rPr>
              <w:t>ы</w:t>
            </w:r>
            <w:r w:rsidRPr="00A90541">
              <w:rPr>
                <w:iCs/>
                <w:sz w:val="24"/>
                <w:szCs w:val="24"/>
              </w:rPr>
              <w:t>, реализуемы</w:t>
            </w:r>
            <w:r>
              <w:rPr>
                <w:iCs/>
                <w:sz w:val="24"/>
                <w:szCs w:val="24"/>
              </w:rPr>
              <w:t>е</w:t>
            </w:r>
            <w:r w:rsidRPr="00A90541">
              <w:rPr>
                <w:iCs/>
                <w:sz w:val="24"/>
                <w:szCs w:val="24"/>
              </w:rPr>
              <w:t xml:space="preserve"> в рамках</w:t>
            </w:r>
            <w:r>
              <w:rPr>
                <w:iCs/>
                <w:sz w:val="24"/>
                <w:szCs w:val="24"/>
              </w:rPr>
              <w:t xml:space="preserve"> муниципальной </w:t>
            </w:r>
            <w:r w:rsidRPr="00A90541">
              <w:rPr>
                <w:iCs/>
                <w:sz w:val="24"/>
                <w:szCs w:val="24"/>
              </w:rPr>
              <w:t xml:space="preserve"> программы</w:t>
            </w:r>
          </w:p>
        </w:tc>
        <w:tc>
          <w:tcPr>
            <w:tcW w:w="36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73454" w:rsidRPr="00A11431" w:rsidRDefault="00773454" w:rsidP="002B22B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A11431">
              <w:rPr>
                <w:rFonts w:eastAsia="Arial Unicode MS"/>
                <w:sz w:val="24"/>
                <w:szCs w:val="24"/>
              </w:rPr>
              <w:t>В рамках муниципальной программы региональные проекты не реализуются</w:t>
            </w:r>
          </w:p>
        </w:tc>
      </w:tr>
    </w:tbl>
    <w:tbl>
      <w:tblPr>
        <w:tblStyle w:val="aa"/>
        <w:tblW w:w="10207" w:type="dxa"/>
        <w:tblInd w:w="-318" w:type="dxa"/>
        <w:tblLook w:val="04A0"/>
      </w:tblPr>
      <w:tblGrid>
        <w:gridCol w:w="2835"/>
        <w:gridCol w:w="7372"/>
      </w:tblGrid>
      <w:tr w:rsidR="0079089E" w:rsidRPr="00283BF3" w:rsidTr="002B22BA">
        <w:tc>
          <w:tcPr>
            <w:tcW w:w="2835" w:type="dxa"/>
          </w:tcPr>
          <w:p w:rsidR="0079089E" w:rsidRPr="00947502" w:rsidRDefault="0079089E" w:rsidP="002B22BA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7502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  <w:r w:rsidRPr="00947502">
              <w:rPr>
                <w:sz w:val="24"/>
                <w:szCs w:val="24"/>
              </w:rPr>
              <w:t xml:space="preserve"> (по годам реализации и в разрезе источников финансирования на очередной финансовый год и 1, 2 годы планового периода)</w:t>
            </w:r>
          </w:p>
          <w:p w:rsidR="0079089E" w:rsidRPr="00947502" w:rsidRDefault="0079089E" w:rsidP="002B22BA">
            <w:pPr>
              <w:pStyle w:val="af1"/>
              <w:spacing w:after="240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7372" w:type="dxa"/>
          </w:tcPr>
          <w:p w:rsidR="0079089E" w:rsidRPr="00283BF3" w:rsidRDefault="0079089E" w:rsidP="002B22BA">
            <w:pPr>
              <w:pStyle w:val="af1"/>
              <w:spacing w:after="240" w:line="240" w:lineRule="auto"/>
              <w:ind w:left="0"/>
              <w:jc w:val="both"/>
              <w:rPr>
                <w:sz w:val="24"/>
                <w:szCs w:val="24"/>
              </w:rPr>
            </w:pPr>
            <w:r w:rsidRPr="00283BF3">
              <w:rPr>
                <w:sz w:val="24"/>
                <w:szCs w:val="24"/>
              </w:rPr>
              <w:t>Общий объем финансирования состав</w:t>
            </w:r>
            <w:r w:rsidR="00FA5DEE">
              <w:rPr>
                <w:sz w:val="24"/>
                <w:szCs w:val="24"/>
              </w:rPr>
              <w:t>ляет 1 984 200,00</w:t>
            </w:r>
            <w:r w:rsidRPr="00283BF3">
              <w:rPr>
                <w:sz w:val="24"/>
                <w:szCs w:val="24"/>
              </w:rPr>
              <w:t xml:space="preserve"> рублей, из них:</w:t>
            </w:r>
          </w:p>
          <w:p w:rsidR="0079089E" w:rsidRPr="00283BF3" w:rsidRDefault="0079089E" w:rsidP="002B22BA">
            <w:pPr>
              <w:pStyle w:val="af1"/>
              <w:spacing w:after="240" w:line="240" w:lineRule="auto"/>
              <w:ind w:left="0"/>
              <w:jc w:val="both"/>
              <w:rPr>
                <w:sz w:val="24"/>
                <w:szCs w:val="24"/>
              </w:rPr>
            </w:pPr>
            <w:r w:rsidRPr="00283BF3">
              <w:rPr>
                <w:sz w:val="24"/>
                <w:szCs w:val="24"/>
              </w:rPr>
              <w:t>- 2025 год – 756 000,00 рублей;</w:t>
            </w:r>
          </w:p>
          <w:p w:rsidR="0079089E" w:rsidRPr="00283BF3" w:rsidRDefault="00FA5DEE" w:rsidP="002B22BA">
            <w:pPr>
              <w:pStyle w:val="af1"/>
              <w:spacing w:after="24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- 2026 год – 409 400,00</w:t>
            </w:r>
            <w:r w:rsidR="0079089E" w:rsidRPr="00283BF3">
              <w:rPr>
                <w:sz w:val="24"/>
                <w:szCs w:val="24"/>
              </w:rPr>
              <w:t xml:space="preserve"> рублей;</w:t>
            </w:r>
          </w:p>
          <w:p w:rsidR="0079089E" w:rsidRDefault="0079089E" w:rsidP="002B22BA">
            <w:pPr>
              <w:pStyle w:val="af1"/>
              <w:spacing w:after="240" w:line="240" w:lineRule="auto"/>
              <w:ind w:left="0"/>
              <w:jc w:val="both"/>
              <w:rPr>
                <w:sz w:val="24"/>
                <w:szCs w:val="24"/>
              </w:rPr>
            </w:pPr>
            <w:r w:rsidRPr="00283BF3">
              <w:rPr>
                <w:sz w:val="24"/>
                <w:szCs w:val="24"/>
              </w:rPr>
              <w:t>- 20</w:t>
            </w:r>
            <w:r w:rsidR="00FA5DEE">
              <w:rPr>
                <w:sz w:val="24"/>
                <w:szCs w:val="24"/>
              </w:rPr>
              <w:t>27 год – 409 400,00</w:t>
            </w:r>
            <w:r w:rsidR="00C07CF8">
              <w:rPr>
                <w:sz w:val="24"/>
                <w:szCs w:val="24"/>
              </w:rPr>
              <w:t xml:space="preserve"> рублей;</w:t>
            </w:r>
          </w:p>
          <w:p w:rsidR="00C07CF8" w:rsidRPr="00283BF3" w:rsidRDefault="00C07CF8" w:rsidP="002B22BA">
            <w:pPr>
              <w:pStyle w:val="af1"/>
              <w:spacing w:after="24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- 2028 год </w:t>
            </w:r>
            <w:r w:rsidR="006F6A80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FA5DEE">
              <w:rPr>
                <w:sz w:val="24"/>
                <w:szCs w:val="24"/>
              </w:rPr>
              <w:t>409 400</w:t>
            </w:r>
            <w:r w:rsidR="006F6A80">
              <w:rPr>
                <w:sz w:val="24"/>
                <w:szCs w:val="24"/>
              </w:rPr>
              <w:t>,00 рублей.</w:t>
            </w:r>
          </w:p>
          <w:p w:rsidR="0079089E" w:rsidRPr="00283BF3" w:rsidRDefault="0079089E" w:rsidP="002B22BA">
            <w:pPr>
              <w:pStyle w:val="af1"/>
              <w:spacing w:after="240" w:line="240" w:lineRule="auto"/>
              <w:ind w:left="0"/>
              <w:jc w:val="both"/>
              <w:rPr>
                <w:sz w:val="24"/>
                <w:szCs w:val="24"/>
              </w:rPr>
            </w:pPr>
            <w:r w:rsidRPr="00283BF3">
              <w:rPr>
                <w:sz w:val="24"/>
                <w:szCs w:val="24"/>
              </w:rPr>
              <w:t>В разрезе источников финансирования:</w:t>
            </w:r>
          </w:p>
          <w:p w:rsidR="0079089E" w:rsidRPr="00283BF3" w:rsidRDefault="0079089E" w:rsidP="002B22BA">
            <w:pPr>
              <w:pStyle w:val="af1"/>
              <w:spacing w:after="240" w:line="240" w:lineRule="auto"/>
              <w:ind w:left="0"/>
              <w:jc w:val="both"/>
              <w:rPr>
                <w:sz w:val="24"/>
                <w:szCs w:val="24"/>
              </w:rPr>
            </w:pPr>
            <w:r w:rsidRPr="00283BF3">
              <w:rPr>
                <w:b/>
                <w:sz w:val="24"/>
                <w:szCs w:val="24"/>
              </w:rPr>
              <w:t>2025 год</w:t>
            </w:r>
            <w:r w:rsidRPr="00283BF3">
              <w:rPr>
                <w:sz w:val="24"/>
                <w:szCs w:val="24"/>
              </w:rPr>
              <w:t xml:space="preserve"> – всего 756 000,00 рублей, из них:</w:t>
            </w:r>
          </w:p>
          <w:p w:rsidR="0079089E" w:rsidRPr="00283BF3" w:rsidRDefault="0079089E" w:rsidP="002B22BA">
            <w:pPr>
              <w:pStyle w:val="af1"/>
              <w:spacing w:after="240" w:line="240" w:lineRule="auto"/>
              <w:ind w:left="0"/>
              <w:jc w:val="both"/>
              <w:rPr>
                <w:sz w:val="24"/>
                <w:szCs w:val="24"/>
              </w:rPr>
            </w:pPr>
            <w:r w:rsidRPr="00283BF3">
              <w:rPr>
                <w:sz w:val="24"/>
                <w:szCs w:val="24"/>
              </w:rPr>
              <w:t>средства федерального бюджета – 232 237,41 рублей;</w:t>
            </w:r>
          </w:p>
          <w:p w:rsidR="0079089E" w:rsidRPr="00283BF3" w:rsidRDefault="0079089E" w:rsidP="002B22BA">
            <w:pPr>
              <w:pStyle w:val="af1"/>
              <w:spacing w:after="240" w:line="240" w:lineRule="auto"/>
              <w:ind w:left="0"/>
              <w:jc w:val="both"/>
              <w:rPr>
                <w:sz w:val="24"/>
                <w:szCs w:val="24"/>
              </w:rPr>
            </w:pPr>
            <w:r w:rsidRPr="00283BF3">
              <w:rPr>
                <w:sz w:val="24"/>
                <w:szCs w:val="24"/>
              </w:rPr>
              <w:t>средства областного бюджета – 303 999,80 рублей;</w:t>
            </w:r>
          </w:p>
          <w:p w:rsidR="0079089E" w:rsidRPr="00283BF3" w:rsidRDefault="0079089E" w:rsidP="002B22BA">
            <w:pPr>
              <w:pStyle w:val="af1"/>
              <w:spacing w:after="240" w:line="240" w:lineRule="auto"/>
              <w:ind w:left="0"/>
              <w:jc w:val="both"/>
              <w:rPr>
                <w:sz w:val="24"/>
                <w:szCs w:val="24"/>
              </w:rPr>
            </w:pPr>
            <w:r w:rsidRPr="00283BF3">
              <w:rPr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283BF3">
              <w:rPr>
                <w:sz w:val="24"/>
                <w:szCs w:val="24"/>
              </w:rPr>
              <w:t>Ярцевский</w:t>
            </w:r>
            <w:proofErr w:type="spellEnd"/>
            <w:r w:rsidRPr="00283BF3">
              <w:rPr>
                <w:sz w:val="24"/>
                <w:szCs w:val="24"/>
              </w:rPr>
              <w:t xml:space="preserve"> муниципальный округ» Смоленской области – 219 762,79 рублей.</w:t>
            </w:r>
          </w:p>
          <w:p w:rsidR="0079089E" w:rsidRPr="00283BF3" w:rsidRDefault="0079089E" w:rsidP="002B22BA">
            <w:pPr>
              <w:pStyle w:val="af1"/>
              <w:spacing w:after="240" w:line="240" w:lineRule="auto"/>
              <w:ind w:left="0"/>
              <w:jc w:val="both"/>
              <w:rPr>
                <w:sz w:val="24"/>
                <w:szCs w:val="24"/>
              </w:rPr>
            </w:pPr>
            <w:r w:rsidRPr="00283BF3">
              <w:rPr>
                <w:b/>
                <w:sz w:val="24"/>
                <w:szCs w:val="24"/>
              </w:rPr>
              <w:t>2026 год</w:t>
            </w:r>
            <w:r w:rsidR="00607E64">
              <w:rPr>
                <w:sz w:val="24"/>
                <w:szCs w:val="24"/>
              </w:rPr>
              <w:t xml:space="preserve"> – всего 409 400,00</w:t>
            </w:r>
            <w:r w:rsidRPr="00283BF3">
              <w:rPr>
                <w:sz w:val="24"/>
                <w:szCs w:val="24"/>
              </w:rPr>
              <w:t xml:space="preserve"> рублей, из них:</w:t>
            </w:r>
          </w:p>
          <w:p w:rsidR="0079089E" w:rsidRPr="00283BF3" w:rsidRDefault="0079089E" w:rsidP="002B22BA">
            <w:pPr>
              <w:pStyle w:val="af1"/>
              <w:spacing w:after="240" w:line="240" w:lineRule="auto"/>
              <w:ind w:left="0"/>
              <w:jc w:val="both"/>
              <w:rPr>
                <w:sz w:val="24"/>
                <w:szCs w:val="24"/>
              </w:rPr>
            </w:pPr>
            <w:r w:rsidRPr="00283BF3">
              <w:rPr>
                <w:sz w:val="24"/>
                <w:szCs w:val="24"/>
              </w:rPr>
              <w:t>средства ф</w:t>
            </w:r>
            <w:r w:rsidR="00607E64">
              <w:rPr>
                <w:sz w:val="24"/>
                <w:szCs w:val="24"/>
              </w:rPr>
              <w:t>едерального бюджета – 0,00</w:t>
            </w:r>
            <w:r w:rsidRPr="00283BF3">
              <w:rPr>
                <w:sz w:val="24"/>
                <w:szCs w:val="24"/>
              </w:rPr>
              <w:t xml:space="preserve"> рублей;</w:t>
            </w:r>
          </w:p>
          <w:p w:rsidR="0079089E" w:rsidRPr="00283BF3" w:rsidRDefault="0079089E" w:rsidP="002B22BA">
            <w:pPr>
              <w:pStyle w:val="af1"/>
              <w:spacing w:after="240" w:line="240" w:lineRule="auto"/>
              <w:ind w:left="0"/>
              <w:jc w:val="both"/>
              <w:rPr>
                <w:sz w:val="24"/>
                <w:szCs w:val="24"/>
              </w:rPr>
            </w:pPr>
            <w:r w:rsidRPr="00283BF3">
              <w:rPr>
                <w:sz w:val="24"/>
                <w:szCs w:val="24"/>
              </w:rPr>
              <w:t>средства</w:t>
            </w:r>
            <w:r w:rsidR="00607E64">
              <w:rPr>
                <w:sz w:val="24"/>
                <w:szCs w:val="24"/>
              </w:rPr>
              <w:t xml:space="preserve"> областного бюджета – 0,00</w:t>
            </w:r>
            <w:r w:rsidRPr="00283BF3">
              <w:rPr>
                <w:sz w:val="24"/>
                <w:szCs w:val="24"/>
              </w:rPr>
              <w:t xml:space="preserve"> рублей;</w:t>
            </w:r>
          </w:p>
          <w:p w:rsidR="0079089E" w:rsidRPr="00283BF3" w:rsidRDefault="0079089E" w:rsidP="002B22BA">
            <w:pPr>
              <w:pStyle w:val="af1"/>
              <w:spacing w:after="240" w:line="240" w:lineRule="auto"/>
              <w:ind w:left="0"/>
              <w:jc w:val="both"/>
              <w:rPr>
                <w:sz w:val="24"/>
                <w:szCs w:val="24"/>
              </w:rPr>
            </w:pPr>
            <w:r w:rsidRPr="00283BF3">
              <w:rPr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283BF3">
              <w:rPr>
                <w:sz w:val="24"/>
                <w:szCs w:val="24"/>
              </w:rPr>
              <w:t>Ярцевский</w:t>
            </w:r>
            <w:proofErr w:type="spellEnd"/>
            <w:r w:rsidRPr="00283BF3">
              <w:rPr>
                <w:sz w:val="24"/>
                <w:szCs w:val="24"/>
              </w:rPr>
              <w:t xml:space="preserve"> муниципальный округ» Смоленской области – 409 400,00 рублей.</w:t>
            </w:r>
          </w:p>
          <w:p w:rsidR="0079089E" w:rsidRPr="00283BF3" w:rsidRDefault="0079089E" w:rsidP="002B22BA">
            <w:pPr>
              <w:pStyle w:val="af1"/>
              <w:spacing w:after="240" w:line="240" w:lineRule="auto"/>
              <w:ind w:left="0"/>
              <w:jc w:val="both"/>
              <w:rPr>
                <w:sz w:val="24"/>
                <w:szCs w:val="24"/>
              </w:rPr>
            </w:pPr>
            <w:r w:rsidRPr="00283BF3">
              <w:rPr>
                <w:b/>
                <w:sz w:val="24"/>
                <w:szCs w:val="24"/>
              </w:rPr>
              <w:t>2027 год</w:t>
            </w:r>
            <w:r w:rsidRPr="00283BF3">
              <w:rPr>
                <w:sz w:val="24"/>
                <w:szCs w:val="24"/>
              </w:rPr>
              <w:t xml:space="preserve"> – всего </w:t>
            </w:r>
            <w:r w:rsidR="00607E64" w:rsidRPr="00283BF3">
              <w:rPr>
                <w:sz w:val="24"/>
                <w:szCs w:val="24"/>
              </w:rPr>
              <w:t xml:space="preserve">409 400,00 </w:t>
            </w:r>
            <w:r w:rsidRPr="00283BF3">
              <w:rPr>
                <w:sz w:val="24"/>
                <w:szCs w:val="24"/>
              </w:rPr>
              <w:t>рублей, из них:</w:t>
            </w:r>
          </w:p>
          <w:p w:rsidR="0079089E" w:rsidRPr="00283BF3" w:rsidRDefault="0079089E" w:rsidP="002B22BA">
            <w:pPr>
              <w:pStyle w:val="af1"/>
              <w:spacing w:after="240" w:line="240" w:lineRule="auto"/>
              <w:ind w:left="0"/>
              <w:jc w:val="both"/>
              <w:rPr>
                <w:sz w:val="24"/>
                <w:szCs w:val="24"/>
              </w:rPr>
            </w:pPr>
            <w:r w:rsidRPr="00283BF3">
              <w:rPr>
                <w:sz w:val="24"/>
                <w:szCs w:val="24"/>
              </w:rPr>
              <w:t xml:space="preserve">средства федерального бюджета – </w:t>
            </w:r>
            <w:r w:rsidR="00607E64">
              <w:rPr>
                <w:sz w:val="24"/>
                <w:szCs w:val="24"/>
              </w:rPr>
              <w:t>0,00</w:t>
            </w:r>
            <w:r w:rsidRPr="00283BF3">
              <w:rPr>
                <w:sz w:val="24"/>
                <w:szCs w:val="24"/>
              </w:rPr>
              <w:t xml:space="preserve"> рублей;</w:t>
            </w:r>
          </w:p>
          <w:p w:rsidR="0079089E" w:rsidRPr="00283BF3" w:rsidRDefault="0079089E" w:rsidP="002B22BA">
            <w:pPr>
              <w:pStyle w:val="af1"/>
              <w:spacing w:after="240" w:line="240" w:lineRule="auto"/>
              <w:ind w:left="0"/>
              <w:jc w:val="both"/>
              <w:rPr>
                <w:sz w:val="24"/>
                <w:szCs w:val="24"/>
              </w:rPr>
            </w:pPr>
            <w:r w:rsidRPr="00283BF3">
              <w:rPr>
                <w:sz w:val="24"/>
                <w:szCs w:val="24"/>
              </w:rPr>
              <w:t xml:space="preserve">средства областного бюджета – </w:t>
            </w:r>
            <w:r w:rsidR="00607E64">
              <w:rPr>
                <w:sz w:val="24"/>
                <w:szCs w:val="24"/>
              </w:rPr>
              <w:t>0,00</w:t>
            </w:r>
            <w:r w:rsidRPr="00283BF3">
              <w:rPr>
                <w:sz w:val="24"/>
                <w:szCs w:val="24"/>
              </w:rPr>
              <w:t xml:space="preserve"> рублей;</w:t>
            </w:r>
          </w:p>
          <w:p w:rsidR="0079089E" w:rsidRDefault="0079089E" w:rsidP="002B22BA">
            <w:pPr>
              <w:pStyle w:val="af1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283BF3">
              <w:rPr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283BF3">
              <w:rPr>
                <w:sz w:val="24"/>
                <w:szCs w:val="24"/>
              </w:rPr>
              <w:t>Ярцевский</w:t>
            </w:r>
            <w:proofErr w:type="spellEnd"/>
            <w:r w:rsidRPr="00283BF3">
              <w:rPr>
                <w:sz w:val="24"/>
                <w:szCs w:val="24"/>
              </w:rPr>
              <w:t xml:space="preserve"> муниципальный округ» Смоленской</w:t>
            </w:r>
            <w:r>
              <w:rPr>
                <w:sz w:val="24"/>
                <w:szCs w:val="24"/>
              </w:rPr>
              <w:t xml:space="preserve"> области – 409 400,00 рублей</w:t>
            </w:r>
            <w:r w:rsidR="00431894">
              <w:rPr>
                <w:sz w:val="24"/>
                <w:szCs w:val="24"/>
              </w:rPr>
              <w:t>;</w:t>
            </w:r>
          </w:p>
          <w:p w:rsidR="00431894" w:rsidRPr="00283BF3" w:rsidRDefault="00431894" w:rsidP="002B22BA">
            <w:pPr>
              <w:pStyle w:val="af1"/>
              <w:spacing w:after="24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2028 </w:t>
            </w:r>
            <w:r w:rsidRPr="00283BF3">
              <w:rPr>
                <w:b/>
                <w:sz w:val="24"/>
                <w:szCs w:val="24"/>
              </w:rPr>
              <w:t>год</w:t>
            </w:r>
            <w:r w:rsidRPr="00283BF3">
              <w:rPr>
                <w:sz w:val="24"/>
                <w:szCs w:val="24"/>
              </w:rPr>
              <w:t xml:space="preserve"> – всего </w:t>
            </w:r>
            <w:r w:rsidR="00607E64" w:rsidRPr="00283BF3">
              <w:rPr>
                <w:sz w:val="24"/>
                <w:szCs w:val="24"/>
              </w:rPr>
              <w:t xml:space="preserve">409 400,00 </w:t>
            </w:r>
            <w:r w:rsidRPr="00283BF3">
              <w:rPr>
                <w:sz w:val="24"/>
                <w:szCs w:val="24"/>
              </w:rPr>
              <w:t>рублей, из них:</w:t>
            </w:r>
          </w:p>
          <w:p w:rsidR="00431894" w:rsidRPr="00283BF3" w:rsidRDefault="00431894" w:rsidP="002B22BA">
            <w:pPr>
              <w:pStyle w:val="af1"/>
              <w:spacing w:after="240" w:line="240" w:lineRule="auto"/>
              <w:ind w:left="0"/>
              <w:jc w:val="both"/>
              <w:rPr>
                <w:sz w:val="24"/>
                <w:szCs w:val="24"/>
              </w:rPr>
            </w:pPr>
            <w:r w:rsidRPr="00283BF3">
              <w:rPr>
                <w:sz w:val="24"/>
                <w:szCs w:val="24"/>
              </w:rPr>
              <w:t>средства ф</w:t>
            </w:r>
            <w:r>
              <w:rPr>
                <w:sz w:val="24"/>
                <w:szCs w:val="24"/>
              </w:rPr>
              <w:t>едерального бюджета – 0,00</w:t>
            </w:r>
            <w:r w:rsidRPr="00283BF3">
              <w:rPr>
                <w:sz w:val="24"/>
                <w:szCs w:val="24"/>
              </w:rPr>
              <w:t xml:space="preserve"> рублей;</w:t>
            </w:r>
          </w:p>
          <w:p w:rsidR="00431894" w:rsidRPr="00283BF3" w:rsidRDefault="00431894" w:rsidP="002B22BA">
            <w:pPr>
              <w:pStyle w:val="af1"/>
              <w:spacing w:after="240" w:line="240" w:lineRule="auto"/>
              <w:ind w:left="0"/>
              <w:jc w:val="both"/>
              <w:rPr>
                <w:sz w:val="24"/>
                <w:szCs w:val="24"/>
              </w:rPr>
            </w:pPr>
            <w:r w:rsidRPr="00283BF3">
              <w:rPr>
                <w:sz w:val="24"/>
                <w:szCs w:val="24"/>
              </w:rPr>
              <w:t xml:space="preserve">средства областного бюджета – </w:t>
            </w:r>
            <w:r>
              <w:rPr>
                <w:sz w:val="24"/>
                <w:szCs w:val="24"/>
              </w:rPr>
              <w:t>0,00</w:t>
            </w:r>
            <w:r w:rsidRPr="00283BF3">
              <w:rPr>
                <w:sz w:val="24"/>
                <w:szCs w:val="24"/>
              </w:rPr>
              <w:t xml:space="preserve"> рублей;</w:t>
            </w:r>
          </w:p>
          <w:p w:rsidR="00431894" w:rsidRPr="00283BF3" w:rsidRDefault="00431894" w:rsidP="002B22BA">
            <w:pPr>
              <w:pStyle w:val="af1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283BF3">
              <w:rPr>
                <w:sz w:val="24"/>
                <w:szCs w:val="24"/>
              </w:rPr>
              <w:lastRenderedPageBreak/>
              <w:t>средства бюджета муниципального образования «</w:t>
            </w:r>
            <w:proofErr w:type="spellStart"/>
            <w:r w:rsidRPr="00283BF3">
              <w:rPr>
                <w:sz w:val="24"/>
                <w:szCs w:val="24"/>
              </w:rPr>
              <w:t>Ярцевский</w:t>
            </w:r>
            <w:proofErr w:type="spellEnd"/>
            <w:r w:rsidRPr="00283BF3">
              <w:rPr>
                <w:sz w:val="24"/>
                <w:szCs w:val="24"/>
              </w:rPr>
              <w:t xml:space="preserve"> муниципальный округ» Смоленской</w:t>
            </w:r>
            <w:r>
              <w:rPr>
                <w:sz w:val="24"/>
                <w:szCs w:val="24"/>
              </w:rPr>
              <w:t xml:space="preserve"> области – </w:t>
            </w:r>
            <w:r w:rsidR="00607E64" w:rsidRPr="00283BF3">
              <w:rPr>
                <w:sz w:val="24"/>
                <w:szCs w:val="24"/>
              </w:rPr>
              <w:t xml:space="preserve">409 400,00 </w:t>
            </w:r>
            <w:r>
              <w:rPr>
                <w:sz w:val="24"/>
                <w:szCs w:val="24"/>
              </w:rPr>
              <w:t>рублей.</w:t>
            </w:r>
          </w:p>
        </w:tc>
      </w:tr>
    </w:tbl>
    <w:p w:rsidR="006911C2" w:rsidRDefault="006911C2" w:rsidP="002B22BA">
      <w:pPr>
        <w:pStyle w:val="Default"/>
        <w:ind w:firstLine="708"/>
        <w:jc w:val="both"/>
        <w:rPr>
          <w:color w:val="auto"/>
        </w:rPr>
      </w:pPr>
    </w:p>
    <w:p w:rsidR="006911C2" w:rsidRDefault="006911C2" w:rsidP="002B22BA">
      <w:pPr>
        <w:pStyle w:val="Default"/>
        <w:ind w:firstLine="708"/>
        <w:jc w:val="both"/>
        <w:rPr>
          <w:color w:val="auto"/>
        </w:rPr>
      </w:pPr>
    </w:p>
    <w:p w:rsidR="006911C2" w:rsidRDefault="006911C2" w:rsidP="002B22BA">
      <w:pPr>
        <w:pStyle w:val="Default"/>
        <w:ind w:firstLine="708"/>
        <w:jc w:val="both"/>
        <w:rPr>
          <w:color w:val="auto"/>
        </w:rPr>
      </w:pPr>
    </w:p>
    <w:p w:rsidR="006911C2" w:rsidRDefault="006911C2" w:rsidP="006911C2">
      <w:pPr>
        <w:tabs>
          <w:tab w:val="num" w:pos="1620"/>
        </w:tabs>
        <w:ind w:hanging="284"/>
        <w:jc w:val="both"/>
        <w:rPr>
          <w:sz w:val="26"/>
        </w:rPr>
        <w:sectPr w:rsidR="006911C2" w:rsidSect="00BE1110">
          <w:headerReference w:type="default" r:id="rId10"/>
          <w:pgSz w:w="11906" w:h="16838" w:code="9"/>
          <w:pgMar w:top="1134" w:right="850" w:bottom="1134" w:left="1701" w:header="720" w:footer="709" w:gutter="0"/>
          <w:cols w:space="708"/>
          <w:titlePg/>
          <w:docGrid w:linePitch="360"/>
        </w:sectPr>
      </w:pPr>
    </w:p>
    <w:p w:rsidR="006911C2" w:rsidRPr="00E80843" w:rsidRDefault="006911C2" w:rsidP="000728A3">
      <w:pPr>
        <w:spacing w:after="240"/>
        <w:jc w:val="center"/>
        <w:rPr>
          <w:b/>
          <w:sz w:val="28"/>
          <w:szCs w:val="28"/>
        </w:rPr>
      </w:pPr>
      <w:r w:rsidRPr="00E80843">
        <w:rPr>
          <w:b/>
          <w:sz w:val="28"/>
          <w:szCs w:val="28"/>
        </w:rPr>
        <w:lastRenderedPageBreak/>
        <w:t>2. Показатели муниципальной программы</w:t>
      </w:r>
    </w:p>
    <w:tbl>
      <w:tblPr>
        <w:tblStyle w:val="11"/>
        <w:tblW w:w="5000" w:type="pct"/>
        <w:jc w:val="center"/>
        <w:tblLook w:val="04A0"/>
      </w:tblPr>
      <w:tblGrid>
        <w:gridCol w:w="546"/>
        <w:gridCol w:w="6435"/>
        <w:gridCol w:w="2378"/>
        <w:gridCol w:w="1567"/>
        <w:gridCol w:w="1207"/>
        <w:gridCol w:w="1328"/>
        <w:gridCol w:w="1325"/>
      </w:tblGrid>
      <w:tr w:rsidR="00552DCB" w:rsidRPr="00E80843" w:rsidTr="00552DCB">
        <w:trPr>
          <w:tblHeader/>
          <w:jc w:val="center"/>
        </w:trPr>
        <w:tc>
          <w:tcPr>
            <w:tcW w:w="185" w:type="pct"/>
            <w:vMerge w:val="restart"/>
            <w:vAlign w:val="center"/>
          </w:tcPr>
          <w:p w:rsidR="00552DCB" w:rsidRPr="00E80843" w:rsidRDefault="00552DCB" w:rsidP="00BE1110">
            <w:pPr>
              <w:ind w:left="-11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E80843">
              <w:rPr>
                <w:sz w:val="24"/>
                <w:szCs w:val="24"/>
              </w:rPr>
              <w:t xml:space="preserve">№ </w:t>
            </w:r>
          </w:p>
          <w:p w:rsidR="00552DCB" w:rsidRPr="00E80843" w:rsidRDefault="00552DCB" w:rsidP="00BE1110">
            <w:pPr>
              <w:ind w:left="-11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proofErr w:type="spellStart"/>
            <w:proofErr w:type="gramStart"/>
            <w:r w:rsidRPr="00E8084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E80843">
              <w:rPr>
                <w:sz w:val="24"/>
                <w:szCs w:val="24"/>
              </w:rPr>
              <w:t>/</w:t>
            </w:r>
            <w:proofErr w:type="spellStart"/>
            <w:r w:rsidRPr="00E8084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76" w:type="pct"/>
            <w:vMerge w:val="restart"/>
            <w:vAlign w:val="center"/>
          </w:tcPr>
          <w:p w:rsidR="00552DCB" w:rsidRPr="00E80843" w:rsidRDefault="00552DCB" w:rsidP="00BE1110">
            <w:pPr>
              <w:ind w:firstLine="0"/>
              <w:jc w:val="center"/>
              <w:rPr>
                <w:sz w:val="22"/>
              </w:rPr>
            </w:pPr>
            <w:r w:rsidRPr="00E80843">
              <w:rPr>
                <w:sz w:val="22"/>
              </w:rPr>
              <w:t>Наименование показателя, единица измерения</w:t>
            </w:r>
          </w:p>
        </w:tc>
        <w:tc>
          <w:tcPr>
            <w:tcW w:w="804" w:type="pct"/>
            <w:vMerge w:val="restart"/>
          </w:tcPr>
          <w:p w:rsidR="00552DCB" w:rsidRPr="00E80843" w:rsidRDefault="00552DCB" w:rsidP="00BE1110">
            <w:pPr>
              <w:ind w:firstLine="23"/>
              <w:jc w:val="center"/>
              <w:rPr>
                <w:sz w:val="22"/>
                <w:shd w:val="clear" w:color="auto" w:fill="FFFFFF"/>
              </w:rPr>
            </w:pPr>
            <w:r w:rsidRPr="00E80843">
              <w:rPr>
                <w:sz w:val="22"/>
                <w:shd w:val="clear" w:color="auto" w:fill="FFFFFF"/>
              </w:rPr>
              <w:t>Базовое значение показателя (в году, предшествующему очередному финансовому году)</w:t>
            </w:r>
          </w:p>
        </w:tc>
        <w:tc>
          <w:tcPr>
            <w:tcW w:w="1835" w:type="pct"/>
            <w:gridSpan w:val="4"/>
            <w:vAlign w:val="center"/>
          </w:tcPr>
          <w:p w:rsidR="00552DCB" w:rsidRPr="00E80843" w:rsidRDefault="00552DCB" w:rsidP="00BE1110">
            <w:pPr>
              <w:jc w:val="center"/>
              <w:rPr>
                <w:sz w:val="22"/>
                <w:shd w:val="clear" w:color="auto" w:fill="FFFFFF"/>
              </w:rPr>
            </w:pPr>
            <w:r w:rsidRPr="00E80843">
              <w:rPr>
                <w:sz w:val="22"/>
                <w:shd w:val="clear" w:color="auto" w:fill="FFFFFF"/>
              </w:rPr>
              <w:t xml:space="preserve">Планируемое значение показателя </w:t>
            </w:r>
          </w:p>
        </w:tc>
      </w:tr>
      <w:tr w:rsidR="00552DCB" w:rsidRPr="00E80843" w:rsidTr="00221331">
        <w:trPr>
          <w:trHeight w:val="448"/>
          <w:tblHeader/>
          <w:jc w:val="center"/>
        </w:trPr>
        <w:tc>
          <w:tcPr>
            <w:tcW w:w="185" w:type="pct"/>
            <w:vMerge/>
          </w:tcPr>
          <w:p w:rsidR="00552DCB" w:rsidRPr="00E80843" w:rsidRDefault="00552DCB" w:rsidP="00BE11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6" w:type="pct"/>
            <w:vMerge/>
            <w:vAlign w:val="center"/>
          </w:tcPr>
          <w:p w:rsidR="00552DCB" w:rsidRPr="00E80843" w:rsidRDefault="00552DCB" w:rsidP="00BE1110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804" w:type="pct"/>
            <w:vMerge/>
          </w:tcPr>
          <w:p w:rsidR="00552DCB" w:rsidRPr="00E80843" w:rsidRDefault="00552DCB" w:rsidP="00BE1110">
            <w:pPr>
              <w:jc w:val="center"/>
              <w:rPr>
                <w:sz w:val="22"/>
                <w:shd w:val="clear" w:color="auto" w:fill="FFFFFF"/>
              </w:rPr>
            </w:pPr>
          </w:p>
        </w:tc>
        <w:tc>
          <w:tcPr>
            <w:tcW w:w="530" w:type="pct"/>
            <w:vAlign w:val="center"/>
          </w:tcPr>
          <w:p w:rsidR="00552DCB" w:rsidRPr="00E80843" w:rsidRDefault="00552DCB" w:rsidP="00BE1110">
            <w:pPr>
              <w:ind w:firstLine="0"/>
              <w:jc w:val="center"/>
              <w:rPr>
                <w:rFonts w:eastAsia="Times New Roman"/>
                <w:spacing w:val="-2"/>
                <w:sz w:val="22"/>
              </w:rPr>
            </w:pPr>
            <w:r>
              <w:rPr>
                <w:sz w:val="22"/>
                <w:shd w:val="clear" w:color="auto" w:fill="FFFFFF"/>
              </w:rPr>
              <w:t>2025</w:t>
            </w:r>
            <w:r w:rsidRPr="00E80843">
              <w:rPr>
                <w:sz w:val="22"/>
                <w:shd w:val="clear" w:color="auto" w:fill="FFFFFF"/>
              </w:rPr>
              <w:t xml:space="preserve"> г.</w:t>
            </w:r>
          </w:p>
        </w:tc>
        <w:tc>
          <w:tcPr>
            <w:tcW w:w="408" w:type="pct"/>
            <w:vAlign w:val="center"/>
          </w:tcPr>
          <w:p w:rsidR="00552DCB" w:rsidRPr="00E80843" w:rsidRDefault="00552DCB" w:rsidP="00BE1110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  <w:shd w:val="clear" w:color="auto" w:fill="FFFFFF"/>
              </w:rPr>
              <w:t>2026</w:t>
            </w:r>
            <w:r w:rsidRPr="00E80843">
              <w:rPr>
                <w:sz w:val="22"/>
                <w:shd w:val="clear" w:color="auto" w:fill="FFFFFF"/>
              </w:rPr>
              <w:t xml:space="preserve"> г.</w:t>
            </w:r>
          </w:p>
        </w:tc>
        <w:tc>
          <w:tcPr>
            <w:tcW w:w="449" w:type="pct"/>
            <w:vAlign w:val="center"/>
          </w:tcPr>
          <w:p w:rsidR="00552DCB" w:rsidRPr="00E80843" w:rsidRDefault="00552DCB" w:rsidP="00BE1110">
            <w:pPr>
              <w:ind w:firstLine="0"/>
              <w:jc w:val="center"/>
              <w:rPr>
                <w:sz w:val="22"/>
                <w:shd w:val="clear" w:color="auto" w:fill="FFFFFF"/>
              </w:rPr>
            </w:pPr>
            <w:r w:rsidRPr="00E80843">
              <w:rPr>
                <w:sz w:val="22"/>
                <w:shd w:val="clear" w:color="auto" w:fill="FFFFFF"/>
              </w:rPr>
              <w:t>202</w:t>
            </w:r>
            <w:r>
              <w:rPr>
                <w:sz w:val="22"/>
                <w:shd w:val="clear" w:color="auto" w:fill="FFFFFF"/>
              </w:rPr>
              <w:t>7</w:t>
            </w:r>
            <w:r w:rsidRPr="00E80843">
              <w:rPr>
                <w:sz w:val="22"/>
                <w:shd w:val="clear" w:color="auto" w:fill="FFFFFF"/>
              </w:rPr>
              <w:t xml:space="preserve"> г.</w:t>
            </w:r>
          </w:p>
        </w:tc>
        <w:tc>
          <w:tcPr>
            <w:tcW w:w="448" w:type="pct"/>
            <w:vAlign w:val="center"/>
          </w:tcPr>
          <w:p w:rsidR="00552DCB" w:rsidRPr="00E80843" w:rsidRDefault="00552DCB" w:rsidP="00D97485">
            <w:pPr>
              <w:ind w:firstLine="0"/>
              <w:jc w:val="center"/>
              <w:rPr>
                <w:sz w:val="22"/>
                <w:shd w:val="clear" w:color="auto" w:fill="FFFFFF"/>
              </w:rPr>
            </w:pPr>
            <w:r w:rsidRPr="00E80843">
              <w:rPr>
                <w:sz w:val="22"/>
                <w:shd w:val="clear" w:color="auto" w:fill="FFFFFF"/>
              </w:rPr>
              <w:t>202</w:t>
            </w:r>
            <w:r>
              <w:rPr>
                <w:sz w:val="22"/>
                <w:shd w:val="clear" w:color="auto" w:fill="FFFFFF"/>
              </w:rPr>
              <w:t>8</w:t>
            </w:r>
            <w:r w:rsidRPr="00E80843">
              <w:rPr>
                <w:sz w:val="22"/>
                <w:shd w:val="clear" w:color="auto" w:fill="FFFFFF"/>
              </w:rPr>
              <w:t xml:space="preserve"> г.</w:t>
            </w:r>
          </w:p>
        </w:tc>
      </w:tr>
      <w:tr w:rsidR="00552DCB" w:rsidRPr="00E80843" w:rsidTr="00552DCB">
        <w:trPr>
          <w:trHeight w:val="282"/>
          <w:tblHeader/>
          <w:jc w:val="center"/>
        </w:trPr>
        <w:tc>
          <w:tcPr>
            <w:tcW w:w="185" w:type="pct"/>
          </w:tcPr>
          <w:p w:rsidR="00552DCB" w:rsidRPr="00441C0F" w:rsidRDefault="00552DCB" w:rsidP="00BE11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76" w:type="pct"/>
            <w:vAlign w:val="center"/>
          </w:tcPr>
          <w:p w:rsidR="00552DCB" w:rsidRPr="00441C0F" w:rsidRDefault="00552DCB" w:rsidP="00BE1110">
            <w:pPr>
              <w:ind w:firstLine="0"/>
              <w:jc w:val="center"/>
              <w:rPr>
                <w:sz w:val="22"/>
                <w:szCs w:val="22"/>
              </w:rPr>
            </w:pPr>
            <w:r w:rsidRPr="00441C0F">
              <w:rPr>
                <w:sz w:val="22"/>
                <w:szCs w:val="22"/>
              </w:rPr>
              <w:t>1</w:t>
            </w:r>
          </w:p>
        </w:tc>
        <w:tc>
          <w:tcPr>
            <w:tcW w:w="804" w:type="pct"/>
          </w:tcPr>
          <w:p w:rsidR="00552DCB" w:rsidRPr="00441C0F" w:rsidRDefault="00552DCB" w:rsidP="00BE1110">
            <w:pPr>
              <w:ind w:firstLine="0"/>
              <w:jc w:val="center"/>
              <w:rPr>
                <w:spacing w:val="-2"/>
                <w:sz w:val="22"/>
                <w:szCs w:val="22"/>
              </w:rPr>
            </w:pPr>
            <w:r w:rsidRPr="00441C0F">
              <w:rPr>
                <w:spacing w:val="-2"/>
                <w:sz w:val="22"/>
                <w:szCs w:val="22"/>
              </w:rPr>
              <w:t>2</w:t>
            </w:r>
          </w:p>
        </w:tc>
        <w:tc>
          <w:tcPr>
            <w:tcW w:w="530" w:type="pct"/>
            <w:vAlign w:val="center"/>
          </w:tcPr>
          <w:p w:rsidR="00552DCB" w:rsidRPr="00441C0F" w:rsidRDefault="00552DCB" w:rsidP="00BE1110">
            <w:pPr>
              <w:ind w:firstLine="0"/>
              <w:jc w:val="center"/>
              <w:rPr>
                <w:rFonts w:eastAsia="Times New Roman"/>
                <w:spacing w:val="-2"/>
                <w:sz w:val="22"/>
                <w:szCs w:val="22"/>
              </w:rPr>
            </w:pPr>
            <w:r>
              <w:rPr>
                <w:rFonts w:eastAsia="Times New Roman"/>
                <w:spacing w:val="-2"/>
                <w:sz w:val="22"/>
                <w:szCs w:val="22"/>
              </w:rPr>
              <w:t>3</w:t>
            </w:r>
          </w:p>
        </w:tc>
        <w:tc>
          <w:tcPr>
            <w:tcW w:w="408" w:type="pct"/>
            <w:vAlign w:val="center"/>
          </w:tcPr>
          <w:p w:rsidR="00552DCB" w:rsidRPr="00441C0F" w:rsidRDefault="00552DCB" w:rsidP="00BE111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49" w:type="pct"/>
          </w:tcPr>
          <w:p w:rsidR="00552DCB" w:rsidRPr="00441C0F" w:rsidRDefault="00552DCB" w:rsidP="00BE111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48" w:type="pct"/>
          </w:tcPr>
          <w:p w:rsidR="00552DCB" w:rsidRDefault="00552DCB" w:rsidP="00552DC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552DCB" w:rsidRPr="00E80843" w:rsidTr="00BD5EDF">
        <w:trPr>
          <w:trHeight w:val="433"/>
          <w:jc w:val="center"/>
        </w:trPr>
        <w:tc>
          <w:tcPr>
            <w:tcW w:w="185" w:type="pct"/>
            <w:vAlign w:val="center"/>
          </w:tcPr>
          <w:p w:rsidR="00552DCB" w:rsidRPr="00441C0F" w:rsidRDefault="00552DCB" w:rsidP="00BE1110">
            <w:pPr>
              <w:widowControl w:val="0"/>
              <w:autoSpaceDE w:val="0"/>
              <w:autoSpaceDN w:val="0"/>
              <w:adjustRightInd w:val="0"/>
              <w:ind w:left="-837"/>
              <w:jc w:val="center"/>
              <w:rPr>
                <w:sz w:val="24"/>
                <w:szCs w:val="24"/>
              </w:rPr>
            </w:pPr>
            <w:r w:rsidRPr="00441C0F">
              <w:rPr>
                <w:sz w:val="24"/>
                <w:szCs w:val="24"/>
              </w:rPr>
              <w:t>1</w:t>
            </w:r>
          </w:p>
        </w:tc>
        <w:tc>
          <w:tcPr>
            <w:tcW w:w="2176" w:type="pct"/>
            <w:vAlign w:val="center"/>
          </w:tcPr>
          <w:p w:rsidR="00552DCB" w:rsidRPr="00441C0F" w:rsidRDefault="00552DCB" w:rsidP="00BE111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</w:p>
          <w:p w:rsidR="00552DCB" w:rsidRPr="00441C0F" w:rsidRDefault="00552DCB" w:rsidP="00BE111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441C0F">
              <w:rPr>
                <w:sz w:val="24"/>
                <w:szCs w:val="24"/>
              </w:rPr>
              <w:t>Количество молодых семей, улучшивших жилищные условия (ед.)</w:t>
            </w:r>
          </w:p>
          <w:p w:rsidR="00552DCB" w:rsidRPr="00441C0F" w:rsidRDefault="00552DCB" w:rsidP="00BE111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04" w:type="pct"/>
            <w:vAlign w:val="center"/>
          </w:tcPr>
          <w:p w:rsidR="00552DCB" w:rsidRPr="00441C0F" w:rsidRDefault="00467B86" w:rsidP="008A19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0" w:type="pct"/>
            <w:vAlign w:val="center"/>
          </w:tcPr>
          <w:p w:rsidR="00552DCB" w:rsidRPr="00441C0F" w:rsidRDefault="00552DCB" w:rsidP="008A19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8" w:type="pct"/>
            <w:vAlign w:val="center"/>
          </w:tcPr>
          <w:p w:rsidR="00552DCB" w:rsidRPr="00441C0F" w:rsidRDefault="00552DCB" w:rsidP="008A19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49" w:type="pct"/>
            <w:vAlign w:val="center"/>
          </w:tcPr>
          <w:p w:rsidR="00552DCB" w:rsidRPr="00441C0F" w:rsidRDefault="00552DCB" w:rsidP="008A19F6">
            <w:pPr>
              <w:ind w:left="-493" w:firstLine="567"/>
              <w:jc w:val="center"/>
              <w:rPr>
                <w:sz w:val="24"/>
                <w:szCs w:val="24"/>
              </w:rPr>
            </w:pPr>
            <w:r w:rsidRPr="00441C0F">
              <w:rPr>
                <w:sz w:val="24"/>
                <w:szCs w:val="24"/>
              </w:rPr>
              <w:t>2</w:t>
            </w:r>
          </w:p>
        </w:tc>
        <w:tc>
          <w:tcPr>
            <w:tcW w:w="448" w:type="pct"/>
            <w:vAlign w:val="center"/>
          </w:tcPr>
          <w:p w:rsidR="00552DCB" w:rsidRPr="00441C0F" w:rsidRDefault="00552DCB" w:rsidP="00D97485">
            <w:pPr>
              <w:ind w:left="-493" w:firstLine="567"/>
              <w:jc w:val="center"/>
              <w:rPr>
                <w:sz w:val="24"/>
                <w:szCs w:val="24"/>
              </w:rPr>
            </w:pPr>
            <w:r w:rsidRPr="00441C0F">
              <w:rPr>
                <w:sz w:val="24"/>
                <w:szCs w:val="24"/>
              </w:rPr>
              <w:t>2</w:t>
            </w:r>
          </w:p>
        </w:tc>
      </w:tr>
    </w:tbl>
    <w:p w:rsidR="006911C2" w:rsidRPr="00E80843" w:rsidRDefault="006911C2" w:rsidP="006911C2">
      <w:pPr>
        <w:jc w:val="center"/>
        <w:rPr>
          <w:b/>
          <w:sz w:val="28"/>
          <w:szCs w:val="28"/>
        </w:rPr>
      </w:pPr>
    </w:p>
    <w:p w:rsidR="000728A3" w:rsidRDefault="000728A3" w:rsidP="006911C2">
      <w:pPr>
        <w:jc w:val="center"/>
        <w:rPr>
          <w:b/>
          <w:sz w:val="28"/>
          <w:szCs w:val="28"/>
        </w:rPr>
      </w:pPr>
    </w:p>
    <w:p w:rsidR="006911C2" w:rsidRPr="005C014F" w:rsidRDefault="006911C2" w:rsidP="000728A3">
      <w:pPr>
        <w:spacing w:after="240"/>
        <w:jc w:val="center"/>
        <w:rPr>
          <w:b/>
          <w:sz w:val="28"/>
          <w:szCs w:val="28"/>
        </w:rPr>
      </w:pPr>
      <w:r w:rsidRPr="005C014F">
        <w:rPr>
          <w:b/>
          <w:sz w:val="28"/>
          <w:szCs w:val="28"/>
        </w:rPr>
        <w:t>3. Структура муниципальной программы</w:t>
      </w:r>
    </w:p>
    <w:tbl>
      <w:tblPr>
        <w:tblStyle w:val="11"/>
        <w:tblW w:w="4857" w:type="pct"/>
        <w:tblInd w:w="250" w:type="dxa"/>
        <w:tblLook w:val="04A0"/>
      </w:tblPr>
      <w:tblGrid>
        <w:gridCol w:w="684"/>
        <w:gridCol w:w="6687"/>
        <w:gridCol w:w="1821"/>
        <w:gridCol w:w="3140"/>
        <w:gridCol w:w="2031"/>
      </w:tblGrid>
      <w:tr w:rsidR="006911C2" w:rsidRPr="00806A61" w:rsidTr="00030F3C">
        <w:trPr>
          <w:trHeight w:val="562"/>
        </w:trPr>
        <w:tc>
          <w:tcPr>
            <w:tcW w:w="238" w:type="pct"/>
            <w:vAlign w:val="center"/>
            <w:hideMark/>
          </w:tcPr>
          <w:p w:rsidR="006911C2" w:rsidRPr="00806A61" w:rsidRDefault="006911C2" w:rsidP="00BE111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2"/>
                <w:lang w:eastAsia="ru-RU"/>
              </w:rPr>
            </w:pPr>
            <w:r w:rsidRPr="00806A61">
              <w:rPr>
                <w:rFonts w:eastAsia="Times New Roman"/>
                <w:sz w:val="22"/>
                <w:lang w:eastAsia="ru-RU"/>
              </w:rPr>
              <w:t>№</w:t>
            </w:r>
            <w:r w:rsidRPr="00806A61">
              <w:rPr>
                <w:rFonts w:eastAsia="Times New Roman"/>
                <w:sz w:val="22"/>
                <w:lang w:eastAsia="ru-RU"/>
              </w:rPr>
              <w:br/>
            </w:r>
            <w:proofErr w:type="spellStart"/>
            <w:proofErr w:type="gramStart"/>
            <w:r w:rsidRPr="00806A61">
              <w:rPr>
                <w:rFonts w:eastAsia="Times New Roman"/>
                <w:sz w:val="22"/>
                <w:lang w:eastAsia="ru-RU"/>
              </w:rPr>
              <w:t>п</w:t>
            </w:r>
            <w:proofErr w:type="spellEnd"/>
            <w:proofErr w:type="gramEnd"/>
            <w:r w:rsidRPr="00806A61">
              <w:rPr>
                <w:rFonts w:eastAsia="Times New Roman"/>
                <w:sz w:val="22"/>
                <w:lang w:eastAsia="ru-RU"/>
              </w:rPr>
              <w:t>/</w:t>
            </w:r>
            <w:proofErr w:type="spellStart"/>
            <w:r w:rsidRPr="00806A61">
              <w:rPr>
                <w:rFonts w:eastAsia="Times New Roman"/>
                <w:sz w:val="22"/>
                <w:lang w:eastAsia="ru-RU"/>
              </w:rPr>
              <w:t>п</w:t>
            </w:r>
            <w:proofErr w:type="spellEnd"/>
          </w:p>
        </w:tc>
        <w:tc>
          <w:tcPr>
            <w:tcW w:w="2328" w:type="pct"/>
            <w:vAlign w:val="center"/>
            <w:hideMark/>
          </w:tcPr>
          <w:p w:rsidR="006911C2" w:rsidRPr="00806A61" w:rsidRDefault="006911C2" w:rsidP="00BE111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2"/>
                <w:lang w:eastAsia="ru-RU"/>
              </w:rPr>
            </w:pPr>
            <w:r w:rsidRPr="00806A61">
              <w:rPr>
                <w:rFonts w:eastAsia="Times New Roman"/>
                <w:sz w:val="22"/>
                <w:lang w:eastAsia="ru-RU"/>
              </w:rPr>
              <w:t>Задачи структурного элемента</w:t>
            </w:r>
          </w:p>
        </w:tc>
        <w:tc>
          <w:tcPr>
            <w:tcW w:w="1727" w:type="pct"/>
            <w:gridSpan w:val="2"/>
            <w:vAlign w:val="center"/>
          </w:tcPr>
          <w:p w:rsidR="006911C2" w:rsidRPr="00806A61" w:rsidRDefault="006911C2" w:rsidP="00BE111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2"/>
                <w:lang w:eastAsia="ru-RU"/>
              </w:rPr>
            </w:pPr>
            <w:r w:rsidRPr="00806A61">
              <w:rPr>
                <w:rFonts w:eastAsia="Times New Roman"/>
                <w:sz w:val="22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707" w:type="pct"/>
            <w:vAlign w:val="center"/>
          </w:tcPr>
          <w:p w:rsidR="006911C2" w:rsidRPr="00806A61" w:rsidRDefault="006911C2" w:rsidP="00BE111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2"/>
                <w:lang w:eastAsia="ru-RU"/>
              </w:rPr>
            </w:pPr>
            <w:r w:rsidRPr="00806A61">
              <w:rPr>
                <w:rFonts w:eastAsia="Times New Roman"/>
                <w:sz w:val="22"/>
                <w:lang w:eastAsia="ru-RU"/>
              </w:rPr>
              <w:t>Связь с показателями*</w:t>
            </w:r>
            <w:r w:rsidRPr="00806A61">
              <w:rPr>
                <w:rFonts w:eastAsia="Times New Roman"/>
                <w:sz w:val="22"/>
                <w:vertAlign w:val="superscript"/>
                <w:lang w:eastAsia="ru-RU"/>
              </w:rPr>
              <w:t xml:space="preserve"> </w:t>
            </w:r>
          </w:p>
        </w:tc>
      </w:tr>
      <w:tr w:rsidR="006911C2" w:rsidRPr="00806A61" w:rsidTr="00030F3C">
        <w:trPr>
          <w:trHeight w:val="170"/>
        </w:trPr>
        <w:tc>
          <w:tcPr>
            <w:tcW w:w="238" w:type="pct"/>
            <w:vAlign w:val="center"/>
          </w:tcPr>
          <w:p w:rsidR="006911C2" w:rsidRPr="00552BDB" w:rsidRDefault="006911C2" w:rsidP="00BE111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28" w:type="pct"/>
            <w:vAlign w:val="center"/>
          </w:tcPr>
          <w:p w:rsidR="006911C2" w:rsidRPr="00552BDB" w:rsidRDefault="006911C2" w:rsidP="00BE111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52BDB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727" w:type="pct"/>
            <w:gridSpan w:val="2"/>
            <w:vAlign w:val="center"/>
          </w:tcPr>
          <w:p w:rsidR="006911C2" w:rsidRPr="00552BDB" w:rsidRDefault="006911C2" w:rsidP="00BE111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52BDB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707" w:type="pct"/>
            <w:vAlign w:val="center"/>
          </w:tcPr>
          <w:p w:rsidR="006911C2" w:rsidRPr="00552BDB" w:rsidRDefault="006911C2" w:rsidP="00BE111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52BDB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</w:tr>
      <w:tr w:rsidR="006911C2" w:rsidRPr="003B69C4" w:rsidTr="00A43CE7">
        <w:trPr>
          <w:trHeight w:val="247"/>
        </w:trPr>
        <w:tc>
          <w:tcPr>
            <w:tcW w:w="238" w:type="pct"/>
            <w:vAlign w:val="center"/>
          </w:tcPr>
          <w:p w:rsidR="006911C2" w:rsidRPr="005C014F" w:rsidRDefault="006911C2" w:rsidP="00BE111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  <w:p w:rsidR="006911C2" w:rsidRPr="005C014F" w:rsidRDefault="006911C2" w:rsidP="00BE111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5C014F">
              <w:rPr>
                <w:sz w:val="24"/>
                <w:szCs w:val="24"/>
              </w:rPr>
              <w:t>1.</w:t>
            </w:r>
          </w:p>
        </w:tc>
        <w:tc>
          <w:tcPr>
            <w:tcW w:w="4762" w:type="pct"/>
            <w:gridSpan w:val="4"/>
            <w:vAlign w:val="center"/>
          </w:tcPr>
          <w:p w:rsidR="006911C2" w:rsidRPr="005C014F" w:rsidRDefault="006911C2" w:rsidP="00BE111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C014F">
              <w:rPr>
                <w:rFonts w:eastAsia="Times New Roman"/>
                <w:b/>
                <w:sz w:val="24"/>
                <w:szCs w:val="24"/>
                <w:lang w:eastAsia="ru-RU"/>
              </w:rPr>
              <w:t>Комплекс процессных мероприятий «</w:t>
            </w:r>
            <w:r w:rsidRPr="005C014F">
              <w:rPr>
                <w:b/>
                <w:sz w:val="24"/>
                <w:szCs w:val="24"/>
              </w:rPr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  <w:r w:rsidRPr="005C014F">
              <w:rPr>
                <w:rFonts w:eastAsia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6911C2" w:rsidRPr="005C014F" w:rsidTr="00A43CE7">
        <w:trPr>
          <w:trHeight w:val="247"/>
        </w:trPr>
        <w:tc>
          <w:tcPr>
            <w:tcW w:w="238" w:type="pct"/>
            <w:vAlign w:val="center"/>
          </w:tcPr>
          <w:p w:rsidR="006911C2" w:rsidRPr="005C014F" w:rsidRDefault="006911C2" w:rsidP="00BE111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62" w:type="pct"/>
            <w:gridSpan w:val="2"/>
            <w:vAlign w:val="center"/>
          </w:tcPr>
          <w:p w:rsidR="006911C2" w:rsidRPr="005C014F" w:rsidRDefault="00D00987" w:rsidP="005C014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И.о. начальника управления</w:t>
            </w:r>
            <w:r w:rsidR="006911C2" w:rsidRPr="005C014F">
              <w:rPr>
                <w:rFonts w:eastAsia="Times New Roman"/>
                <w:sz w:val="24"/>
                <w:szCs w:val="24"/>
                <w:lang w:eastAsia="ru-RU"/>
              </w:rPr>
              <w:t xml:space="preserve"> по образованию и молодёжной политике Администрации муниципальн</w:t>
            </w:r>
            <w:r w:rsidR="00A2526F" w:rsidRPr="005C014F">
              <w:rPr>
                <w:rFonts w:eastAsia="Times New Roman"/>
                <w:sz w:val="24"/>
                <w:szCs w:val="24"/>
                <w:lang w:eastAsia="ru-RU"/>
              </w:rPr>
              <w:t>ого образования «</w:t>
            </w:r>
            <w:proofErr w:type="spellStart"/>
            <w:r w:rsidR="00A2526F" w:rsidRPr="005C014F">
              <w:rPr>
                <w:rFonts w:eastAsia="Times New Roman"/>
                <w:sz w:val="24"/>
                <w:szCs w:val="24"/>
                <w:lang w:eastAsia="ru-RU"/>
              </w:rPr>
              <w:t>Ярцевский</w:t>
            </w:r>
            <w:proofErr w:type="spellEnd"/>
            <w:r w:rsidR="00A2526F" w:rsidRPr="005C014F">
              <w:rPr>
                <w:rFonts w:eastAsia="Times New Roman"/>
                <w:sz w:val="24"/>
                <w:szCs w:val="24"/>
                <w:lang w:eastAsia="ru-RU"/>
              </w:rPr>
              <w:t xml:space="preserve"> муниципальный округ</w:t>
            </w:r>
            <w:r w:rsidR="006911C2" w:rsidRPr="005C014F">
              <w:rPr>
                <w:rFonts w:eastAsia="Times New Roman"/>
                <w:sz w:val="24"/>
                <w:szCs w:val="24"/>
                <w:lang w:eastAsia="ru-RU"/>
              </w:rPr>
              <w:t>» Смоленской области</w:t>
            </w:r>
          </w:p>
        </w:tc>
        <w:tc>
          <w:tcPr>
            <w:tcW w:w="1800" w:type="pct"/>
            <w:gridSpan w:val="2"/>
            <w:vAlign w:val="center"/>
          </w:tcPr>
          <w:p w:rsidR="006911C2" w:rsidRPr="005C014F" w:rsidRDefault="00937881" w:rsidP="00BE111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Срок реализации 2025-2028</w:t>
            </w:r>
            <w:r w:rsidR="006911C2" w:rsidRPr="005C014F">
              <w:rPr>
                <w:rFonts w:eastAsia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6911C2" w:rsidRPr="005C014F" w:rsidTr="00030F3C">
        <w:trPr>
          <w:trHeight w:val="1033"/>
        </w:trPr>
        <w:tc>
          <w:tcPr>
            <w:tcW w:w="238" w:type="pct"/>
            <w:vAlign w:val="center"/>
          </w:tcPr>
          <w:p w:rsidR="006911C2" w:rsidRPr="005C014F" w:rsidRDefault="006911C2" w:rsidP="00BE111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5C014F">
              <w:rPr>
                <w:sz w:val="24"/>
                <w:szCs w:val="24"/>
              </w:rPr>
              <w:t>1.1.</w:t>
            </w:r>
          </w:p>
        </w:tc>
        <w:tc>
          <w:tcPr>
            <w:tcW w:w="2328" w:type="pct"/>
          </w:tcPr>
          <w:p w:rsidR="006911C2" w:rsidRPr="005C014F" w:rsidRDefault="006911C2" w:rsidP="00030F3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5C014F">
              <w:rPr>
                <w:sz w:val="24"/>
                <w:szCs w:val="24"/>
              </w:rPr>
              <w:t>Создание условий обеспечивающих участие молодых семей в муниципальной программе «Обеспечение жильем</w:t>
            </w:r>
            <w:r w:rsidR="00A2526F" w:rsidRPr="005C014F">
              <w:rPr>
                <w:sz w:val="24"/>
                <w:szCs w:val="24"/>
              </w:rPr>
              <w:t xml:space="preserve"> молодых семей в </w:t>
            </w:r>
            <w:r w:rsidR="00D27AB8">
              <w:rPr>
                <w:sz w:val="24"/>
                <w:szCs w:val="24"/>
              </w:rPr>
              <w:t>муниципальном образовании «</w:t>
            </w:r>
            <w:proofErr w:type="spellStart"/>
            <w:r w:rsidR="00D27AB8">
              <w:rPr>
                <w:sz w:val="24"/>
                <w:szCs w:val="24"/>
              </w:rPr>
              <w:t>Ярцевский</w:t>
            </w:r>
            <w:proofErr w:type="spellEnd"/>
            <w:r w:rsidR="00D27AB8">
              <w:rPr>
                <w:sz w:val="24"/>
                <w:szCs w:val="24"/>
              </w:rPr>
              <w:t xml:space="preserve"> муниципальный округ»</w:t>
            </w:r>
            <w:r w:rsidRPr="005C014F">
              <w:rPr>
                <w:sz w:val="24"/>
                <w:szCs w:val="24"/>
              </w:rPr>
              <w:t xml:space="preserve"> Смоленской области»</w:t>
            </w:r>
          </w:p>
          <w:p w:rsidR="006911C2" w:rsidRPr="005C014F" w:rsidRDefault="006911C2" w:rsidP="00030F3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27" w:type="pct"/>
            <w:gridSpan w:val="2"/>
          </w:tcPr>
          <w:p w:rsidR="006911C2" w:rsidRPr="005C014F" w:rsidRDefault="006911C2" w:rsidP="00030F3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5C014F">
              <w:rPr>
                <w:sz w:val="24"/>
                <w:szCs w:val="24"/>
              </w:rPr>
              <w:t xml:space="preserve">Созданы условия обеспечивающие участие  молодых семей в муниципальной программе «Обеспечение жильем молодых семей в </w:t>
            </w:r>
            <w:r w:rsidR="005468B0">
              <w:rPr>
                <w:sz w:val="24"/>
                <w:szCs w:val="24"/>
              </w:rPr>
              <w:t>муниципальном образовании «</w:t>
            </w:r>
            <w:proofErr w:type="spellStart"/>
            <w:r w:rsidR="005468B0">
              <w:rPr>
                <w:sz w:val="24"/>
                <w:szCs w:val="24"/>
              </w:rPr>
              <w:t>Ярцевский</w:t>
            </w:r>
            <w:proofErr w:type="spellEnd"/>
            <w:r w:rsidRPr="005C014F">
              <w:rPr>
                <w:sz w:val="24"/>
                <w:szCs w:val="24"/>
              </w:rPr>
              <w:t xml:space="preserve"> </w:t>
            </w:r>
            <w:r w:rsidR="00A2526F" w:rsidRPr="005C014F">
              <w:rPr>
                <w:sz w:val="24"/>
                <w:szCs w:val="24"/>
              </w:rPr>
              <w:t>му</w:t>
            </w:r>
            <w:r w:rsidR="005468B0">
              <w:rPr>
                <w:sz w:val="24"/>
                <w:szCs w:val="24"/>
              </w:rPr>
              <w:t>ниципальный округ»</w:t>
            </w:r>
            <w:r w:rsidR="00A2526F" w:rsidRPr="005C014F">
              <w:rPr>
                <w:sz w:val="24"/>
                <w:szCs w:val="24"/>
              </w:rPr>
              <w:t xml:space="preserve"> </w:t>
            </w:r>
            <w:r w:rsidRPr="005C014F">
              <w:rPr>
                <w:sz w:val="24"/>
                <w:szCs w:val="24"/>
              </w:rPr>
              <w:t>Смоленской области»</w:t>
            </w:r>
          </w:p>
        </w:tc>
        <w:tc>
          <w:tcPr>
            <w:tcW w:w="707" w:type="pct"/>
          </w:tcPr>
          <w:p w:rsidR="006911C2" w:rsidRPr="005C014F" w:rsidRDefault="006911C2" w:rsidP="00030F3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5C014F">
              <w:rPr>
                <w:rFonts w:eastAsia="Times New Roman"/>
                <w:sz w:val="24"/>
                <w:szCs w:val="24"/>
                <w:lang w:eastAsia="ru-RU"/>
              </w:rPr>
              <w:t>Показатель: 1</w:t>
            </w:r>
          </w:p>
        </w:tc>
      </w:tr>
    </w:tbl>
    <w:p w:rsidR="006911C2" w:rsidRPr="005C014F" w:rsidRDefault="006911C2" w:rsidP="006911C2">
      <w:pPr>
        <w:jc w:val="center"/>
        <w:rPr>
          <w:b/>
          <w:sz w:val="24"/>
          <w:szCs w:val="24"/>
        </w:rPr>
      </w:pPr>
    </w:p>
    <w:p w:rsidR="006911C2" w:rsidRPr="005C014F" w:rsidRDefault="006911C2" w:rsidP="00FF0265">
      <w:pPr>
        <w:spacing w:after="240"/>
        <w:jc w:val="center"/>
        <w:rPr>
          <w:b/>
          <w:sz w:val="28"/>
          <w:szCs w:val="28"/>
        </w:rPr>
      </w:pPr>
      <w:r w:rsidRPr="005C014F">
        <w:rPr>
          <w:b/>
          <w:sz w:val="28"/>
          <w:szCs w:val="28"/>
        </w:rPr>
        <w:lastRenderedPageBreak/>
        <w:t>4.  Финансовое обеспечение муниципальной программы</w:t>
      </w:r>
    </w:p>
    <w:tbl>
      <w:tblPr>
        <w:tblStyle w:val="11"/>
        <w:tblW w:w="5000" w:type="pct"/>
        <w:jc w:val="center"/>
        <w:tblLook w:val="04A0"/>
      </w:tblPr>
      <w:tblGrid>
        <w:gridCol w:w="4148"/>
        <w:gridCol w:w="1609"/>
        <w:gridCol w:w="2499"/>
        <w:gridCol w:w="2378"/>
        <w:gridCol w:w="2076"/>
        <w:gridCol w:w="2076"/>
      </w:tblGrid>
      <w:tr w:rsidR="00A138B3" w:rsidRPr="00A4233A" w:rsidTr="00A138B3">
        <w:trPr>
          <w:tblHeader/>
          <w:jc w:val="center"/>
        </w:trPr>
        <w:tc>
          <w:tcPr>
            <w:tcW w:w="1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B3" w:rsidRPr="004B39B1" w:rsidRDefault="00A138B3" w:rsidP="00BE1110">
            <w:pPr>
              <w:ind w:firstLine="0"/>
              <w:jc w:val="center"/>
              <w:rPr>
                <w:b/>
                <w:sz w:val="22"/>
              </w:rPr>
            </w:pPr>
            <w:r w:rsidRPr="004B39B1">
              <w:rPr>
                <w:b/>
                <w:sz w:val="22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B3" w:rsidRPr="004B39B1" w:rsidRDefault="00A138B3" w:rsidP="00BE1110">
            <w:pPr>
              <w:ind w:right="-24" w:firstLine="0"/>
              <w:jc w:val="center"/>
              <w:rPr>
                <w:spacing w:val="-2"/>
                <w:sz w:val="22"/>
              </w:rPr>
            </w:pPr>
          </w:p>
          <w:p w:rsidR="00A138B3" w:rsidRPr="004B39B1" w:rsidRDefault="00A138B3" w:rsidP="00BE1110">
            <w:pPr>
              <w:ind w:right="-24" w:firstLine="0"/>
              <w:jc w:val="center"/>
              <w:rPr>
                <w:spacing w:val="-2"/>
                <w:sz w:val="22"/>
              </w:rPr>
            </w:pPr>
          </w:p>
          <w:p w:rsidR="00A138B3" w:rsidRPr="004B39B1" w:rsidRDefault="00A138B3" w:rsidP="00BE1110">
            <w:pPr>
              <w:ind w:right="-24" w:firstLine="0"/>
              <w:jc w:val="center"/>
              <w:rPr>
                <w:spacing w:val="-2"/>
                <w:sz w:val="22"/>
              </w:rPr>
            </w:pPr>
            <w:r w:rsidRPr="004B39B1">
              <w:rPr>
                <w:spacing w:val="-2"/>
                <w:sz w:val="22"/>
              </w:rPr>
              <w:t>Всего</w:t>
            </w:r>
          </w:p>
        </w:tc>
        <w:tc>
          <w:tcPr>
            <w:tcW w:w="3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B3" w:rsidRPr="004B39B1" w:rsidRDefault="00A138B3" w:rsidP="00BE1110">
            <w:pPr>
              <w:jc w:val="center"/>
              <w:rPr>
                <w:spacing w:val="-2"/>
                <w:sz w:val="22"/>
              </w:rPr>
            </w:pPr>
            <w:r w:rsidRPr="004B39B1">
              <w:rPr>
                <w:rFonts w:eastAsia="Times New Roman"/>
                <w:spacing w:val="-2"/>
                <w:sz w:val="22"/>
              </w:rPr>
              <w:t>Объем финансового обеспечения по годам реализации, рублей</w:t>
            </w:r>
          </w:p>
        </w:tc>
      </w:tr>
      <w:tr w:rsidR="00A138B3" w:rsidRPr="00A4233A" w:rsidTr="00A138B3">
        <w:trPr>
          <w:trHeight w:val="547"/>
          <w:tblHeader/>
          <w:jc w:val="center"/>
        </w:trPr>
        <w:tc>
          <w:tcPr>
            <w:tcW w:w="1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B3" w:rsidRPr="004B39B1" w:rsidRDefault="00A138B3" w:rsidP="00BE1110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B3" w:rsidRPr="004B39B1" w:rsidRDefault="00A138B3" w:rsidP="00BE1110">
            <w:pPr>
              <w:jc w:val="center"/>
              <w:rPr>
                <w:color w:val="22272F"/>
                <w:sz w:val="22"/>
                <w:shd w:val="clear" w:color="auto" w:fill="FFFFFF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B3" w:rsidRPr="004B39B1" w:rsidRDefault="00A138B3" w:rsidP="00BE1110">
            <w:pPr>
              <w:ind w:firstLine="0"/>
              <w:jc w:val="center"/>
              <w:rPr>
                <w:rFonts w:eastAsia="Times New Roman"/>
                <w:spacing w:val="-2"/>
                <w:sz w:val="22"/>
              </w:rPr>
            </w:pPr>
            <w:r w:rsidRPr="004B39B1">
              <w:rPr>
                <w:color w:val="22272F"/>
                <w:sz w:val="22"/>
                <w:shd w:val="clear" w:color="auto" w:fill="FFFFFF"/>
              </w:rPr>
              <w:t>202</w:t>
            </w:r>
            <w:r>
              <w:rPr>
                <w:color w:val="22272F"/>
                <w:sz w:val="22"/>
                <w:shd w:val="clear" w:color="auto" w:fill="FFFFFF"/>
              </w:rPr>
              <w:t xml:space="preserve">5г. </w:t>
            </w:r>
          </w:p>
        </w:tc>
        <w:tc>
          <w:tcPr>
            <w:tcW w:w="804" w:type="pct"/>
            <w:tcBorders>
              <w:left w:val="single" w:sz="4" w:space="0" w:color="auto"/>
            </w:tcBorders>
            <w:vAlign w:val="center"/>
          </w:tcPr>
          <w:p w:rsidR="00A138B3" w:rsidRPr="004B39B1" w:rsidRDefault="00A138B3" w:rsidP="00BE1110">
            <w:pPr>
              <w:ind w:firstLine="0"/>
              <w:jc w:val="center"/>
              <w:rPr>
                <w:sz w:val="22"/>
              </w:rPr>
            </w:pPr>
            <w:r w:rsidRPr="004B39B1">
              <w:rPr>
                <w:color w:val="22272F"/>
                <w:sz w:val="22"/>
                <w:shd w:val="clear" w:color="auto" w:fill="FFFFFF"/>
              </w:rPr>
              <w:t>202</w:t>
            </w:r>
            <w:r>
              <w:rPr>
                <w:color w:val="22272F"/>
                <w:sz w:val="22"/>
                <w:shd w:val="clear" w:color="auto" w:fill="FFFFFF"/>
              </w:rPr>
              <w:t>6</w:t>
            </w:r>
            <w:r w:rsidR="00C108A0">
              <w:rPr>
                <w:color w:val="22272F"/>
                <w:sz w:val="22"/>
                <w:shd w:val="clear" w:color="auto" w:fill="FFFFFF"/>
              </w:rPr>
              <w:t>г.</w:t>
            </w:r>
          </w:p>
        </w:tc>
        <w:tc>
          <w:tcPr>
            <w:tcW w:w="702" w:type="pct"/>
            <w:tcBorders>
              <w:left w:val="single" w:sz="4" w:space="0" w:color="auto"/>
            </w:tcBorders>
          </w:tcPr>
          <w:p w:rsidR="00A138B3" w:rsidRPr="004B39B1" w:rsidRDefault="00A138B3" w:rsidP="00BE1110">
            <w:pPr>
              <w:spacing w:before="240" w:after="240"/>
              <w:ind w:right="431" w:firstLine="205"/>
              <w:jc w:val="center"/>
              <w:rPr>
                <w:color w:val="22272F"/>
                <w:sz w:val="22"/>
                <w:shd w:val="clear" w:color="auto" w:fill="FFFFFF"/>
              </w:rPr>
            </w:pPr>
            <w:r w:rsidRPr="004B39B1">
              <w:rPr>
                <w:color w:val="22272F"/>
                <w:sz w:val="22"/>
                <w:shd w:val="clear" w:color="auto" w:fill="FFFFFF"/>
              </w:rPr>
              <w:t>202</w:t>
            </w:r>
            <w:r>
              <w:rPr>
                <w:color w:val="22272F"/>
                <w:sz w:val="22"/>
                <w:shd w:val="clear" w:color="auto" w:fill="FFFFFF"/>
              </w:rPr>
              <w:t>7</w:t>
            </w:r>
            <w:r w:rsidR="00C108A0">
              <w:rPr>
                <w:color w:val="22272F"/>
                <w:sz w:val="22"/>
                <w:shd w:val="clear" w:color="auto" w:fill="FFFFFF"/>
              </w:rPr>
              <w:t>г.</w:t>
            </w:r>
          </w:p>
        </w:tc>
        <w:tc>
          <w:tcPr>
            <w:tcW w:w="702" w:type="pct"/>
            <w:tcBorders>
              <w:left w:val="single" w:sz="4" w:space="0" w:color="auto"/>
            </w:tcBorders>
          </w:tcPr>
          <w:p w:rsidR="00A138B3" w:rsidRPr="004B39B1" w:rsidRDefault="00A138B3" w:rsidP="00D97485">
            <w:pPr>
              <w:spacing w:before="240" w:after="240"/>
              <w:ind w:right="431" w:firstLine="205"/>
              <w:jc w:val="center"/>
              <w:rPr>
                <w:color w:val="22272F"/>
                <w:sz w:val="22"/>
                <w:shd w:val="clear" w:color="auto" w:fill="FFFFFF"/>
              </w:rPr>
            </w:pPr>
            <w:r w:rsidRPr="004B39B1">
              <w:rPr>
                <w:color w:val="22272F"/>
                <w:sz w:val="22"/>
                <w:shd w:val="clear" w:color="auto" w:fill="FFFFFF"/>
              </w:rPr>
              <w:t>202</w:t>
            </w:r>
            <w:r>
              <w:rPr>
                <w:color w:val="22272F"/>
                <w:sz w:val="22"/>
                <w:shd w:val="clear" w:color="auto" w:fill="FFFFFF"/>
              </w:rPr>
              <w:t>8</w:t>
            </w:r>
            <w:r w:rsidR="00C108A0">
              <w:rPr>
                <w:color w:val="22272F"/>
                <w:sz w:val="22"/>
                <w:shd w:val="clear" w:color="auto" w:fill="FFFFFF"/>
              </w:rPr>
              <w:t>г.</w:t>
            </w:r>
          </w:p>
        </w:tc>
      </w:tr>
      <w:tr w:rsidR="00A138B3" w:rsidRPr="00A4233A" w:rsidTr="00A138B3">
        <w:trPr>
          <w:trHeight w:val="282"/>
          <w:tblHeader/>
          <w:jc w:val="center"/>
        </w:trPr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B3" w:rsidRPr="004B39B1" w:rsidRDefault="00A138B3" w:rsidP="00BE1110">
            <w:pPr>
              <w:ind w:firstLine="0"/>
              <w:jc w:val="center"/>
              <w:rPr>
                <w:sz w:val="22"/>
              </w:rPr>
            </w:pPr>
            <w:r w:rsidRPr="004B39B1">
              <w:rPr>
                <w:sz w:val="22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B3" w:rsidRPr="004B39B1" w:rsidRDefault="00A138B3" w:rsidP="002D79B3">
            <w:pPr>
              <w:ind w:firstLine="0"/>
              <w:rPr>
                <w:spacing w:val="-2"/>
                <w:sz w:val="22"/>
              </w:rPr>
            </w:pPr>
            <w:r>
              <w:rPr>
                <w:spacing w:val="-2"/>
                <w:sz w:val="22"/>
              </w:rPr>
              <w:t xml:space="preserve">            2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B3" w:rsidRPr="004B39B1" w:rsidRDefault="00A138B3" w:rsidP="00BE1110">
            <w:pPr>
              <w:ind w:firstLine="0"/>
              <w:jc w:val="center"/>
              <w:rPr>
                <w:rFonts w:eastAsia="Times New Roman"/>
                <w:spacing w:val="-2"/>
                <w:sz w:val="22"/>
              </w:rPr>
            </w:pPr>
            <w:r>
              <w:rPr>
                <w:rFonts w:eastAsia="Times New Roman"/>
                <w:spacing w:val="-2"/>
                <w:sz w:val="22"/>
              </w:rPr>
              <w:t>3</w:t>
            </w:r>
          </w:p>
        </w:tc>
        <w:tc>
          <w:tcPr>
            <w:tcW w:w="804" w:type="pct"/>
            <w:tcBorders>
              <w:left w:val="single" w:sz="4" w:space="0" w:color="auto"/>
            </w:tcBorders>
            <w:vAlign w:val="center"/>
          </w:tcPr>
          <w:p w:rsidR="00A138B3" w:rsidRPr="004B39B1" w:rsidRDefault="00A138B3" w:rsidP="00BE1110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02" w:type="pct"/>
            <w:tcBorders>
              <w:left w:val="single" w:sz="4" w:space="0" w:color="auto"/>
            </w:tcBorders>
          </w:tcPr>
          <w:p w:rsidR="00A138B3" w:rsidRPr="004B39B1" w:rsidRDefault="00A138B3" w:rsidP="00A138B3">
            <w:pPr>
              <w:ind w:left="256" w:hanging="256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02" w:type="pct"/>
            <w:tcBorders>
              <w:left w:val="single" w:sz="4" w:space="0" w:color="auto"/>
            </w:tcBorders>
          </w:tcPr>
          <w:p w:rsidR="00A138B3" w:rsidRDefault="00A138B3" w:rsidP="00A138B3">
            <w:pPr>
              <w:ind w:left="256" w:hanging="350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690D2E" w:rsidRPr="00A4233A" w:rsidTr="004B6244">
        <w:trPr>
          <w:trHeight w:val="433"/>
          <w:jc w:val="center"/>
        </w:trPr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2E" w:rsidRPr="00030F3C" w:rsidRDefault="00690D2E" w:rsidP="008F21A8">
            <w:pPr>
              <w:spacing w:line="230" w:lineRule="auto"/>
              <w:ind w:firstLine="0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030F3C">
              <w:rPr>
                <w:i/>
                <w:sz w:val="24"/>
                <w:szCs w:val="24"/>
              </w:rPr>
              <w:t>Муниципальная программа  (всего)</w:t>
            </w:r>
            <w:r w:rsidRPr="00030F3C">
              <w:rPr>
                <w:rFonts w:eastAsia="Times New Roman"/>
                <w:spacing w:val="-2"/>
                <w:sz w:val="24"/>
                <w:szCs w:val="24"/>
              </w:rPr>
              <w:t>,</w:t>
            </w:r>
          </w:p>
          <w:p w:rsidR="00690D2E" w:rsidRPr="00030F3C" w:rsidRDefault="00690D2E" w:rsidP="008F21A8">
            <w:pPr>
              <w:spacing w:line="230" w:lineRule="auto"/>
              <w:ind w:firstLine="0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030F3C">
              <w:rPr>
                <w:rFonts w:eastAsia="Times New Roman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2E" w:rsidRPr="004A62DF" w:rsidRDefault="00690D2E" w:rsidP="00DB44D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1 984 200,00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2E" w:rsidRPr="004A62DF" w:rsidRDefault="00690D2E" w:rsidP="00DB44D1">
            <w:pPr>
              <w:ind w:firstLine="0"/>
              <w:jc w:val="center"/>
              <w:rPr>
                <w:sz w:val="20"/>
              </w:rPr>
            </w:pPr>
            <w:r w:rsidRPr="004A62DF">
              <w:rPr>
                <w:sz w:val="20"/>
              </w:rPr>
              <w:t>756 000,00</w:t>
            </w:r>
          </w:p>
        </w:tc>
        <w:tc>
          <w:tcPr>
            <w:tcW w:w="804" w:type="pct"/>
            <w:tcBorders>
              <w:left w:val="single" w:sz="4" w:space="0" w:color="auto"/>
            </w:tcBorders>
            <w:vAlign w:val="center"/>
          </w:tcPr>
          <w:p w:rsidR="00690D2E" w:rsidRPr="009A0C2E" w:rsidRDefault="00690D2E" w:rsidP="00DB44D1">
            <w:pPr>
              <w:ind w:firstLine="0"/>
              <w:jc w:val="center"/>
              <w:rPr>
                <w:sz w:val="20"/>
              </w:rPr>
            </w:pPr>
            <w:r w:rsidRPr="009A0C2E">
              <w:rPr>
                <w:sz w:val="20"/>
              </w:rPr>
              <w:t>409 400,00</w:t>
            </w:r>
          </w:p>
        </w:tc>
        <w:tc>
          <w:tcPr>
            <w:tcW w:w="702" w:type="pct"/>
            <w:tcBorders>
              <w:left w:val="single" w:sz="4" w:space="0" w:color="auto"/>
            </w:tcBorders>
            <w:vAlign w:val="center"/>
          </w:tcPr>
          <w:p w:rsidR="00690D2E" w:rsidRPr="009A0C2E" w:rsidRDefault="00690D2E" w:rsidP="00DB44D1">
            <w:pPr>
              <w:ind w:firstLine="0"/>
              <w:jc w:val="center"/>
              <w:rPr>
                <w:sz w:val="20"/>
              </w:rPr>
            </w:pPr>
            <w:r w:rsidRPr="009A0C2E">
              <w:rPr>
                <w:sz w:val="20"/>
              </w:rPr>
              <w:t>409 400,00</w:t>
            </w:r>
          </w:p>
        </w:tc>
        <w:tc>
          <w:tcPr>
            <w:tcW w:w="702" w:type="pct"/>
            <w:tcBorders>
              <w:left w:val="single" w:sz="4" w:space="0" w:color="auto"/>
            </w:tcBorders>
            <w:vAlign w:val="center"/>
          </w:tcPr>
          <w:p w:rsidR="00690D2E" w:rsidRPr="009A0C2E" w:rsidRDefault="00690D2E" w:rsidP="00DB44D1">
            <w:pPr>
              <w:ind w:firstLine="0"/>
              <w:jc w:val="center"/>
              <w:rPr>
                <w:sz w:val="20"/>
              </w:rPr>
            </w:pPr>
            <w:r w:rsidRPr="009A0C2E">
              <w:rPr>
                <w:sz w:val="20"/>
              </w:rPr>
              <w:t>409 400,00</w:t>
            </w:r>
          </w:p>
        </w:tc>
      </w:tr>
      <w:tr w:rsidR="00690D2E" w:rsidRPr="00A4233A" w:rsidTr="004B6244">
        <w:trPr>
          <w:trHeight w:val="433"/>
          <w:jc w:val="center"/>
        </w:trPr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2E" w:rsidRPr="00030F3C" w:rsidRDefault="00690D2E" w:rsidP="008F21A8">
            <w:pPr>
              <w:spacing w:line="230" w:lineRule="auto"/>
              <w:ind w:firstLine="0"/>
              <w:jc w:val="both"/>
              <w:rPr>
                <w:sz w:val="24"/>
                <w:szCs w:val="24"/>
              </w:rPr>
            </w:pPr>
            <w:r w:rsidRPr="00030F3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2E" w:rsidRPr="009408C3" w:rsidRDefault="00690D2E" w:rsidP="00DB44D1">
            <w:pPr>
              <w:ind w:firstLine="0"/>
              <w:jc w:val="center"/>
              <w:rPr>
                <w:sz w:val="20"/>
              </w:rPr>
            </w:pPr>
            <w:r w:rsidRPr="009408C3">
              <w:rPr>
                <w:sz w:val="20"/>
              </w:rPr>
              <w:t>232 237,41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2E" w:rsidRPr="009408C3" w:rsidRDefault="00690D2E" w:rsidP="00DB44D1">
            <w:pPr>
              <w:ind w:firstLine="0"/>
              <w:jc w:val="center"/>
              <w:rPr>
                <w:sz w:val="20"/>
              </w:rPr>
            </w:pPr>
            <w:r w:rsidRPr="009408C3">
              <w:rPr>
                <w:sz w:val="20"/>
              </w:rPr>
              <w:t>232 237,41</w:t>
            </w:r>
          </w:p>
        </w:tc>
        <w:tc>
          <w:tcPr>
            <w:tcW w:w="804" w:type="pct"/>
            <w:tcBorders>
              <w:left w:val="single" w:sz="4" w:space="0" w:color="auto"/>
            </w:tcBorders>
            <w:vAlign w:val="center"/>
          </w:tcPr>
          <w:p w:rsidR="00690D2E" w:rsidRPr="009408C3" w:rsidRDefault="00690D2E" w:rsidP="00DB44D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702" w:type="pct"/>
            <w:tcBorders>
              <w:left w:val="single" w:sz="4" w:space="0" w:color="auto"/>
            </w:tcBorders>
            <w:vAlign w:val="center"/>
          </w:tcPr>
          <w:p w:rsidR="00690D2E" w:rsidRPr="009408C3" w:rsidRDefault="00690D2E" w:rsidP="00DB44D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702" w:type="pct"/>
            <w:tcBorders>
              <w:left w:val="single" w:sz="4" w:space="0" w:color="auto"/>
            </w:tcBorders>
            <w:vAlign w:val="center"/>
          </w:tcPr>
          <w:p w:rsidR="00690D2E" w:rsidRPr="009408C3" w:rsidRDefault="00690D2E" w:rsidP="00DB44D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690D2E" w:rsidRPr="00A4233A" w:rsidTr="004B6244">
        <w:trPr>
          <w:trHeight w:val="433"/>
          <w:jc w:val="center"/>
        </w:trPr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2E" w:rsidRPr="00030F3C" w:rsidRDefault="00690D2E" w:rsidP="008F21A8">
            <w:pPr>
              <w:spacing w:line="230" w:lineRule="auto"/>
              <w:ind w:firstLine="0"/>
              <w:jc w:val="both"/>
              <w:rPr>
                <w:sz w:val="24"/>
                <w:szCs w:val="24"/>
              </w:rPr>
            </w:pPr>
            <w:r w:rsidRPr="00030F3C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2E" w:rsidRPr="00DE0B36" w:rsidRDefault="00690D2E" w:rsidP="00DB44D1">
            <w:pPr>
              <w:ind w:firstLine="0"/>
              <w:jc w:val="center"/>
              <w:rPr>
                <w:sz w:val="20"/>
              </w:rPr>
            </w:pPr>
            <w:r w:rsidRPr="00DE0B36">
              <w:rPr>
                <w:sz w:val="20"/>
              </w:rPr>
              <w:t>303 999,80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2E" w:rsidRPr="00DE0B36" w:rsidRDefault="00690D2E" w:rsidP="00DB44D1">
            <w:pPr>
              <w:ind w:firstLine="0"/>
              <w:jc w:val="center"/>
              <w:rPr>
                <w:sz w:val="20"/>
              </w:rPr>
            </w:pPr>
            <w:r w:rsidRPr="00DE0B36">
              <w:rPr>
                <w:sz w:val="20"/>
              </w:rPr>
              <w:t>303 999,80</w:t>
            </w:r>
          </w:p>
        </w:tc>
        <w:tc>
          <w:tcPr>
            <w:tcW w:w="804" w:type="pct"/>
            <w:tcBorders>
              <w:left w:val="single" w:sz="4" w:space="0" w:color="auto"/>
            </w:tcBorders>
            <w:vAlign w:val="center"/>
          </w:tcPr>
          <w:p w:rsidR="00690D2E" w:rsidRPr="00DE0B36" w:rsidRDefault="00690D2E" w:rsidP="00DB44D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702" w:type="pct"/>
            <w:tcBorders>
              <w:left w:val="single" w:sz="4" w:space="0" w:color="auto"/>
            </w:tcBorders>
            <w:vAlign w:val="center"/>
          </w:tcPr>
          <w:p w:rsidR="00690D2E" w:rsidRPr="00DE0B36" w:rsidRDefault="00690D2E" w:rsidP="00DB44D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702" w:type="pct"/>
            <w:tcBorders>
              <w:left w:val="single" w:sz="4" w:space="0" w:color="auto"/>
            </w:tcBorders>
            <w:vAlign w:val="center"/>
          </w:tcPr>
          <w:p w:rsidR="00690D2E" w:rsidRPr="00DE0B36" w:rsidRDefault="00690D2E" w:rsidP="00DB44D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690D2E" w:rsidRPr="00A4233A" w:rsidTr="004B6244">
        <w:trPr>
          <w:jc w:val="center"/>
        </w:trPr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2E" w:rsidRPr="00030F3C" w:rsidRDefault="00690D2E" w:rsidP="008F21A8">
            <w:pPr>
              <w:spacing w:line="230" w:lineRule="auto"/>
              <w:ind w:firstLine="0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бюджет МО «</w:t>
            </w:r>
            <w:proofErr w:type="spellStart"/>
            <w:r>
              <w:rPr>
                <w:rFonts w:eastAsia="Times New Roman"/>
                <w:spacing w:val="-2"/>
                <w:sz w:val="24"/>
                <w:szCs w:val="24"/>
              </w:rPr>
              <w:t>Ярцевский</w:t>
            </w:r>
            <w:proofErr w:type="spellEnd"/>
            <w:r>
              <w:rPr>
                <w:rFonts w:eastAsia="Times New Roman"/>
                <w:spacing w:val="-2"/>
                <w:sz w:val="24"/>
                <w:szCs w:val="24"/>
              </w:rPr>
              <w:t xml:space="preserve">  муниципальный округ</w:t>
            </w:r>
            <w:r w:rsidRPr="00030F3C">
              <w:rPr>
                <w:rFonts w:eastAsia="Times New Roman"/>
                <w:spacing w:val="-2"/>
                <w:sz w:val="24"/>
                <w:szCs w:val="24"/>
              </w:rPr>
              <w:t>»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 Смоленской области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2E" w:rsidRPr="009A0C2E" w:rsidRDefault="00690D2E" w:rsidP="00DB44D1">
            <w:pPr>
              <w:spacing w:line="240" w:lineRule="auto"/>
              <w:ind w:firstLine="0"/>
              <w:rPr>
                <w:bCs/>
                <w:sz w:val="20"/>
              </w:rPr>
            </w:pPr>
            <w:r>
              <w:rPr>
                <w:sz w:val="20"/>
              </w:rPr>
              <w:t>1 447 962</w:t>
            </w:r>
            <w:r w:rsidRPr="009A0C2E">
              <w:rPr>
                <w:sz w:val="20"/>
              </w:rPr>
              <w:t>,79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2E" w:rsidRPr="009A0C2E" w:rsidRDefault="00690D2E" w:rsidP="00DB44D1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9A0C2E">
              <w:rPr>
                <w:sz w:val="20"/>
              </w:rPr>
              <w:t>219 762,79</w:t>
            </w:r>
          </w:p>
        </w:tc>
        <w:tc>
          <w:tcPr>
            <w:tcW w:w="804" w:type="pct"/>
            <w:tcBorders>
              <w:left w:val="single" w:sz="4" w:space="0" w:color="auto"/>
            </w:tcBorders>
            <w:vAlign w:val="center"/>
          </w:tcPr>
          <w:p w:rsidR="00690D2E" w:rsidRPr="009A0C2E" w:rsidRDefault="00690D2E" w:rsidP="00DB44D1">
            <w:pPr>
              <w:ind w:firstLine="0"/>
              <w:jc w:val="center"/>
              <w:rPr>
                <w:sz w:val="20"/>
              </w:rPr>
            </w:pPr>
            <w:r w:rsidRPr="009A0C2E">
              <w:rPr>
                <w:sz w:val="20"/>
              </w:rPr>
              <w:t>409 400,00</w:t>
            </w:r>
          </w:p>
        </w:tc>
        <w:tc>
          <w:tcPr>
            <w:tcW w:w="702" w:type="pct"/>
            <w:tcBorders>
              <w:left w:val="single" w:sz="4" w:space="0" w:color="auto"/>
            </w:tcBorders>
            <w:vAlign w:val="center"/>
          </w:tcPr>
          <w:p w:rsidR="00690D2E" w:rsidRPr="009A0C2E" w:rsidRDefault="00690D2E" w:rsidP="00DB44D1">
            <w:pPr>
              <w:ind w:firstLine="0"/>
              <w:jc w:val="center"/>
              <w:rPr>
                <w:sz w:val="20"/>
              </w:rPr>
            </w:pPr>
            <w:r w:rsidRPr="009A0C2E">
              <w:rPr>
                <w:sz w:val="20"/>
              </w:rPr>
              <w:t>409 400,00</w:t>
            </w:r>
          </w:p>
        </w:tc>
        <w:tc>
          <w:tcPr>
            <w:tcW w:w="702" w:type="pct"/>
            <w:tcBorders>
              <w:left w:val="single" w:sz="4" w:space="0" w:color="auto"/>
            </w:tcBorders>
            <w:vAlign w:val="center"/>
          </w:tcPr>
          <w:p w:rsidR="00690D2E" w:rsidRPr="009A0C2E" w:rsidRDefault="00690D2E" w:rsidP="00DB44D1">
            <w:pPr>
              <w:ind w:firstLine="0"/>
              <w:jc w:val="center"/>
              <w:rPr>
                <w:sz w:val="20"/>
              </w:rPr>
            </w:pPr>
            <w:r w:rsidRPr="009A0C2E">
              <w:rPr>
                <w:sz w:val="20"/>
              </w:rPr>
              <w:t>409 400,00</w:t>
            </w:r>
          </w:p>
        </w:tc>
      </w:tr>
      <w:tr w:rsidR="00690D2E" w:rsidRPr="00A4233A" w:rsidTr="004B6244">
        <w:trPr>
          <w:jc w:val="center"/>
        </w:trPr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2E" w:rsidRPr="00030F3C" w:rsidRDefault="00690D2E" w:rsidP="008F21A8">
            <w:pPr>
              <w:spacing w:line="230" w:lineRule="auto"/>
              <w:ind w:firstLine="0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030F3C">
              <w:rPr>
                <w:rFonts w:eastAsia="Times New Roman"/>
                <w:spacing w:val="-2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2E" w:rsidRPr="004A62DF" w:rsidRDefault="00690D2E" w:rsidP="00DB44D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1 574 800,00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2E" w:rsidRPr="004A62DF" w:rsidRDefault="00690D2E" w:rsidP="00DB44D1">
            <w:pPr>
              <w:ind w:firstLine="0"/>
              <w:jc w:val="center"/>
              <w:rPr>
                <w:sz w:val="20"/>
              </w:rPr>
            </w:pPr>
            <w:r w:rsidRPr="004A62DF">
              <w:rPr>
                <w:sz w:val="20"/>
              </w:rPr>
              <w:t>756 000,00</w:t>
            </w:r>
          </w:p>
        </w:tc>
        <w:tc>
          <w:tcPr>
            <w:tcW w:w="804" w:type="pct"/>
            <w:tcBorders>
              <w:left w:val="single" w:sz="4" w:space="0" w:color="auto"/>
            </w:tcBorders>
            <w:vAlign w:val="center"/>
          </w:tcPr>
          <w:p w:rsidR="00690D2E" w:rsidRPr="009A0C2E" w:rsidRDefault="00690D2E" w:rsidP="00DB44D1">
            <w:pPr>
              <w:ind w:firstLine="0"/>
              <w:jc w:val="center"/>
              <w:rPr>
                <w:sz w:val="20"/>
              </w:rPr>
            </w:pPr>
            <w:r w:rsidRPr="009A0C2E">
              <w:rPr>
                <w:sz w:val="20"/>
              </w:rPr>
              <w:t>409 400,00</w:t>
            </w:r>
          </w:p>
        </w:tc>
        <w:tc>
          <w:tcPr>
            <w:tcW w:w="702" w:type="pct"/>
            <w:tcBorders>
              <w:left w:val="single" w:sz="4" w:space="0" w:color="auto"/>
            </w:tcBorders>
            <w:vAlign w:val="center"/>
          </w:tcPr>
          <w:p w:rsidR="00690D2E" w:rsidRPr="009A0C2E" w:rsidRDefault="00690D2E" w:rsidP="00DB44D1">
            <w:pPr>
              <w:ind w:firstLine="0"/>
              <w:jc w:val="center"/>
              <w:rPr>
                <w:sz w:val="20"/>
              </w:rPr>
            </w:pPr>
            <w:r w:rsidRPr="009A0C2E">
              <w:rPr>
                <w:sz w:val="20"/>
              </w:rPr>
              <w:t>409 400,00</w:t>
            </w:r>
          </w:p>
        </w:tc>
        <w:tc>
          <w:tcPr>
            <w:tcW w:w="702" w:type="pct"/>
            <w:tcBorders>
              <w:left w:val="single" w:sz="4" w:space="0" w:color="auto"/>
            </w:tcBorders>
            <w:vAlign w:val="center"/>
          </w:tcPr>
          <w:p w:rsidR="00690D2E" w:rsidRPr="009A0C2E" w:rsidRDefault="00690D2E" w:rsidP="00DB44D1">
            <w:pPr>
              <w:ind w:firstLine="0"/>
              <w:jc w:val="center"/>
              <w:rPr>
                <w:sz w:val="20"/>
              </w:rPr>
            </w:pPr>
            <w:r w:rsidRPr="009A0C2E">
              <w:rPr>
                <w:sz w:val="20"/>
              </w:rPr>
              <w:t>409 400,00</w:t>
            </w:r>
          </w:p>
        </w:tc>
      </w:tr>
    </w:tbl>
    <w:p w:rsidR="006911C2" w:rsidRPr="00A4233A" w:rsidRDefault="006911C2" w:rsidP="006911C2">
      <w:pPr>
        <w:jc w:val="center"/>
        <w:rPr>
          <w:b/>
          <w:sz w:val="28"/>
          <w:szCs w:val="28"/>
        </w:rPr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p w:rsidR="000728A3" w:rsidRDefault="000728A3" w:rsidP="006911C2">
      <w:pPr>
        <w:widowControl w:val="0"/>
        <w:autoSpaceDE w:val="0"/>
        <w:autoSpaceDN w:val="0"/>
        <w:adjustRightInd w:val="0"/>
        <w:jc w:val="right"/>
      </w:pPr>
    </w:p>
    <w:tbl>
      <w:tblPr>
        <w:tblStyle w:val="aa"/>
        <w:tblW w:w="14959" w:type="dxa"/>
        <w:tblLook w:val="04A0"/>
      </w:tblPr>
      <w:tblGrid>
        <w:gridCol w:w="10173"/>
        <w:gridCol w:w="4786"/>
      </w:tblGrid>
      <w:tr w:rsidR="008E27AA" w:rsidTr="00A64C63">
        <w:trPr>
          <w:trHeight w:val="1035"/>
        </w:trPr>
        <w:tc>
          <w:tcPr>
            <w:tcW w:w="10173" w:type="dxa"/>
            <w:tcBorders>
              <w:top w:val="nil"/>
              <w:left w:val="nil"/>
              <w:bottom w:val="nil"/>
              <w:right w:val="nil"/>
            </w:tcBorders>
          </w:tcPr>
          <w:p w:rsidR="008E27AA" w:rsidRDefault="008E27AA" w:rsidP="00D97485">
            <w:pPr>
              <w:spacing w:line="240" w:lineRule="auto"/>
              <w:jc w:val="center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E27AA" w:rsidRDefault="008E27AA" w:rsidP="00A64C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Приложение № 2.1. к Паспорту муниципальной </w:t>
            </w:r>
            <w:r w:rsidRPr="00A05D91">
              <w:t xml:space="preserve">программы </w:t>
            </w:r>
            <w:r>
              <w:t>«Обеспечение жильем молодых семей в муниципальном образовании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</w:t>
            </w:r>
            <w:r w:rsidRPr="00A05D91">
              <w:t>Смоленской области»</w:t>
            </w:r>
            <w:r w:rsidRPr="00A05D91">
              <w:rPr>
                <w:color w:val="FF0000"/>
              </w:rPr>
              <w:t xml:space="preserve"> </w:t>
            </w:r>
          </w:p>
        </w:tc>
      </w:tr>
    </w:tbl>
    <w:p w:rsidR="006911C2" w:rsidRPr="00F619A4" w:rsidRDefault="006911C2" w:rsidP="006911C2">
      <w:pPr>
        <w:jc w:val="center"/>
        <w:rPr>
          <w:b/>
          <w:spacing w:val="20"/>
          <w:sz w:val="28"/>
          <w:szCs w:val="28"/>
        </w:rPr>
      </w:pPr>
      <w:r w:rsidRPr="00F619A4">
        <w:rPr>
          <w:b/>
          <w:spacing w:val="20"/>
          <w:sz w:val="28"/>
          <w:szCs w:val="28"/>
        </w:rPr>
        <w:t>ПАСПОРТ</w:t>
      </w:r>
    </w:p>
    <w:p w:rsidR="006911C2" w:rsidRPr="00F619A4" w:rsidRDefault="006911C2" w:rsidP="006911C2">
      <w:pPr>
        <w:jc w:val="center"/>
        <w:rPr>
          <w:b/>
          <w:i/>
          <w:sz w:val="28"/>
          <w:szCs w:val="28"/>
        </w:rPr>
      </w:pPr>
      <w:r w:rsidRPr="00F619A4">
        <w:rPr>
          <w:b/>
          <w:sz w:val="28"/>
          <w:szCs w:val="28"/>
        </w:rPr>
        <w:t xml:space="preserve">комплекса процессных мероприятий </w:t>
      </w:r>
      <w:r w:rsidRPr="00F619A4">
        <w:rPr>
          <w:b/>
          <w:i/>
          <w:sz w:val="28"/>
          <w:szCs w:val="28"/>
        </w:rPr>
        <w:t>«</w:t>
      </w:r>
      <w:r w:rsidRPr="00F619A4">
        <w:rPr>
          <w:b/>
          <w:sz w:val="28"/>
          <w:szCs w:val="28"/>
        </w:rPr>
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</w:r>
      <w:r w:rsidRPr="00F619A4">
        <w:rPr>
          <w:b/>
          <w:i/>
          <w:sz w:val="28"/>
          <w:szCs w:val="28"/>
        </w:rPr>
        <w:t>»</w:t>
      </w:r>
    </w:p>
    <w:p w:rsidR="006911C2" w:rsidRPr="00F619A4" w:rsidRDefault="006911C2" w:rsidP="000728A3">
      <w:pPr>
        <w:jc w:val="center"/>
        <w:rPr>
          <w:b/>
          <w:sz w:val="28"/>
          <w:szCs w:val="28"/>
        </w:rPr>
      </w:pPr>
      <w:r w:rsidRPr="00F619A4">
        <w:rPr>
          <w:b/>
          <w:sz w:val="28"/>
          <w:szCs w:val="28"/>
        </w:rPr>
        <w:t>1. Общие положения</w:t>
      </w:r>
    </w:p>
    <w:tbl>
      <w:tblPr>
        <w:tblStyle w:val="11"/>
        <w:tblW w:w="5000" w:type="pct"/>
        <w:jc w:val="center"/>
        <w:tblLook w:val="04A0"/>
      </w:tblPr>
      <w:tblGrid>
        <w:gridCol w:w="15"/>
        <w:gridCol w:w="1665"/>
        <w:gridCol w:w="3921"/>
        <w:gridCol w:w="834"/>
        <w:gridCol w:w="1464"/>
        <w:gridCol w:w="1768"/>
        <w:gridCol w:w="1765"/>
        <w:gridCol w:w="1665"/>
        <w:gridCol w:w="1665"/>
        <w:gridCol w:w="24"/>
      </w:tblGrid>
      <w:tr w:rsidR="00A7388E" w:rsidRPr="007210E8" w:rsidTr="00A7388E">
        <w:trPr>
          <w:gridBefore w:val="1"/>
          <w:wBefore w:w="5" w:type="pct"/>
          <w:trHeight w:val="516"/>
          <w:jc w:val="center"/>
        </w:trPr>
        <w:tc>
          <w:tcPr>
            <w:tcW w:w="2171" w:type="pct"/>
            <w:gridSpan w:val="3"/>
            <w:vAlign w:val="center"/>
          </w:tcPr>
          <w:p w:rsidR="00A7388E" w:rsidRPr="00F619A4" w:rsidRDefault="00A7388E" w:rsidP="00BE1110">
            <w:pPr>
              <w:ind w:firstLine="0"/>
              <w:rPr>
                <w:sz w:val="24"/>
                <w:szCs w:val="24"/>
              </w:rPr>
            </w:pPr>
            <w:proofErr w:type="gramStart"/>
            <w:r w:rsidRPr="00F619A4">
              <w:rPr>
                <w:rFonts w:eastAsia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F619A4">
              <w:rPr>
                <w:rFonts w:eastAsia="Times New Roman"/>
                <w:sz w:val="24"/>
                <w:szCs w:val="24"/>
                <w:lang w:eastAsia="ru-RU"/>
              </w:rPr>
              <w:t xml:space="preserve"> за выполнение комплекса мероприятий</w:t>
            </w:r>
          </w:p>
        </w:tc>
        <w:tc>
          <w:tcPr>
            <w:tcW w:w="2824" w:type="pct"/>
            <w:gridSpan w:val="6"/>
          </w:tcPr>
          <w:p w:rsidR="00A7388E" w:rsidRPr="00F619A4" w:rsidRDefault="00A7388E" w:rsidP="00A64C63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  <w:r w:rsidRPr="00F619A4">
              <w:rPr>
                <w:sz w:val="24"/>
                <w:szCs w:val="24"/>
              </w:rPr>
              <w:t xml:space="preserve"> по образованию и молодежной политике Администрации муниципальн</w:t>
            </w:r>
            <w:r>
              <w:rPr>
                <w:sz w:val="24"/>
                <w:szCs w:val="24"/>
              </w:rPr>
              <w:t>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F619A4">
              <w:rPr>
                <w:sz w:val="24"/>
                <w:szCs w:val="24"/>
              </w:rPr>
              <w:t>» Смоленской области</w:t>
            </w:r>
          </w:p>
        </w:tc>
      </w:tr>
      <w:tr w:rsidR="00A7388E" w:rsidRPr="00084DFE" w:rsidTr="00A7388E">
        <w:trPr>
          <w:gridBefore w:val="1"/>
          <w:wBefore w:w="5" w:type="pct"/>
          <w:trHeight w:val="599"/>
          <w:jc w:val="center"/>
        </w:trPr>
        <w:tc>
          <w:tcPr>
            <w:tcW w:w="2171" w:type="pct"/>
            <w:gridSpan w:val="3"/>
            <w:tcBorders>
              <w:bottom w:val="single" w:sz="4" w:space="0" w:color="auto"/>
            </w:tcBorders>
            <w:vAlign w:val="center"/>
          </w:tcPr>
          <w:p w:rsidR="00A7388E" w:rsidRPr="00F619A4" w:rsidRDefault="00A7388E" w:rsidP="00BE1110">
            <w:pPr>
              <w:ind w:firstLine="0"/>
              <w:rPr>
                <w:sz w:val="24"/>
                <w:szCs w:val="24"/>
              </w:rPr>
            </w:pPr>
            <w:r w:rsidRPr="00F619A4">
              <w:rPr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2824" w:type="pct"/>
            <w:gridSpan w:val="6"/>
            <w:tcBorders>
              <w:bottom w:val="single" w:sz="4" w:space="0" w:color="auto"/>
            </w:tcBorders>
          </w:tcPr>
          <w:p w:rsidR="00A7388E" w:rsidRPr="00F619A4" w:rsidRDefault="00A7388E" w:rsidP="00A64C6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619A4">
              <w:rPr>
                <w:bCs/>
                <w:sz w:val="24"/>
                <w:szCs w:val="24"/>
              </w:rPr>
              <w:t xml:space="preserve">Муниципальная программа </w:t>
            </w:r>
            <w:r w:rsidRPr="00F619A4">
              <w:rPr>
                <w:sz w:val="24"/>
                <w:szCs w:val="24"/>
              </w:rPr>
              <w:t>«Обеспечение жильем молодых семей</w:t>
            </w:r>
            <w:r>
              <w:rPr>
                <w:sz w:val="24"/>
                <w:szCs w:val="24"/>
              </w:rPr>
              <w:t xml:space="preserve"> в муниципальном образовании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округ» </w:t>
            </w:r>
            <w:r w:rsidRPr="00F619A4">
              <w:rPr>
                <w:sz w:val="24"/>
                <w:szCs w:val="24"/>
              </w:rPr>
              <w:t>Смоленской области»</w:t>
            </w:r>
            <w:r w:rsidRPr="00F619A4">
              <w:rPr>
                <w:color w:val="FF0000"/>
                <w:sz w:val="24"/>
                <w:szCs w:val="24"/>
              </w:rPr>
              <w:t xml:space="preserve"> </w:t>
            </w:r>
          </w:p>
        </w:tc>
      </w:tr>
      <w:tr w:rsidR="00370B80" w:rsidRPr="00084DFE" w:rsidTr="00370B80">
        <w:trPr>
          <w:gridBefore w:val="1"/>
          <w:wBefore w:w="5" w:type="pct"/>
          <w:trHeight w:val="700"/>
          <w:jc w:val="center"/>
        </w:trPr>
        <w:tc>
          <w:tcPr>
            <w:tcW w:w="5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B80" w:rsidRDefault="00370B80" w:rsidP="00BE11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432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B80" w:rsidRDefault="00370B80" w:rsidP="00BE11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  <w:p w:rsidR="00370B80" w:rsidRPr="00A877FD" w:rsidRDefault="00370B80" w:rsidP="000728A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DB3870">
              <w:rPr>
                <w:b/>
                <w:szCs w:val="28"/>
              </w:rPr>
              <w:t>2. Показатели реализации комплекса процессных мероприятий</w:t>
            </w:r>
          </w:p>
        </w:tc>
      </w:tr>
      <w:tr w:rsidR="00370B80" w:rsidRPr="00580B96" w:rsidTr="00370B80">
        <w:trPr>
          <w:gridAfter w:val="1"/>
          <w:wAfter w:w="8" w:type="pct"/>
          <w:tblHeader/>
          <w:jc w:val="center"/>
        </w:trPr>
        <w:tc>
          <w:tcPr>
            <w:tcW w:w="1894" w:type="pct"/>
            <w:gridSpan w:val="3"/>
            <w:vMerge w:val="restart"/>
            <w:vAlign w:val="center"/>
          </w:tcPr>
          <w:p w:rsidR="00370B80" w:rsidRPr="00C615BD" w:rsidRDefault="00370B80" w:rsidP="00CF6519">
            <w:pPr>
              <w:spacing w:line="240" w:lineRule="auto"/>
              <w:ind w:right="74" w:firstLine="0"/>
              <w:jc w:val="both"/>
              <w:rPr>
                <w:sz w:val="22"/>
              </w:rPr>
            </w:pPr>
            <w:r w:rsidRPr="00C615BD">
              <w:rPr>
                <w:sz w:val="22"/>
              </w:rPr>
              <w:t>Наименование показателя реализации, единица измерения</w:t>
            </w:r>
          </w:p>
        </w:tc>
        <w:tc>
          <w:tcPr>
            <w:tcW w:w="777" w:type="pct"/>
            <w:gridSpan w:val="2"/>
            <w:vMerge w:val="restart"/>
          </w:tcPr>
          <w:p w:rsidR="00370B80" w:rsidRPr="00C615BD" w:rsidRDefault="00370B80" w:rsidP="00CF6519">
            <w:pPr>
              <w:spacing w:line="240" w:lineRule="auto"/>
              <w:ind w:firstLine="23"/>
              <w:jc w:val="both"/>
              <w:rPr>
                <w:sz w:val="22"/>
                <w:shd w:val="clear" w:color="auto" w:fill="FFFFFF"/>
              </w:rPr>
            </w:pPr>
            <w:r w:rsidRPr="00C615BD">
              <w:rPr>
                <w:sz w:val="22"/>
                <w:shd w:val="clear" w:color="auto" w:fill="FFFFFF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2321" w:type="pct"/>
            <w:gridSpan w:val="4"/>
            <w:vAlign w:val="center"/>
          </w:tcPr>
          <w:p w:rsidR="00370B80" w:rsidRPr="00C615BD" w:rsidRDefault="00370B80" w:rsidP="00456C18">
            <w:pPr>
              <w:spacing w:line="240" w:lineRule="auto"/>
              <w:ind w:firstLine="0"/>
              <w:jc w:val="center"/>
              <w:rPr>
                <w:sz w:val="22"/>
                <w:shd w:val="clear" w:color="auto" w:fill="FFFFFF"/>
              </w:rPr>
            </w:pPr>
            <w:r w:rsidRPr="00C615BD">
              <w:rPr>
                <w:sz w:val="22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370B80" w:rsidRPr="00580B96" w:rsidTr="00956D93">
        <w:trPr>
          <w:gridAfter w:val="1"/>
          <w:wAfter w:w="8" w:type="pct"/>
          <w:trHeight w:val="253"/>
          <w:tblHeader/>
          <w:jc w:val="center"/>
        </w:trPr>
        <w:tc>
          <w:tcPr>
            <w:tcW w:w="1894" w:type="pct"/>
            <w:gridSpan w:val="3"/>
            <w:vMerge/>
            <w:vAlign w:val="center"/>
          </w:tcPr>
          <w:p w:rsidR="00370B80" w:rsidRPr="00C615BD" w:rsidRDefault="00370B80" w:rsidP="00CF6519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777" w:type="pct"/>
            <w:gridSpan w:val="2"/>
            <w:vMerge/>
          </w:tcPr>
          <w:p w:rsidR="00370B80" w:rsidRPr="00C615BD" w:rsidRDefault="00370B80" w:rsidP="00CF6519">
            <w:pPr>
              <w:spacing w:line="240" w:lineRule="auto"/>
              <w:jc w:val="center"/>
              <w:rPr>
                <w:sz w:val="22"/>
                <w:shd w:val="clear" w:color="auto" w:fill="FFFFFF"/>
              </w:rPr>
            </w:pPr>
          </w:p>
        </w:tc>
        <w:tc>
          <w:tcPr>
            <w:tcW w:w="598" w:type="pct"/>
            <w:vAlign w:val="center"/>
          </w:tcPr>
          <w:p w:rsidR="00370B80" w:rsidRPr="00C615BD" w:rsidRDefault="00370B80" w:rsidP="00CF6519">
            <w:pPr>
              <w:spacing w:line="240" w:lineRule="auto"/>
              <w:ind w:firstLine="0"/>
              <w:jc w:val="center"/>
              <w:rPr>
                <w:rFonts w:eastAsia="Times New Roman"/>
                <w:spacing w:val="-2"/>
                <w:sz w:val="22"/>
              </w:rPr>
            </w:pPr>
            <w:r>
              <w:rPr>
                <w:rFonts w:eastAsia="Times New Roman"/>
                <w:spacing w:val="-2"/>
                <w:sz w:val="22"/>
              </w:rPr>
              <w:t>2025</w:t>
            </w:r>
            <w:r w:rsidRPr="00C615BD">
              <w:rPr>
                <w:rFonts w:eastAsia="Times New Roman"/>
                <w:spacing w:val="-2"/>
                <w:sz w:val="22"/>
              </w:rPr>
              <w:t xml:space="preserve"> г.</w:t>
            </w:r>
          </w:p>
        </w:tc>
        <w:tc>
          <w:tcPr>
            <w:tcW w:w="597" w:type="pct"/>
            <w:vAlign w:val="center"/>
          </w:tcPr>
          <w:p w:rsidR="00370B80" w:rsidRPr="00C615BD" w:rsidRDefault="00370B80" w:rsidP="00CF6519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615BD">
              <w:rPr>
                <w:sz w:val="22"/>
              </w:rPr>
              <w:t>2</w:t>
            </w:r>
            <w:r>
              <w:rPr>
                <w:sz w:val="22"/>
              </w:rPr>
              <w:t>026</w:t>
            </w:r>
            <w:r w:rsidRPr="00C615BD">
              <w:rPr>
                <w:sz w:val="22"/>
              </w:rPr>
              <w:t xml:space="preserve"> г.</w:t>
            </w:r>
          </w:p>
        </w:tc>
        <w:tc>
          <w:tcPr>
            <w:tcW w:w="563" w:type="pct"/>
            <w:vAlign w:val="center"/>
          </w:tcPr>
          <w:p w:rsidR="00370B80" w:rsidRPr="00580B96" w:rsidRDefault="00370B80" w:rsidP="00CF6519">
            <w:pPr>
              <w:spacing w:before="240" w:after="160" w:line="240" w:lineRule="auto"/>
              <w:ind w:firstLine="0"/>
              <w:jc w:val="center"/>
            </w:pPr>
            <w:r w:rsidRPr="00C615BD">
              <w:rPr>
                <w:sz w:val="22"/>
              </w:rPr>
              <w:t>202</w:t>
            </w:r>
            <w:r>
              <w:rPr>
                <w:sz w:val="22"/>
              </w:rPr>
              <w:t>7</w:t>
            </w:r>
            <w:r w:rsidRPr="00C615BD">
              <w:rPr>
                <w:sz w:val="22"/>
              </w:rPr>
              <w:t xml:space="preserve"> г.</w:t>
            </w:r>
          </w:p>
        </w:tc>
        <w:tc>
          <w:tcPr>
            <w:tcW w:w="563" w:type="pct"/>
            <w:vAlign w:val="center"/>
          </w:tcPr>
          <w:p w:rsidR="00370B80" w:rsidRPr="00580B96" w:rsidRDefault="00370B80" w:rsidP="00CF6519">
            <w:pPr>
              <w:spacing w:before="240" w:after="160" w:line="240" w:lineRule="auto"/>
              <w:ind w:firstLine="0"/>
              <w:jc w:val="center"/>
            </w:pPr>
            <w:r w:rsidRPr="00C615BD">
              <w:rPr>
                <w:sz w:val="22"/>
              </w:rPr>
              <w:t>202</w:t>
            </w:r>
            <w:r>
              <w:rPr>
                <w:sz w:val="22"/>
              </w:rPr>
              <w:t>8</w:t>
            </w:r>
            <w:r w:rsidRPr="00C615BD">
              <w:rPr>
                <w:sz w:val="22"/>
              </w:rPr>
              <w:t xml:space="preserve"> г.</w:t>
            </w:r>
          </w:p>
        </w:tc>
      </w:tr>
      <w:tr w:rsidR="00370B80" w:rsidRPr="00DB3870" w:rsidTr="00370B80">
        <w:trPr>
          <w:gridAfter w:val="1"/>
          <w:wAfter w:w="8" w:type="pct"/>
          <w:trHeight w:val="282"/>
          <w:tblHeader/>
          <w:jc w:val="center"/>
        </w:trPr>
        <w:tc>
          <w:tcPr>
            <w:tcW w:w="1894" w:type="pct"/>
            <w:gridSpan w:val="3"/>
            <w:vAlign w:val="center"/>
          </w:tcPr>
          <w:p w:rsidR="00370B80" w:rsidRPr="00C615BD" w:rsidRDefault="00370B80" w:rsidP="00BE1110">
            <w:pPr>
              <w:ind w:firstLine="0"/>
              <w:jc w:val="center"/>
              <w:rPr>
                <w:sz w:val="22"/>
              </w:rPr>
            </w:pPr>
            <w:r w:rsidRPr="00C615BD">
              <w:rPr>
                <w:sz w:val="22"/>
              </w:rPr>
              <w:t>1</w:t>
            </w:r>
          </w:p>
        </w:tc>
        <w:tc>
          <w:tcPr>
            <w:tcW w:w="777" w:type="pct"/>
            <w:gridSpan w:val="2"/>
            <w:vAlign w:val="center"/>
          </w:tcPr>
          <w:p w:rsidR="00370B80" w:rsidRPr="00C615BD" w:rsidRDefault="00370B80" w:rsidP="00D923F9">
            <w:pPr>
              <w:ind w:firstLine="0"/>
              <w:jc w:val="center"/>
              <w:rPr>
                <w:spacing w:val="-2"/>
                <w:sz w:val="22"/>
              </w:rPr>
            </w:pPr>
            <w:r w:rsidRPr="00C615BD">
              <w:rPr>
                <w:spacing w:val="-2"/>
                <w:sz w:val="22"/>
              </w:rPr>
              <w:t>2</w:t>
            </w:r>
          </w:p>
        </w:tc>
        <w:tc>
          <w:tcPr>
            <w:tcW w:w="598" w:type="pct"/>
            <w:vAlign w:val="center"/>
          </w:tcPr>
          <w:p w:rsidR="00370B80" w:rsidRPr="00C615BD" w:rsidRDefault="00370B80" w:rsidP="00D923F9">
            <w:pPr>
              <w:ind w:firstLine="0"/>
              <w:jc w:val="center"/>
              <w:rPr>
                <w:rFonts w:eastAsia="Times New Roman"/>
                <w:spacing w:val="-2"/>
                <w:sz w:val="22"/>
              </w:rPr>
            </w:pPr>
            <w:r w:rsidRPr="00C615BD">
              <w:rPr>
                <w:rFonts w:eastAsia="Times New Roman"/>
                <w:spacing w:val="-2"/>
                <w:sz w:val="22"/>
              </w:rPr>
              <w:t>4</w:t>
            </w:r>
          </w:p>
        </w:tc>
        <w:tc>
          <w:tcPr>
            <w:tcW w:w="597" w:type="pct"/>
            <w:vAlign w:val="center"/>
          </w:tcPr>
          <w:p w:rsidR="00370B80" w:rsidRPr="00C615BD" w:rsidRDefault="00370B80" w:rsidP="00D923F9">
            <w:pPr>
              <w:ind w:firstLine="0"/>
              <w:jc w:val="center"/>
              <w:rPr>
                <w:sz w:val="22"/>
              </w:rPr>
            </w:pPr>
            <w:r w:rsidRPr="00C615BD">
              <w:rPr>
                <w:sz w:val="22"/>
              </w:rPr>
              <w:t>5</w:t>
            </w:r>
          </w:p>
        </w:tc>
        <w:tc>
          <w:tcPr>
            <w:tcW w:w="563" w:type="pct"/>
            <w:vAlign w:val="center"/>
          </w:tcPr>
          <w:p w:rsidR="00370B80" w:rsidRPr="00DB3870" w:rsidRDefault="00370B80" w:rsidP="003B368B">
            <w:pPr>
              <w:spacing w:line="259" w:lineRule="auto"/>
              <w:ind w:hanging="92"/>
              <w:jc w:val="center"/>
              <w:rPr>
                <w:sz w:val="22"/>
                <w:szCs w:val="22"/>
              </w:rPr>
            </w:pPr>
            <w:r w:rsidRPr="00DB3870">
              <w:rPr>
                <w:sz w:val="22"/>
                <w:szCs w:val="22"/>
              </w:rPr>
              <w:t>6</w:t>
            </w:r>
          </w:p>
        </w:tc>
        <w:tc>
          <w:tcPr>
            <w:tcW w:w="563" w:type="pct"/>
          </w:tcPr>
          <w:p w:rsidR="00370B80" w:rsidRPr="00DB3870" w:rsidRDefault="00370B80" w:rsidP="00370B80">
            <w:pPr>
              <w:spacing w:line="259" w:lineRule="auto"/>
              <w:ind w:hanging="5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417E62" w:rsidRPr="00580B96" w:rsidTr="002330F9">
        <w:trPr>
          <w:gridAfter w:val="1"/>
          <w:wAfter w:w="8" w:type="pct"/>
          <w:trHeight w:val="433"/>
          <w:jc w:val="center"/>
        </w:trPr>
        <w:tc>
          <w:tcPr>
            <w:tcW w:w="1894" w:type="pct"/>
            <w:gridSpan w:val="3"/>
          </w:tcPr>
          <w:p w:rsidR="00417E62" w:rsidRPr="00DB3870" w:rsidRDefault="00417E62" w:rsidP="00370B8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DB3870">
              <w:rPr>
                <w:sz w:val="24"/>
                <w:szCs w:val="24"/>
              </w:rPr>
              <w:t>Количество молодых семей, улучшивших жилищные условия (ед.)</w:t>
            </w:r>
          </w:p>
        </w:tc>
        <w:tc>
          <w:tcPr>
            <w:tcW w:w="777" w:type="pct"/>
            <w:gridSpan w:val="2"/>
            <w:vAlign w:val="center"/>
          </w:tcPr>
          <w:p w:rsidR="00417E62" w:rsidRPr="00441C0F" w:rsidRDefault="00417E62" w:rsidP="00D9748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8" w:type="pct"/>
            <w:vAlign w:val="center"/>
          </w:tcPr>
          <w:p w:rsidR="00417E62" w:rsidRPr="00441C0F" w:rsidRDefault="00417E62" w:rsidP="00D9748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7" w:type="pct"/>
            <w:vAlign w:val="center"/>
          </w:tcPr>
          <w:p w:rsidR="00417E62" w:rsidRPr="00441C0F" w:rsidRDefault="00417E62" w:rsidP="00D9748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3" w:type="pct"/>
            <w:vAlign w:val="center"/>
          </w:tcPr>
          <w:p w:rsidR="00417E62" w:rsidRPr="00441C0F" w:rsidRDefault="00417E62" w:rsidP="00D97485">
            <w:pPr>
              <w:ind w:left="-493" w:firstLine="567"/>
              <w:jc w:val="center"/>
              <w:rPr>
                <w:sz w:val="24"/>
                <w:szCs w:val="24"/>
              </w:rPr>
            </w:pPr>
            <w:r w:rsidRPr="00441C0F">
              <w:rPr>
                <w:sz w:val="24"/>
                <w:szCs w:val="24"/>
              </w:rPr>
              <w:t>2</w:t>
            </w:r>
          </w:p>
        </w:tc>
        <w:tc>
          <w:tcPr>
            <w:tcW w:w="563" w:type="pct"/>
            <w:vAlign w:val="center"/>
          </w:tcPr>
          <w:p w:rsidR="00417E62" w:rsidRPr="00441C0F" w:rsidRDefault="00417E62" w:rsidP="00D97485">
            <w:pPr>
              <w:ind w:left="-493" w:firstLine="567"/>
              <w:jc w:val="center"/>
              <w:rPr>
                <w:sz w:val="24"/>
                <w:szCs w:val="24"/>
              </w:rPr>
            </w:pPr>
            <w:r w:rsidRPr="00441C0F">
              <w:rPr>
                <w:sz w:val="24"/>
                <w:szCs w:val="24"/>
              </w:rPr>
              <w:t>2</w:t>
            </w:r>
          </w:p>
        </w:tc>
      </w:tr>
    </w:tbl>
    <w:p w:rsidR="006911C2" w:rsidRDefault="006911C2" w:rsidP="006911C2">
      <w:pPr>
        <w:widowControl w:val="0"/>
        <w:autoSpaceDE w:val="0"/>
        <w:autoSpaceDN w:val="0"/>
        <w:adjustRightInd w:val="0"/>
        <w:jc w:val="right"/>
      </w:pPr>
    </w:p>
    <w:p w:rsidR="00D94F0E" w:rsidRDefault="00D94F0E" w:rsidP="006911C2">
      <w:pPr>
        <w:widowControl w:val="0"/>
        <w:autoSpaceDE w:val="0"/>
        <w:autoSpaceDN w:val="0"/>
        <w:adjustRightInd w:val="0"/>
        <w:jc w:val="right"/>
      </w:pPr>
    </w:p>
    <w:p w:rsidR="00D94F0E" w:rsidRDefault="00D94F0E" w:rsidP="006911C2">
      <w:pPr>
        <w:widowControl w:val="0"/>
        <w:autoSpaceDE w:val="0"/>
        <w:autoSpaceDN w:val="0"/>
        <w:adjustRightInd w:val="0"/>
        <w:jc w:val="right"/>
      </w:pPr>
    </w:p>
    <w:p w:rsidR="003508B2" w:rsidRDefault="003508B2" w:rsidP="006911C2">
      <w:pPr>
        <w:widowControl w:val="0"/>
        <w:autoSpaceDE w:val="0"/>
        <w:autoSpaceDN w:val="0"/>
        <w:adjustRightInd w:val="0"/>
        <w:jc w:val="right"/>
      </w:pPr>
    </w:p>
    <w:p w:rsidR="003508B2" w:rsidRDefault="003508B2" w:rsidP="006911C2">
      <w:pPr>
        <w:widowControl w:val="0"/>
        <w:autoSpaceDE w:val="0"/>
        <w:autoSpaceDN w:val="0"/>
        <w:adjustRightInd w:val="0"/>
        <w:jc w:val="right"/>
      </w:pPr>
    </w:p>
    <w:p w:rsidR="003508B2" w:rsidRDefault="003508B2" w:rsidP="006911C2">
      <w:pPr>
        <w:widowControl w:val="0"/>
        <w:autoSpaceDE w:val="0"/>
        <w:autoSpaceDN w:val="0"/>
        <w:adjustRightInd w:val="0"/>
        <w:jc w:val="right"/>
      </w:pPr>
    </w:p>
    <w:tbl>
      <w:tblPr>
        <w:tblStyle w:val="aa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47"/>
        <w:gridCol w:w="5387"/>
      </w:tblGrid>
      <w:tr w:rsidR="003508B2" w:rsidTr="00915980">
        <w:tc>
          <w:tcPr>
            <w:tcW w:w="9747" w:type="dxa"/>
          </w:tcPr>
          <w:p w:rsidR="003508B2" w:rsidRDefault="003508B2" w:rsidP="006911C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387" w:type="dxa"/>
          </w:tcPr>
          <w:p w:rsidR="003508B2" w:rsidRDefault="003508B2" w:rsidP="003508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Приложение № 3</w:t>
            </w:r>
            <w:r w:rsidRPr="00A05D91">
              <w:t xml:space="preserve"> к Паспорту муниципальной программы </w:t>
            </w:r>
            <w:r>
              <w:t>«Обеспечение жильем молодых семей в муниципальном образовании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</w:t>
            </w:r>
            <w:r w:rsidRPr="00A05D91">
              <w:t xml:space="preserve"> </w:t>
            </w:r>
            <w:r>
              <w:t xml:space="preserve">округ» </w:t>
            </w:r>
            <w:r w:rsidRPr="00A05D91">
              <w:t>Смоленской области»</w:t>
            </w:r>
            <w:r w:rsidRPr="00A05D91">
              <w:rPr>
                <w:color w:val="FF0000"/>
              </w:rPr>
              <w:t xml:space="preserve"> </w:t>
            </w:r>
          </w:p>
        </w:tc>
      </w:tr>
    </w:tbl>
    <w:p w:rsidR="00C7550B" w:rsidRPr="00BC351B" w:rsidRDefault="00C7550B" w:rsidP="00C7550B">
      <w:pPr>
        <w:spacing w:before="240"/>
        <w:jc w:val="center"/>
        <w:rPr>
          <w:b/>
          <w:sz w:val="28"/>
          <w:szCs w:val="28"/>
        </w:rPr>
      </w:pPr>
      <w:bookmarkStart w:id="0" w:name="_GoBack"/>
      <w:bookmarkEnd w:id="0"/>
      <w:r w:rsidRPr="00BC351B">
        <w:rPr>
          <w:b/>
          <w:sz w:val="28"/>
          <w:szCs w:val="28"/>
        </w:rPr>
        <w:t>Финансирование структурных элементов муниципальной программы</w:t>
      </w:r>
      <w:r>
        <w:rPr>
          <w:b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="74" w:tblpY="26"/>
        <w:tblOverlap w:val="never"/>
        <w:tblW w:w="14993" w:type="dxa"/>
        <w:tblLayout w:type="fixed"/>
        <w:tblLook w:val="04A0"/>
      </w:tblPr>
      <w:tblGrid>
        <w:gridCol w:w="534"/>
        <w:gridCol w:w="4394"/>
        <w:gridCol w:w="2127"/>
        <w:gridCol w:w="2409"/>
        <w:gridCol w:w="1701"/>
        <w:gridCol w:w="1276"/>
        <w:gridCol w:w="1271"/>
        <w:gridCol w:w="1281"/>
      </w:tblGrid>
      <w:tr w:rsidR="00915980" w:rsidRPr="00BC351B" w:rsidTr="006756B5">
        <w:trPr>
          <w:trHeight w:val="183"/>
          <w:tblHeader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5980" w:rsidRDefault="00915980" w:rsidP="002C2A3D">
            <w:pPr>
              <w:spacing w:line="240" w:lineRule="auto"/>
              <w:jc w:val="center"/>
            </w:pPr>
            <w:r w:rsidRPr="00BC351B">
              <w:t xml:space="preserve">№ </w:t>
            </w:r>
          </w:p>
          <w:p w:rsidR="00915980" w:rsidRPr="00BC351B" w:rsidRDefault="00915980" w:rsidP="002C2A3D">
            <w:pPr>
              <w:spacing w:line="240" w:lineRule="auto"/>
              <w:jc w:val="center"/>
            </w:pPr>
            <w:proofErr w:type="spellStart"/>
            <w:proofErr w:type="gramStart"/>
            <w:r w:rsidRPr="00BC351B">
              <w:t>п</w:t>
            </w:r>
            <w:proofErr w:type="spellEnd"/>
            <w:proofErr w:type="gramEnd"/>
            <w:r w:rsidRPr="00BC351B">
              <w:t>/</w:t>
            </w:r>
            <w:proofErr w:type="spellStart"/>
            <w:r w:rsidRPr="00BC351B">
              <w:t>п</w:t>
            </w:r>
            <w:proofErr w:type="spellEnd"/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15980" w:rsidRPr="00BC351B" w:rsidRDefault="00915980" w:rsidP="002C2A3D">
            <w:pPr>
              <w:spacing w:line="240" w:lineRule="auto"/>
              <w:jc w:val="center"/>
            </w:pPr>
            <w:r w:rsidRPr="00BC351B">
              <w:t>Наименование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15980" w:rsidRPr="00BC351B" w:rsidRDefault="00915980" w:rsidP="002C2A3D">
            <w:pPr>
              <w:spacing w:line="240" w:lineRule="auto"/>
              <w:jc w:val="center"/>
            </w:pPr>
            <w:r w:rsidRPr="00BC351B">
              <w:t>Участник муниципальной программы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15980" w:rsidRPr="00BC351B" w:rsidRDefault="00915980" w:rsidP="002C2A3D">
            <w:pPr>
              <w:spacing w:line="240" w:lineRule="auto"/>
              <w:jc w:val="center"/>
            </w:pPr>
            <w:r w:rsidRPr="00BC351B">
              <w:t>Источник финансового обеспечения (расшифровать)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80" w:rsidRPr="00BC351B" w:rsidRDefault="00915980" w:rsidP="002C2A3D">
            <w:pPr>
              <w:spacing w:line="240" w:lineRule="auto"/>
              <w:jc w:val="center"/>
            </w:pPr>
            <w:r w:rsidRPr="00BC351B">
              <w:t>Объем средств на реализацию муниципальной программы на очередной финансовый год и плановый период (рублей)</w:t>
            </w:r>
          </w:p>
        </w:tc>
      </w:tr>
      <w:tr w:rsidR="00436928" w:rsidRPr="00BC351B" w:rsidTr="006756B5">
        <w:trPr>
          <w:trHeight w:val="377"/>
          <w:tblHeader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928" w:rsidRPr="00BC351B" w:rsidRDefault="00436928" w:rsidP="002C2A3D">
            <w:pPr>
              <w:spacing w:line="240" w:lineRule="auto"/>
              <w:jc w:val="center"/>
            </w:pP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36928" w:rsidRPr="00BC351B" w:rsidRDefault="00436928" w:rsidP="002C2A3D">
            <w:pPr>
              <w:spacing w:line="240" w:lineRule="auto"/>
              <w:jc w:val="center"/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36928" w:rsidRPr="00BC351B" w:rsidRDefault="00436928" w:rsidP="002C2A3D">
            <w:pPr>
              <w:spacing w:line="240" w:lineRule="auto"/>
              <w:jc w:val="center"/>
            </w:pPr>
          </w:p>
        </w:tc>
        <w:tc>
          <w:tcPr>
            <w:tcW w:w="24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36928" w:rsidRPr="00BC351B" w:rsidRDefault="00436928" w:rsidP="002C2A3D">
            <w:pPr>
              <w:spacing w:line="24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36928" w:rsidRPr="00BC351B" w:rsidRDefault="00436928" w:rsidP="002C2A3D">
            <w:pPr>
              <w:spacing w:line="240" w:lineRule="auto"/>
              <w:jc w:val="center"/>
            </w:pPr>
            <w:r w:rsidRPr="00BC351B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36928" w:rsidRPr="00BC351B" w:rsidRDefault="00436928" w:rsidP="002C2A3D">
            <w:pPr>
              <w:spacing w:line="240" w:lineRule="auto"/>
              <w:jc w:val="center"/>
            </w:pPr>
            <w:r>
              <w:t>2026</w:t>
            </w:r>
            <w:r w:rsidRPr="00BC351B">
              <w:t>г.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36928" w:rsidRPr="00BC351B" w:rsidRDefault="00436928" w:rsidP="002C2A3D">
            <w:pPr>
              <w:spacing w:line="240" w:lineRule="auto"/>
              <w:jc w:val="center"/>
            </w:pPr>
            <w:r>
              <w:t>2027г.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36928" w:rsidRPr="00BC351B" w:rsidRDefault="00436928" w:rsidP="002C2A3D">
            <w:pPr>
              <w:spacing w:line="240" w:lineRule="auto"/>
              <w:jc w:val="center"/>
            </w:pPr>
            <w:r>
              <w:t>2028г.</w:t>
            </w:r>
          </w:p>
        </w:tc>
      </w:tr>
      <w:tr w:rsidR="00436928" w:rsidRPr="00BC351B" w:rsidTr="006756B5">
        <w:trPr>
          <w:trHeight w:val="183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928" w:rsidRPr="00BC351B" w:rsidRDefault="00436928" w:rsidP="00D13312">
            <w:pPr>
              <w:jc w:val="center"/>
            </w:pPr>
            <w:r w:rsidRPr="00BC351B"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928" w:rsidRPr="00BC351B" w:rsidRDefault="00436928" w:rsidP="00D13312">
            <w:pPr>
              <w:jc w:val="center"/>
            </w:pPr>
            <w:r w:rsidRPr="00BC351B"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928" w:rsidRPr="00BC351B" w:rsidRDefault="00436928" w:rsidP="00D13312">
            <w:pPr>
              <w:jc w:val="center"/>
            </w:pPr>
            <w:r w:rsidRPr="00BC351B"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928" w:rsidRPr="00BC351B" w:rsidRDefault="00436928" w:rsidP="00D13312">
            <w:pPr>
              <w:jc w:val="center"/>
            </w:pPr>
            <w:r w:rsidRPr="00BC351B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928" w:rsidRPr="00BC351B" w:rsidRDefault="00436928" w:rsidP="00D13312">
            <w:pPr>
              <w:jc w:val="center"/>
            </w:pPr>
            <w:r w:rsidRPr="00BC351B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928" w:rsidRPr="00BC351B" w:rsidRDefault="007D4917" w:rsidP="00D13312">
            <w:pPr>
              <w:jc w:val="center"/>
            </w:pPr>
            <w:r>
              <w:t>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928" w:rsidRPr="00BC351B" w:rsidRDefault="007D4917" w:rsidP="00D13312">
            <w:pPr>
              <w:jc w:val="center"/>
            </w:pPr>
            <w:r>
              <w:t>7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928" w:rsidRPr="00BC351B" w:rsidRDefault="007D4917" w:rsidP="00D13312">
            <w:pPr>
              <w:jc w:val="center"/>
            </w:pPr>
            <w:r>
              <w:t>8</w:t>
            </w:r>
          </w:p>
        </w:tc>
      </w:tr>
      <w:tr w:rsidR="00D13312" w:rsidRPr="00BC351B" w:rsidTr="006756B5">
        <w:trPr>
          <w:trHeight w:val="635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12" w:rsidRPr="00BC351B" w:rsidRDefault="00D13312" w:rsidP="00D13312">
            <w:pPr>
              <w:jc w:val="center"/>
            </w:pPr>
            <w:r>
              <w:t>1</w:t>
            </w:r>
          </w:p>
        </w:tc>
        <w:tc>
          <w:tcPr>
            <w:tcW w:w="144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3312" w:rsidRPr="005371AF" w:rsidRDefault="00D13312" w:rsidP="00D1331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5371AF">
              <w:rPr>
                <w:b/>
                <w:sz w:val="24"/>
                <w:szCs w:val="24"/>
              </w:rPr>
              <w:t xml:space="preserve">Комплекс процессных мероприятий </w:t>
            </w:r>
            <w:r w:rsidRPr="005371AF">
              <w:rPr>
                <w:b/>
                <w:i/>
                <w:sz w:val="24"/>
                <w:szCs w:val="24"/>
              </w:rPr>
              <w:t>«</w:t>
            </w:r>
            <w:r w:rsidRPr="005371AF">
              <w:rPr>
                <w:b/>
                <w:sz w:val="24"/>
                <w:szCs w:val="24"/>
              </w:rPr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  <w:r w:rsidRPr="005371AF">
              <w:rPr>
                <w:b/>
                <w:i/>
                <w:sz w:val="24"/>
                <w:szCs w:val="24"/>
              </w:rPr>
              <w:t>»</w:t>
            </w:r>
          </w:p>
        </w:tc>
      </w:tr>
      <w:tr w:rsidR="00436928" w:rsidRPr="00BC351B" w:rsidTr="00C660EE">
        <w:trPr>
          <w:trHeight w:val="183"/>
          <w:tblHeader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928" w:rsidRPr="00DA5457" w:rsidRDefault="00436928" w:rsidP="00D1331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A5457">
              <w:t>1.1.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36928" w:rsidRPr="00DA5457" w:rsidRDefault="00436928" w:rsidP="00C660EE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A5457">
              <w:t>Предоставление молодым семьям социальных выплат на приобретение жилья или строительство индивидуального жилого дома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36928" w:rsidRPr="00253801" w:rsidRDefault="00436928" w:rsidP="00C660EE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</w:pPr>
            <w:r>
              <w:t>Управление</w:t>
            </w:r>
            <w:r w:rsidRPr="00253801">
              <w:t xml:space="preserve"> по образованию и молодёжной политике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928" w:rsidRPr="00253801" w:rsidRDefault="00436928" w:rsidP="002C2A3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бюджет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928" w:rsidRPr="00436928" w:rsidRDefault="00436928" w:rsidP="002C2A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436928">
              <w:t>1 228 200,00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928" w:rsidRPr="00BA109B" w:rsidRDefault="00436928" w:rsidP="002C2A3D">
            <w:pPr>
              <w:spacing w:line="240" w:lineRule="auto"/>
              <w:jc w:val="center"/>
            </w:pPr>
            <w:r w:rsidRPr="00BA109B">
              <w:t>409 400,00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928" w:rsidRPr="00BA109B" w:rsidRDefault="00436928" w:rsidP="002C2A3D">
            <w:pPr>
              <w:spacing w:line="240" w:lineRule="auto"/>
              <w:jc w:val="center"/>
            </w:pPr>
            <w:r w:rsidRPr="00BA109B">
              <w:t>409 400,00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928" w:rsidRPr="00436928" w:rsidRDefault="00436928" w:rsidP="002C2A3D">
            <w:pPr>
              <w:spacing w:line="240" w:lineRule="auto"/>
              <w:jc w:val="center"/>
            </w:pPr>
            <w:r w:rsidRPr="00436928">
              <w:t>409 400,00</w:t>
            </w:r>
          </w:p>
        </w:tc>
      </w:tr>
      <w:tr w:rsidR="00436928" w:rsidRPr="00BC351B" w:rsidTr="006756B5">
        <w:trPr>
          <w:trHeight w:val="183"/>
          <w:tblHeader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928" w:rsidRPr="00DA5457" w:rsidRDefault="00436928" w:rsidP="0043692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36928" w:rsidRPr="00DA5457" w:rsidRDefault="00436928" w:rsidP="0043692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36928" w:rsidRPr="00253801" w:rsidRDefault="00436928" w:rsidP="004369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928" w:rsidRPr="00253801" w:rsidRDefault="00436928" w:rsidP="0043692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928" w:rsidRPr="002A0BCD" w:rsidRDefault="00436928" w:rsidP="0043692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928" w:rsidRPr="002A0BCD" w:rsidRDefault="00436928" w:rsidP="0043692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928" w:rsidRPr="002A0BCD" w:rsidRDefault="00436928" w:rsidP="0043692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928" w:rsidRPr="002A0BCD" w:rsidRDefault="00436928" w:rsidP="0043692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0,00</w:t>
            </w:r>
          </w:p>
        </w:tc>
      </w:tr>
      <w:tr w:rsidR="00436928" w:rsidRPr="00BC351B" w:rsidTr="006756B5">
        <w:trPr>
          <w:trHeight w:val="183"/>
          <w:tblHeader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928" w:rsidRPr="00DA5457" w:rsidRDefault="00436928" w:rsidP="0043692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3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928" w:rsidRPr="00DA5457" w:rsidRDefault="00436928" w:rsidP="0043692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928" w:rsidRPr="00253801" w:rsidRDefault="00436928" w:rsidP="004369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928" w:rsidRPr="00253801" w:rsidRDefault="00436928" w:rsidP="00436928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>
              <w:t xml:space="preserve"> 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928" w:rsidRPr="002A0BCD" w:rsidRDefault="00436928" w:rsidP="0043692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928" w:rsidRPr="002A0BCD" w:rsidRDefault="00436928" w:rsidP="0043692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928" w:rsidRPr="002A0BCD" w:rsidRDefault="00436928" w:rsidP="0043692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928" w:rsidRPr="002A0BCD" w:rsidRDefault="00436928" w:rsidP="0043692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0,00</w:t>
            </w:r>
          </w:p>
        </w:tc>
      </w:tr>
      <w:tr w:rsidR="00436928" w:rsidRPr="00BC351B" w:rsidTr="006756B5">
        <w:trPr>
          <w:trHeight w:val="183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928" w:rsidRPr="00DA5457" w:rsidRDefault="00436928" w:rsidP="00C87E8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5457">
              <w:t>1.2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928" w:rsidRPr="00DA5457" w:rsidRDefault="00436928" w:rsidP="002C2A3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DA5457">
              <w:rPr>
                <w:spacing w:val="-2"/>
              </w:rPr>
              <w:t xml:space="preserve">Привлечение молодыми семьями </w:t>
            </w:r>
            <w:r w:rsidRPr="00DA5457">
              <w:t>собственных средств, дополнительных финансовых средств банков и других организаций, предоставляющих ипотечные жилищные кредиты и займы для приобретения жилья или строительства индивидуального жилого дома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928" w:rsidRPr="00253801" w:rsidRDefault="00436928" w:rsidP="002C2A3D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Управление</w:t>
            </w:r>
            <w:r w:rsidRPr="00253801">
              <w:t xml:space="preserve"> по образованию и молодёжной политике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928" w:rsidRPr="00253801" w:rsidRDefault="00436928" w:rsidP="002C2A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внебюджетные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D48" w:rsidRDefault="00E14D48" w:rsidP="002C2A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  <w:p w:rsidR="00436928" w:rsidRPr="002A0BCD" w:rsidRDefault="00436928" w:rsidP="002C2A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928" w:rsidRPr="002A0BCD" w:rsidRDefault="00436928" w:rsidP="002C2A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928" w:rsidRPr="002A0BCD" w:rsidRDefault="00436928" w:rsidP="002C2A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928" w:rsidRPr="002A0BCD" w:rsidRDefault="00436928" w:rsidP="002C2A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0,00</w:t>
            </w:r>
          </w:p>
        </w:tc>
      </w:tr>
      <w:tr w:rsidR="00436928" w:rsidRPr="00BC351B" w:rsidTr="006756B5">
        <w:trPr>
          <w:trHeight w:val="183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928" w:rsidRPr="00066329" w:rsidRDefault="00436928" w:rsidP="0043692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928" w:rsidRPr="003C26E1" w:rsidRDefault="00436928" w:rsidP="00436928">
            <w:pPr>
              <w:spacing w:line="240" w:lineRule="auto"/>
              <w:jc w:val="both"/>
              <w:rPr>
                <w:b/>
                <w:i/>
                <w:sz w:val="24"/>
                <w:szCs w:val="24"/>
              </w:rPr>
            </w:pPr>
            <w:r w:rsidRPr="001E3186">
              <w:rPr>
                <w:b/>
              </w:rPr>
              <w:t>Всего по муниципальной программе, 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928" w:rsidRPr="009B2241" w:rsidRDefault="00436928" w:rsidP="0043692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B2241">
              <w:rPr>
                <w:b/>
              </w:rPr>
              <w:t>х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928" w:rsidRPr="009B2241" w:rsidRDefault="00436928" w:rsidP="0043692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B2241">
              <w:rPr>
                <w:b/>
              </w:rP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928" w:rsidRPr="00762B43" w:rsidRDefault="00436928" w:rsidP="0043692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1 228 200,00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928" w:rsidRPr="00762B43" w:rsidRDefault="00436928" w:rsidP="00436928">
            <w:pPr>
              <w:spacing w:line="240" w:lineRule="auto"/>
              <w:jc w:val="center"/>
              <w:rPr>
                <w:b/>
              </w:rPr>
            </w:pPr>
            <w:r w:rsidRPr="00762B43">
              <w:rPr>
                <w:b/>
              </w:rPr>
              <w:t>409 400,00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928" w:rsidRPr="00762B43" w:rsidRDefault="00436928" w:rsidP="00436928">
            <w:pPr>
              <w:spacing w:line="240" w:lineRule="auto"/>
              <w:jc w:val="center"/>
              <w:rPr>
                <w:b/>
              </w:rPr>
            </w:pPr>
            <w:r w:rsidRPr="00762B43">
              <w:rPr>
                <w:b/>
              </w:rPr>
              <w:t>409 400,00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928" w:rsidRPr="00762B43" w:rsidRDefault="00436928" w:rsidP="00436928">
            <w:pPr>
              <w:spacing w:line="240" w:lineRule="auto"/>
              <w:jc w:val="center"/>
              <w:rPr>
                <w:b/>
              </w:rPr>
            </w:pPr>
            <w:r w:rsidRPr="00762B43">
              <w:rPr>
                <w:b/>
              </w:rPr>
              <w:t>409 400,00</w:t>
            </w:r>
          </w:p>
        </w:tc>
      </w:tr>
      <w:tr w:rsidR="00436928" w:rsidRPr="00BC351B" w:rsidTr="006756B5">
        <w:trPr>
          <w:trHeight w:val="183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928" w:rsidRPr="00066329" w:rsidRDefault="00436928" w:rsidP="0043692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928" w:rsidRPr="001E3186" w:rsidRDefault="00436928" w:rsidP="00436928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бюджет МО «</w:t>
            </w:r>
            <w:proofErr w:type="spellStart"/>
            <w:r>
              <w:rPr>
                <w:b/>
              </w:rPr>
              <w:t>Ярцевский</w:t>
            </w:r>
            <w:proofErr w:type="spellEnd"/>
            <w:r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928" w:rsidRPr="009B2241" w:rsidRDefault="00436928" w:rsidP="0043692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B2241">
              <w:rPr>
                <w:b/>
              </w:rPr>
              <w:t>х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928" w:rsidRPr="009B2241" w:rsidRDefault="00436928" w:rsidP="0043692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B2241">
              <w:rPr>
                <w:b/>
              </w:rP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928" w:rsidRPr="00762B43" w:rsidRDefault="00436928" w:rsidP="0043692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1 228 200,00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928" w:rsidRPr="00762B43" w:rsidRDefault="00436928" w:rsidP="00436928">
            <w:pPr>
              <w:spacing w:line="240" w:lineRule="auto"/>
              <w:jc w:val="center"/>
              <w:rPr>
                <w:b/>
              </w:rPr>
            </w:pPr>
            <w:r w:rsidRPr="00762B43">
              <w:rPr>
                <w:b/>
              </w:rPr>
              <w:t>409 400,00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928" w:rsidRPr="00762B43" w:rsidRDefault="00436928" w:rsidP="00436928">
            <w:pPr>
              <w:spacing w:line="240" w:lineRule="auto"/>
              <w:jc w:val="center"/>
              <w:rPr>
                <w:b/>
              </w:rPr>
            </w:pPr>
            <w:r w:rsidRPr="00762B43">
              <w:rPr>
                <w:b/>
              </w:rPr>
              <w:t>409 400,00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928" w:rsidRPr="00762B43" w:rsidRDefault="00436928" w:rsidP="00436928">
            <w:pPr>
              <w:spacing w:line="240" w:lineRule="auto"/>
              <w:jc w:val="center"/>
              <w:rPr>
                <w:b/>
              </w:rPr>
            </w:pPr>
            <w:r w:rsidRPr="00762B43">
              <w:rPr>
                <w:b/>
              </w:rPr>
              <w:t>409 400,00</w:t>
            </w:r>
          </w:p>
        </w:tc>
      </w:tr>
      <w:tr w:rsidR="00436928" w:rsidRPr="00BC351B" w:rsidTr="006756B5">
        <w:trPr>
          <w:trHeight w:val="183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928" w:rsidRPr="00066329" w:rsidRDefault="00436928" w:rsidP="0043692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928" w:rsidRPr="0052627C" w:rsidRDefault="00436928" w:rsidP="0043692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</w:rPr>
            </w:pPr>
            <w:r w:rsidRPr="0052627C">
              <w:rPr>
                <w:b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928" w:rsidRPr="009B2241" w:rsidRDefault="00436928" w:rsidP="0043692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B2241">
              <w:rPr>
                <w:b/>
              </w:rPr>
              <w:t>х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928" w:rsidRPr="009B2241" w:rsidRDefault="00436928" w:rsidP="0043692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B2241">
              <w:rPr>
                <w:b/>
              </w:rP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928" w:rsidRPr="00436928" w:rsidRDefault="00436928" w:rsidP="0043692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436928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928" w:rsidRPr="00436928" w:rsidRDefault="00436928" w:rsidP="0043692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436928">
              <w:rPr>
                <w:b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928" w:rsidRPr="00436928" w:rsidRDefault="00436928" w:rsidP="0043692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436928">
              <w:rPr>
                <w:b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928" w:rsidRPr="00436928" w:rsidRDefault="00436928" w:rsidP="0043692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436928">
              <w:rPr>
                <w:b/>
              </w:rPr>
              <w:t>0,00</w:t>
            </w:r>
          </w:p>
        </w:tc>
      </w:tr>
      <w:tr w:rsidR="00436928" w:rsidRPr="00BC351B" w:rsidTr="006756B5">
        <w:trPr>
          <w:trHeight w:val="183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928" w:rsidRPr="00066329" w:rsidRDefault="00436928" w:rsidP="00436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928" w:rsidRPr="0052627C" w:rsidRDefault="00436928" w:rsidP="0043692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</w:rPr>
            </w:pPr>
            <w:r w:rsidRPr="0052627C">
              <w:rPr>
                <w:b/>
              </w:rPr>
              <w:t xml:space="preserve"> областной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928" w:rsidRPr="009B2241" w:rsidRDefault="00436928" w:rsidP="0043692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B2241">
              <w:rPr>
                <w:b/>
              </w:rPr>
              <w:t>х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928" w:rsidRPr="009B2241" w:rsidRDefault="00436928" w:rsidP="0043692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B2241">
              <w:rPr>
                <w:b/>
              </w:rP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928" w:rsidRPr="00436928" w:rsidRDefault="00436928" w:rsidP="0043692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436928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928" w:rsidRPr="00436928" w:rsidRDefault="00436928" w:rsidP="0043692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436928">
              <w:rPr>
                <w:b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928" w:rsidRPr="00436928" w:rsidRDefault="00436928" w:rsidP="0043692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436928">
              <w:rPr>
                <w:b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928" w:rsidRPr="00436928" w:rsidRDefault="00436928" w:rsidP="0043692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436928">
              <w:rPr>
                <w:b/>
              </w:rPr>
              <w:t>0,00</w:t>
            </w:r>
          </w:p>
        </w:tc>
      </w:tr>
      <w:tr w:rsidR="00436928" w:rsidRPr="00BC351B" w:rsidTr="006756B5">
        <w:trPr>
          <w:trHeight w:val="183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928" w:rsidRPr="00066329" w:rsidRDefault="00436928" w:rsidP="00436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928" w:rsidRPr="008A2B54" w:rsidRDefault="00436928" w:rsidP="0043692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</w:rPr>
            </w:pPr>
            <w:r w:rsidRPr="008A2B54">
              <w:rPr>
                <w:b/>
              </w:rPr>
              <w:t>внебюджетные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928" w:rsidRPr="009B2241" w:rsidRDefault="00436928" w:rsidP="0043692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B2241">
              <w:rPr>
                <w:b/>
              </w:rPr>
              <w:t>х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928" w:rsidRPr="009B2241" w:rsidRDefault="00436928" w:rsidP="0043692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B2241">
              <w:rPr>
                <w:b/>
              </w:rP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928" w:rsidRPr="00762B43" w:rsidRDefault="00436928" w:rsidP="0043692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762B43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928" w:rsidRPr="00762B43" w:rsidRDefault="00436928" w:rsidP="0043692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762B43">
              <w:rPr>
                <w:b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928" w:rsidRPr="00762B43" w:rsidRDefault="00436928" w:rsidP="0043692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762B43">
              <w:rPr>
                <w:b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928" w:rsidRPr="00762B43" w:rsidRDefault="00436928" w:rsidP="0043692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762B43">
              <w:rPr>
                <w:b/>
              </w:rPr>
              <w:t>0,00</w:t>
            </w:r>
          </w:p>
        </w:tc>
      </w:tr>
    </w:tbl>
    <w:p w:rsidR="00C7550B" w:rsidRPr="00BC351B" w:rsidRDefault="00C7550B" w:rsidP="00C7550B">
      <w:pPr>
        <w:jc w:val="center"/>
        <w:rPr>
          <w:b/>
        </w:rPr>
        <w:sectPr w:rsidR="00C7550B" w:rsidRPr="00BC351B" w:rsidSect="00226223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6911C2" w:rsidRDefault="006911C2" w:rsidP="006911C2">
      <w:pPr>
        <w:jc w:val="center"/>
        <w:rPr>
          <w:b/>
          <w:sz w:val="28"/>
          <w:szCs w:val="28"/>
        </w:rPr>
      </w:pPr>
    </w:p>
    <w:p w:rsidR="006911C2" w:rsidRDefault="006911C2" w:rsidP="00A74920">
      <w:pPr>
        <w:jc w:val="center"/>
        <w:rPr>
          <w:b/>
          <w:sz w:val="28"/>
          <w:szCs w:val="28"/>
        </w:rPr>
      </w:pPr>
    </w:p>
    <w:p w:rsidR="006911C2" w:rsidRDefault="006911C2" w:rsidP="00A74920">
      <w:pPr>
        <w:jc w:val="center"/>
        <w:rPr>
          <w:b/>
          <w:sz w:val="28"/>
          <w:szCs w:val="28"/>
        </w:rPr>
      </w:pPr>
    </w:p>
    <w:sectPr w:rsidR="006911C2" w:rsidSect="00086E51">
      <w:headerReference w:type="even" r:id="rId11"/>
      <w:headerReference w:type="default" r:id="rId12"/>
      <w:headerReference w:type="first" r:id="rId13"/>
      <w:pgSz w:w="11907" w:h="16840" w:code="9"/>
      <w:pgMar w:top="426" w:right="567" w:bottom="426" w:left="1134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10D" w:rsidRDefault="007E110D">
      <w:r>
        <w:separator/>
      </w:r>
    </w:p>
  </w:endnote>
  <w:endnote w:type="continuationSeparator" w:id="0">
    <w:p w:rsidR="007E110D" w:rsidRDefault="007E11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10D" w:rsidRDefault="007E110D">
      <w:r>
        <w:separator/>
      </w:r>
    </w:p>
  </w:footnote>
  <w:footnote w:type="continuationSeparator" w:id="0">
    <w:p w:rsidR="007E110D" w:rsidRDefault="007E11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4476"/>
      <w:docPartObj>
        <w:docPartGallery w:val="Page Numbers (Top of Page)"/>
        <w:docPartUnique/>
      </w:docPartObj>
    </w:sdtPr>
    <w:sdtContent>
      <w:p w:rsidR="00226223" w:rsidRDefault="00DD2AC6">
        <w:pPr>
          <w:pStyle w:val="a5"/>
        </w:pPr>
        <w:fldSimple w:instr=" PAGE   \* MERGEFORMAT ">
          <w:r w:rsidR="00295925">
            <w:rPr>
              <w:noProof/>
            </w:rPr>
            <w:t>3</w:t>
          </w:r>
        </w:fldSimple>
      </w:p>
    </w:sdtContent>
  </w:sdt>
  <w:p w:rsidR="00226223" w:rsidRDefault="0022622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223" w:rsidRDefault="00DD2AC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2622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26223" w:rsidRDefault="00226223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0791451"/>
      <w:docPartObj>
        <w:docPartGallery w:val="Page Numbers (Top of Page)"/>
        <w:docPartUnique/>
      </w:docPartObj>
    </w:sdtPr>
    <w:sdtContent>
      <w:p w:rsidR="00226223" w:rsidRDefault="00DD2AC6">
        <w:pPr>
          <w:pStyle w:val="a5"/>
        </w:pPr>
        <w:fldSimple w:instr="PAGE   \* MERGEFORMAT">
          <w:r w:rsidR="00226223">
            <w:rPr>
              <w:noProof/>
            </w:rPr>
            <w:t>3</w:t>
          </w:r>
        </w:fldSimple>
      </w:p>
    </w:sdtContent>
  </w:sdt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87980553"/>
      <w:docPartObj>
        <w:docPartGallery w:val="Page Numbers (Top of Page)"/>
        <w:docPartUnique/>
      </w:docPartObj>
    </w:sdtPr>
    <w:sdtContent>
      <w:p w:rsidR="00226223" w:rsidRDefault="00DD2AC6">
        <w:pPr>
          <w:pStyle w:val="a5"/>
        </w:pPr>
        <w:r w:rsidRPr="00B32AB6">
          <w:rPr>
            <w:color w:val="FFFFFF" w:themeColor="background1"/>
          </w:rPr>
          <w:fldChar w:fldCharType="begin"/>
        </w:r>
        <w:r w:rsidR="00226223" w:rsidRPr="00B32AB6">
          <w:rPr>
            <w:color w:val="FFFFFF" w:themeColor="background1"/>
          </w:rPr>
          <w:instrText>PAGE   \* MERGEFORMAT</w:instrText>
        </w:r>
        <w:r w:rsidRPr="00B32AB6">
          <w:rPr>
            <w:color w:val="FFFFFF" w:themeColor="background1"/>
          </w:rPr>
          <w:fldChar w:fldCharType="separate"/>
        </w:r>
        <w:r w:rsidR="00295925">
          <w:rPr>
            <w:noProof/>
            <w:color w:val="FFFFFF" w:themeColor="background1"/>
          </w:rPr>
          <w:t>11</w:t>
        </w:r>
        <w:r w:rsidRPr="00B32AB6">
          <w:rPr>
            <w:color w:val="FFFFFF" w:themeColor="background1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E7694C"/>
    <w:multiLevelType w:val="multilevel"/>
    <w:tmpl w:val="2C02C190"/>
    <w:lvl w:ilvl="0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74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4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4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4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56984D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B8265C4"/>
    <w:multiLevelType w:val="hybridMultilevel"/>
    <w:tmpl w:val="51720C08"/>
    <w:lvl w:ilvl="0" w:tplc="B39E485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EDB870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3D6423"/>
    <w:rsid w:val="000021BE"/>
    <w:rsid w:val="00002753"/>
    <w:rsid w:val="0000382E"/>
    <w:rsid w:val="000110DC"/>
    <w:rsid w:val="000143E7"/>
    <w:rsid w:val="0001668A"/>
    <w:rsid w:val="0001757D"/>
    <w:rsid w:val="000209E8"/>
    <w:rsid w:val="00021CA8"/>
    <w:rsid w:val="00023A87"/>
    <w:rsid w:val="00023E44"/>
    <w:rsid w:val="00024AB6"/>
    <w:rsid w:val="00025915"/>
    <w:rsid w:val="000268F3"/>
    <w:rsid w:val="00030F3C"/>
    <w:rsid w:val="00034786"/>
    <w:rsid w:val="000358EE"/>
    <w:rsid w:val="0004335D"/>
    <w:rsid w:val="00044EAF"/>
    <w:rsid w:val="00051177"/>
    <w:rsid w:val="00055E08"/>
    <w:rsid w:val="000564D8"/>
    <w:rsid w:val="00062CD8"/>
    <w:rsid w:val="00063C2C"/>
    <w:rsid w:val="00063DF4"/>
    <w:rsid w:val="00071EFA"/>
    <w:rsid w:val="000728A3"/>
    <w:rsid w:val="00076983"/>
    <w:rsid w:val="00082AEC"/>
    <w:rsid w:val="0008396B"/>
    <w:rsid w:val="00086604"/>
    <w:rsid w:val="00086E51"/>
    <w:rsid w:val="0008731F"/>
    <w:rsid w:val="000876A9"/>
    <w:rsid w:val="000878D8"/>
    <w:rsid w:val="000878E1"/>
    <w:rsid w:val="00093B59"/>
    <w:rsid w:val="000A4BAD"/>
    <w:rsid w:val="000B3A1F"/>
    <w:rsid w:val="000B5B04"/>
    <w:rsid w:val="000C01C5"/>
    <w:rsid w:val="000C4483"/>
    <w:rsid w:val="000C5CD6"/>
    <w:rsid w:val="000C702F"/>
    <w:rsid w:val="000C7A3C"/>
    <w:rsid w:val="000D0E04"/>
    <w:rsid w:val="000D0F42"/>
    <w:rsid w:val="000D3E4D"/>
    <w:rsid w:val="000E10BE"/>
    <w:rsid w:val="000F5CD4"/>
    <w:rsid w:val="00102AD5"/>
    <w:rsid w:val="00113DEE"/>
    <w:rsid w:val="0011454D"/>
    <w:rsid w:val="00117F97"/>
    <w:rsid w:val="0012029B"/>
    <w:rsid w:val="00124AE4"/>
    <w:rsid w:val="0012724F"/>
    <w:rsid w:val="00131F09"/>
    <w:rsid w:val="00136A95"/>
    <w:rsid w:val="001502E2"/>
    <w:rsid w:val="0015125D"/>
    <w:rsid w:val="001525BC"/>
    <w:rsid w:val="00152BE4"/>
    <w:rsid w:val="001567D9"/>
    <w:rsid w:val="00157AE2"/>
    <w:rsid w:val="001602A3"/>
    <w:rsid w:val="00164639"/>
    <w:rsid w:val="001646DA"/>
    <w:rsid w:val="00173C97"/>
    <w:rsid w:val="001743D8"/>
    <w:rsid w:val="00174B57"/>
    <w:rsid w:val="00180090"/>
    <w:rsid w:val="001811A2"/>
    <w:rsid w:val="0018340C"/>
    <w:rsid w:val="00190F8D"/>
    <w:rsid w:val="00191BC9"/>
    <w:rsid w:val="0019411F"/>
    <w:rsid w:val="0019622C"/>
    <w:rsid w:val="001A329F"/>
    <w:rsid w:val="001B288F"/>
    <w:rsid w:val="001B4F38"/>
    <w:rsid w:val="001C2AA3"/>
    <w:rsid w:val="001C3E18"/>
    <w:rsid w:val="001D39B2"/>
    <w:rsid w:val="001E0FA8"/>
    <w:rsid w:val="001E1A75"/>
    <w:rsid w:val="001E51BA"/>
    <w:rsid w:val="001E5F31"/>
    <w:rsid w:val="001F07D1"/>
    <w:rsid w:val="00200293"/>
    <w:rsid w:val="00200BB9"/>
    <w:rsid w:val="00201EA7"/>
    <w:rsid w:val="0020326E"/>
    <w:rsid w:val="00212FE8"/>
    <w:rsid w:val="00213D5B"/>
    <w:rsid w:val="002218B2"/>
    <w:rsid w:val="0022377D"/>
    <w:rsid w:val="00225AA4"/>
    <w:rsid w:val="00225B03"/>
    <w:rsid w:val="00226223"/>
    <w:rsid w:val="00233000"/>
    <w:rsid w:val="00235121"/>
    <w:rsid w:val="00235193"/>
    <w:rsid w:val="0024276D"/>
    <w:rsid w:val="00245D14"/>
    <w:rsid w:val="00250323"/>
    <w:rsid w:val="00250F3E"/>
    <w:rsid w:val="002540A5"/>
    <w:rsid w:val="00256807"/>
    <w:rsid w:val="00262932"/>
    <w:rsid w:val="00264D47"/>
    <w:rsid w:val="00271B58"/>
    <w:rsid w:val="002754E4"/>
    <w:rsid w:val="00275A77"/>
    <w:rsid w:val="00282C58"/>
    <w:rsid w:val="00287DF6"/>
    <w:rsid w:val="00287F9C"/>
    <w:rsid w:val="00293A3A"/>
    <w:rsid w:val="00295925"/>
    <w:rsid w:val="00295DA3"/>
    <w:rsid w:val="002A0BCD"/>
    <w:rsid w:val="002A213A"/>
    <w:rsid w:val="002A7D24"/>
    <w:rsid w:val="002B22BA"/>
    <w:rsid w:val="002B5A48"/>
    <w:rsid w:val="002B60D2"/>
    <w:rsid w:val="002B7F86"/>
    <w:rsid w:val="002C2A3D"/>
    <w:rsid w:val="002D5ABA"/>
    <w:rsid w:val="002D79B3"/>
    <w:rsid w:val="002D7A50"/>
    <w:rsid w:val="002E17EB"/>
    <w:rsid w:val="002E2E20"/>
    <w:rsid w:val="002E568D"/>
    <w:rsid w:val="002E636A"/>
    <w:rsid w:val="002F16DC"/>
    <w:rsid w:val="002F7F69"/>
    <w:rsid w:val="003040B1"/>
    <w:rsid w:val="00306DE6"/>
    <w:rsid w:val="003109B8"/>
    <w:rsid w:val="00311305"/>
    <w:rsid w:val="00311560"/>
    <w:rsid w:val="00316339"/>
    <w:rsid w:val="00321FA2"/>
    <w:rsid w:val="00322D45"/>
    <w:rsid w:val="0032663A"/>
    <w:rsid w:val="00327C31"/>
    <w:rsid w:val="003508B2"/>
    <w:rsid w:val="00365C85"/>
    <w:rsid w:val="0037058F"/>
    <w:rsid w:val="00370B80"/>
    <w:rsid w:val="003710E9"/>
    <w:rsid w:val="00383783"/>
    <w:rsid w:val="003851BD"/>
    <w:rsid w:val="00387CE9"/>
    <w:rsid w:val="003975EE"/>
    <w:rsid w:val="003B368B"/>
    <w:rsid w:val="003C40A9"/>
    <w:rsid w:val="003C5ABA"/>
    <w:rsid w:val="003C6085"/>
    <w:rsid w:val="003D37B6"/>
    <w:rsid w:val="003D5968"/>
    <w:rsid w:val="003D6232"/>
    <w:rsid w:val="003D6423"/>
    <w:rsid w:val="003F55F7"/>
    <w:rsid w:val="003F7D44"/>
    <w:rsid w:val="00402587"/>
    <w:rsid w:val="00402D7F"/>
    <w:rsid w:val="004060DF"/>
    <w:rsid w:val="004079D6"/>
    <w:rsid w:val="00410990"/>
    <w:rsid w:val="00411919"/>
    <w:rsid w:val="004132E6"/>
    <w:rsid w:val="00413809"/>
    <w:rsid w:val="004144FC"/>
    <w:rsid w:val="0041540A"/>
    <w:rsid w:val="00415D7E"/>
    <w:rsid w:val="00417E62"/>
    <w:rsid w:val="004214D7"/>
    <w:rsid w:val="004238B0"/>
    <w:rsid w:val="00423A3F"/>
    <w:rsid w:val="00431894"/>
    <w:rsid w:val="00436928"/>
    <w:rsid w:val="00437E87"/>
    <w:rsid w:val="00441C0F"/>
    <w:rsid w:val="004542ED"/>
    <w:rsid w:val="00454701"/>
    <w:rsid w:val="00456C18"/>
    <w:rsid w:val="004613DA"/>
    <w:rsid w:val="0046201D"/>
    <w:rsid w:val="00462FBC"/>
    <w:rsid w:val="00465B83"/>
    <w:rsid w:val="004670E3"/>
    <w:rsid w:val="00467B86"/>
    <w:rsid w:val="0047056F"/>
    <w:rsid w:val="004715CD"/>
    <w:rsid w:val="0047180A"/>
    <w:rsid w:val="004748F2"/>
    <w:rsid w:val="0049253A"/>
    <w:rsid w:val="0049712F"/>
    <w:rsid w:val="004A2B1E"/>
    <w:rsid w:val="004B214F"/>
    <w:rsid w:val="004B27D6"/>
    <w:rsid w:val="004B6244"/>
    <w:rsid w:val="004C4182"/>
    <w:rsid w:val="004D0884"/>
    <w:rsid w:val="004D3ABE"/>
    <w:rsid w:val="004D52CD"/>
    <w:rsid w:val="004D71F5"/>
    <w:rsid w:val="004E1BF0"/>
    <w:rsid w:val="004E23B9"/>
    <w:rsid w:val="004E60BD"/>
    <w:rsid w:val="004E6ECF"/>
    <w:rsid w:val="004F33F3"/>
    <w:rsid w:val="004F51B2"/>
    <w:rsid w:val="004F7C6C"/>
    <w:rsid w:val="005013B1"/>
    <w:rsid w:val="00501E02"/>
    <w:rsid w:val="00503E99"/>
    <w:rsid w:val="00504D46"/>
    <w:rsid w:val="00507312"/>
    <w:rsid w:val="005074D2"/>
    <w:rsid w:val="00510AB5"/>
    <w:rsid w:val="00514E61"/>
    <w:rsid w:val="00521403"/>
    <w:rsid w:val="0052627C"/>
    <w:rsid w:val="00534352"/>
    <w:rsid w:val="00542C7C"/>
    <w:rsid w:val="00544AED"/>
    <w:rsid w:val="00546844"/>
    <w:rsid w:val="005468B0"/>
    <w:rsid w:val="00547858"/>
    <w:rsid w:val="0055060A"/>
    <w:rsid w:val="00552BDB"/>
    <w:rsid w:val="00552DCB"/>
    <w:rsid w:val="00553980"/>
    <w:rsid w:val="00557A70"/>
    <w:rsid w:val="00565025"/>
    <w:rsid w:val="00566952"/>
    <w:rsid w:val="00566A67"/>
    <w:rsid w:val="00570473"/>
    <w:rsid w:val="00571597"/>
    <w:rsid w:val="00575036"/>
    <w:rsid w:val="00585EBA"/>
    <w:rsid w:val="00587DA4"/>
    <w:rsid w:val="0059143D"/>
    <w:rsid w:val="005927D2"/>
    <w:rsid w:val="005A0ACF"/>
    <w:rsid w:val="005A4DB0"/>
    <w:rsid w:val="005A739E"/>
    <w:rsid w:val="005B037F"/>
    <w:rsid w:val="005B399B"/>
    <w:rsid w:val="005B50BB"/>
    <w:rsid w:val="005C014F"/>
    <w:rsid w:val="005C14F5"/>
    <w:rsid w:val="005C2BCB"/>
    <w:rsid w:val="005D2F93"/>
    <w:rsid w:val="005D62E8"/>
    <w:rsid w:val="005F7B64"/>
    <w:rsid w:val="0060349B"/>
    <w:rsid w:val="0060363D"/>
    <w:rsid w:val="00606C41"/>
    <w:rsid w:val="00607AF8"/>
    <w:rsid w:val="00607E64"/>
    <w:rsid w:val="006231ED"/>
    <w:rsid w:val="00624650"/>
    <w:rsid w:val="006308D6"/>
    <w:rsid w:val="006313E6"/>
    <w:rsid w:val="00634C41"/>
    <w:rsid w:val="00640A10"/>
    <w:rsid w:val="0065334C"/>
    <w:rsid w:val="00657826"/>
    <w:rsid w:val="00657E68"/>
    <w:rsid w:val="00662F82"/>
    <w:rsid w:val="00667F99"/>
    <w:rsid w:val="006717C1"/>
    <w:rsid w:val="00671BF6"/>
    <w:rsid w:val="0067247C"/>
    <w:rsid w:val="0067295F"/>
    <w:rsid w:val="006756B5"/>
    <w:rsid w:val="00680DCA"/>
    <w:rsid w:val="00684160"/>
    <w:rsid w:val="0068729D"/>
    <w:rsid w:val="00690D2E"/>
    <w:rsid w:val="006911C2"/>
    <w:rsid w:val="006971AC"/>
    <w:rsid w:val="006975D5"/>
    <w:rsid w:val="006A0B1F"/>
    <w:rsid w:val="006A1406"/>
    <w:rsid w:val="006A2417"/>
    <w:rsid w:val="006A5647"/>
    <w:rsid w:val="006B16EF"/>
    <w:rsid w:val="006D3292"/>
    <w:rsid w:val="006E1ED9"/>
    <w:rsid w:val="006E528C"/>
    <w:rsid w:val="006F02AC"/>
    <w:rsid w:val="006F3805"/>
    <w:rsid w:val="006F5622"/>
    <w:rsid w:val="006F587D"/>
    <w:rsid w:val="006F6A80"/>
    <w:rsid w:val="006F6C5D"/>
    <w:rsid w:val="006F7DB9"/>
    <w:rsid w:val="00701FC5"/>
    <w:rsid w:val="00706771"/>
    <w:rsid w:val="00721DEF"/>
    <w:rsid w:val="00740810"/>
    <w:rsid w:val="00740B44"/>
    <w:rsid w:val="00741AFC"/>
    <w:rsid w:val="00742572"/>
    <w:rsid w:val="00743E6E"/>
    <w:rsid w:val="007540D8"/>
    <w:rsid w:val="00762B43"/>
    <w:rsid w:val="00763DC3"/>
    <w:rsid w:val="00765ED0"/>
    <w:rsid w:val="0077171F"/>
    <w:rsid w:val="0077336D"/>
    <w:rsid w:val="00773454"/>
    <w:rsid w:val="00776E26"/>
    <w:rsid w:val="00777696"/>
    <w:rsid w:val="00785AF5"/>
    <w:rsid w:val="00786F8A"/>
    <w:rsid w:val="0079089E"/>
    <w:rsid w:val="007914BF"/>
    <w:rsid w:val="0079275D"/>
    <w:rsid w:val="00795EF2"/>
    <w:rsid w:val="007A08F0"/>
    <w:rsid w:val="007A3805"/>
    <w:rsid w:val="007A3F8A"/>
    <w:rsid w:val="007B63CB"/>
    <w:rsid w:val="007C0FC1"/>
    <w:rsid w:val="007D348E"/>
    <w:rsid w:val="007D4786"/>
    <w:rsid w:val="007D4917"/>
    <w:rsid w:val="007D4B2C"/>
    <w:rsid w:val="007D63CB"/>
    <w:rsid w:val="007E06C8"/>
    <w:rsid w:val="007E0B82"/>
    <w:rsid w:val="007E110D"/>
    <w:rsid w:val="007E575F"/>
    <w:rsid w:val="007F2F18"/>
    <w:rsid w:val="008022E8"/>
    <w:rsid w:val="008039E3"/>
    <w:rsid w:val="00806823"/>
    <w:rsid w:val="008071A9"/>
    <w:rsid w:val="008100B9"/>
    <w:rsid w:val="00820DD7"/>
    <w:rsid w:val="00821387"/>
    <w:rsid w:val="008317D5"/>
    <w:rsid w:val="00835BC5"/>
    <w:rsid w:val="00847350"/>
    <w:rsid w:val="008534FE"/>
    <w:rsid w:val="00853AD9"/>
    <w:rsid w:val="00870186"/>
    <w:rsid w:val="00877D6E"/>
    <w:rsid w:val="0088141C"/>
    <w:rsid w:val="0088339D"/>
    <w:rsid w:val="008918EF"/>
    <w:rsid w:val="0089271C"/>
    <w:rsid w:val="008974C0"/>
    <w:rsid w:val="008A19F6"/>
    <w:rsid w:val="008A2B54"/>
    <w:rsid w:val="008B1F55"/>
    <w:rsid w:val="008B51EA"/>
    <w:rsid w:val="008B6E5D"/>
    <w:rsid w:val="008B7BD8"/>
    <w:rsid w:val="008C31E9"/>
    <w:rsid w:val="008C534C"/>
    <w:rsid w:val="008C6E67"/>
    <w:rsid w:val="008C6F6C"/>
    <w:rsid w:val="008D09DF"/>
    <w:rsid w:val="008D1FD3"/>
    <w:rsid w:val="008D4B44"/>
    <w:rsid w:val="008D5818"/>
    <w:rsid w:val="008E02CB"/>
    <w:rsid w:val="008E27AA"/>
    <w:rsid w:val="008E2D9A"/>
    <w:rsid w:val="008F21A8"/>
    <w:rsid w:val="00903BAC"/>
    <w:rsid w:val="009101E6"/>
    <w:rsid w:val="009108E2"/>
    <w:rsid w:val="00914E8A"/>
    <w:rsid w:val="00915980"/>
    <w:rsid w:val="0091609F"/>
    <w:rsid w:val="00916608"/>
    <w:rsid w:val="00917280"/>
    <w:rsid w:val="00917629"/>
    <w:rsid w:val="00917844"/>
    <w:rsid w:val="00923927"/>
    <w:rsid w:val="00934AC5"/>
    <w:rsid w:val="009359D7"/>
    <w:rsid w:val="00936701"/>
    <w:rsid w:val="00937881"/>
    <w:rsid w:val="0094108F"/>
    <w:rsid w:val="00941F6B"/>
    <w:rsid w:val="00942202"/>
    <w:rsid w:val="00943079"/>
    <w:rsid w:val="00947AF3"/>
    <w:rsid w:val="00951296"/>
    <w:rsid w:val="00952667"/>
    <w:rsid w:val="009557F2"/>
    <w:rsid w:val="009572AA"/>
    <w:rsid w:val="00960C4F"/>
    <w:rsid w:val="00970B83"/>
    <w:rsid w:val="00982422"/>
    <w:rsid w:val="009905ED"/>
    <w:rsid w:val="0099279A"/>
    <w:rsid w:val="009A3DFE"/>
    <w:rsid w:val="009A7870"/>
    <w:rsid w:val="009B1E59"/>
    <w:rsid w:val="009B6A0A"/>
    <w:rsid w:val="009C2D0D"/>
    <w:rsid w:val="009C36D4"/>
    <w:rsid w:val="009C3C94"/>
    <w:rsid w:val="009C6667"/>
    <w:rsid w:val="009D172B"/>
    <w:rsid w:val="009D5757"/>
    <w:rsid w:val="009E03B0"/>
    <w:rsid w:val="009E0494"/>
    <w:rsid w:val="009F08C6"/>
    <w:rsid w:val="009F40B2"/>
    <w:rsid w:val="00A06453"/>
    <w:rsid w:val="00A06FAE"/>
    <w:rsid w:val="00A11431"/>
    <w:rsid w:val="00A138B3"/>
    <w:rsid w:val="00A1491A"/>
    <w:rsid w:val="00A20407"/>
    <w:rsid w:val="00A22D33"/>
    <w:rsid w:val="00A24E30"/>
    <w:rsid w:val="00A24F40"/>
    <w:rsid w:val="00A2526F"/>
    <w:rsid w:val="00A3212D"/>
    <w:rsid w:val="00A339D8"/>
    <w:rsid w:val="00A4030C"/>
    <w:rsid w:val="00A43992"/>
    <w:rsid w:val="00A43CE7"/>
    <w:rsid w:val="00A44448"/>
    <w:rsid w:val="00A4594D"/>
    <w:rsid w:val="00A466AC"/>
    <w:rsid w:val="00A62664"/>
    <w:rsid w:val="00A6498C"/>
    <w:rsid w:val="00A64C63"/>
    <w:rsid w:val="00A72087"/>
    <w:rsid w:val="00A7388E"/>
    <w:rsid w:val="00A7419F"/>
    <w:rsid w:val="00A74920"/>
    <w:rsid w:val="00A83046"/>
    <w:rsid w:val="00A8783C"/>
    <w:rsid w:val="00A90043"/>
    <w:rsid w:val="00A91F74"/>
    <w:rsid w:val="00A921F2"/>
    <w:rsid w:val="00A96728"/>
    <w:rsid w:val="00AA159D"/>
    <w:rsid w:val="00AA565A"/>
    <w:rsid w:val="00AB178C"/>
    <w:rsid w:val="00AB3709"/>
    <w:rsid w:val="00AB6C74"/>
    <w:rsid w:val="00AC2C3A"/>
    <w:rsid w:val="00AC5B1D"/>
    <w:rsid w:val="00AC5FB7"/>
    <w:rsid w:val="00AD03F7"/>
    <w:rsid w:val="00AD2D54"/>
    <w:rsid w:val="00AD5D3A"/>
    <w:rsid w:val="00AD71A8"/>
    <w:rsid w:val="00AE1262"/>
    <w:rsid w:val="00AE4640"/>
    <w:rsid w:val="00AF1CBE"/>
    <w:rsid w:val="00AF1FD5"/>
    <w:rsid w:val="00AF2B8A"/>
    <w:rsid w:val="00AF4407"/>
    <w:rsid w:val="00AF4927"/>
    <w:rsid w:val="00AF74C6"/>
    <w:rsid w:val="00B0132F"/>
    <w:rsid w:val="00B02DDB"/>
    <w:rsid w:val="00B134A7"/>
    <w:rsid w:val="00B14501"/>
    <w:rsid w:val="00B147FC"/>
    <w:rsid w:val="00B154EF"/>
    <w:rsid w:val="00B16F17"/>
    <w:rsid w:val="00B20460"/>
    <w:rsid w:val="00B2357D"/>
    <w:rsid w:val="00B24CFB"/>
    <w:rsid w:val="00B323AE"/>
    <w:rsid w:val="00B32AB6"/>
    <w:rsid w:val="00B32C4C"/>
    <w:rsid w:val="00B42A1E"/>
    <w:rsid w:val="00B46F05"/>
    <w:rsid w:val="00B5687A"/>
    <w:rsid w:val="00B60034"/>
    <w:rsid w:val="00B601CB"/>
    <w:rsid w:val="00B6330C"/>
    <w:rsid w:val="00B65298"/>
    <w:rsid w:val="00B65649"/>
    <w:rsid w:val="00B776FC"/>
    <w:rsid w:val="00B96428"/>
    <w:rsid w:val="00BA04A0"/>
    <w:rsid w:val="00BA109B"/>
    <w:rsid w:val="00BA4B33"/>
    <w:rsid w:val="00BB47CD"/>
    <w:rsid w:val="00BB5E18"/>
    <w:rsid w:val="00BB74D3"/>
    <w:rsid w:val="00BC12B0"/>
    <w:rsid w:val="00BC328D"/>
    <w:rsid w:val="00BC355E"/>
    <w:rsid w:val="00BC44DE"/>
    <w:rsid w:val="00BC4909"/>
    <w:rsid w:val="00BC7BF3"/>
    <w:rsid w:val="00BD211D"/>
    <w:rsid w:val="00BD3874"/>
    <w:rsid w:val="00BD56FF"/>
    <w:rsid w:val="00BD5DDB"/>
    <w:rsid w:val="00BD7C40"/>
    <w:rsid w:val="00BE1110"/>
    <w:rsid w:val="00BE2B6D"/>
    <w:rsid w:val="00BE4268"/>
    <w:rsid w:val="00BF038B"/>
    <w:rsid w:val="00BF1A02"/>
    <w:rsid w:val="00BF55E8"/>
    <w:rsid w:val="00BF580A"/>
    <w:rsid w:val="00C028EB"/>
    <w:rsid w:val="00C03C23"/>
    <w:rsid w:val="00C07CF8"/>
    <w:rsid w:val="00C108A0"/>
    <w:rsid w:val="00C14DF8"/>
    <w:rsid w:val="00C25161"/>
    <w:rsid w:val="00C302DF"/>
    <w:rsid w:val="00C34083"/>
    <w:rsid w:val="00C35E26"/>
    <w:rsid w:val="00C401B9"/>
    <w:rsid w:val="00C41FF0"/>
    <w:rsid w:val="00C4250E"/>
    <w:rsid w:val="00C46378"/>
    <w:rsid w:val="00C5519D"/>
    <w:rsid w:val="00C5599A"/>
    <w:rsid w:val="00C660EE"/>
    <w:rsid w:val="00C7047D"/>
    <w:rsid w:val="00C7550B"/>
    <w:rsid w:val="00C83718"/>
    <w:rsid w:val="00C87E86"/>
    <w:rsid w:val="00C9146A"/>
    <w:rsid w:val="00C92A24"/>
    <w:rsid w:val="00C93176"/>
    <w:rsid w:val="00CA0DC3"/>
    <w:rsid w:val="00CA1330"/>
    <w:rsid w:val="00CA667D"/>
    <w:rsid w:val="00CA70F0"/>
    <w:rsid w:val="00CB5DD8"/>
    <w:rsid w:val="00CB662F"/>
    <w:rsid w:val="00CC0634"/>
    <w:rsid w:val="00CD058D"/>
    <w:rsid w:val="00CD3A9C"/>
    <w:rsid w:val="00CD4623"/>
    <w:rsid w:val="00CD4CA8"/>
    <w:rsid w:val="00CF0C8C"/>
    <w:rsid w:val="00CF2CD0"/>
    <w:rsid w:val="00CF2E40"/>
    <w:rsid w:val="00CF4804"/>
    <w:rsid w:val="00CF55EE"/>
    <w:rsid w:val="00CF6519"/>
    <w:rsid w:val="00CF7998"/>
    <w:rsid w:val="00D000D6"/>
    <w:rsid w:val="00D00987"/>
    <w:rsid w:val="00D02863"/>
    <w:rsid w:val="00D02DE9"/>
    <w:rsid w:val="00D05131"/>
    <w:rsid w:val="00D06E16"/>
    <w:rsid w:val="00D06F49"/>
    <w:rsid w:val="00D11631"/>
    <w:rsid w:val="00D13312"/>
    <w:rsid w:val="00D153B2"/>
    <w:rsid w:val="00D27AB8"/>
    <w:rsid w:val="00D31F8B"/>
    <w:rsid w:val="00D36EDE"/>
    <w:rsid w:val="00D42938"/>
    <w:rsid w:val="00D43E35"/>
    <w:rsid w:val="00D512BF"/>
    <w:rsid w:val="00D52B78"/>
    <w:rsid w:val="00D564BA"/>
    <w:rsid w:val="00D631BD"/>
    <w:rsid w:val="00D7108E"/>
    <w:rsid w:val="00D767AA"/>
    <w:rsid w:val="00D82835"/>
    <w:rsid w:val="00D85A7E"/>
    <w:rsid w:val="00D86ADD"/>
    <w:rsid w:val="00D923F9"/>
    <w:rsid w:val="00D93498"/>
    <w:rsid w:val="00D94D36"/>
    <w:rsid w:val="00D94F0E"/>
    <w:rsid w:val="00DB01E6"/>
    <w:rsid w:val="00DB3870"/>
    <w:rsid w:val="00DB5A2F"/>
    <w:rsid w:val="00DC049D"/>
    <w:rsid w:val="00DC2FD8"/>
    <w:rsid w:val="00DC33FB"/>
    <w:rsid w:val="00DC35D5"/>
    <w:rsid w:val="00DC47D0"/>
    <w:rsid w:val="00DC49D5"/>
    <w:rsid w:val="00DD19CB"/>
    <w:rsid w:val="00DD2AC6"/>
    <w:rsid w:val="00DD2B2E"/>
    <w:rsid w:val="00DD5415"/>
    <w:rsid w:val="00DD657A"/>
    <w:rsid w:val="00DE354C"/>
    <w:rsid w:val="00DE43F3"/>
    <w:rsid w:val="00DE53F8"/>
    <w:rsid w:val="00DF55D0"/>
    <w:rsid w:val="00DF7F5B"/>
    <w:rsid w:val="00E021E2"/>
    <w:rsid w:val="00E03527"/>
    <w:rsid w:val="00E14D48"/>
    <w:rsid w:val="00E16D8B"/>
    <w:rsid w:val="00E20039"/>
    <w:rsid w:val="00E2309A"/>
    <w:rsid w:val="00E26668"/>
    <w:rsid w:val="00E422D7"/>
    <w:rsid w:val="00E4445B"/>
    <w:rsid w:val="00E44ECC"/>
    <w:rsid w:val="00E504DD"/>
    <w:rsid w:val="00E600E1"/>
    <w:rsid w:val="00E603D7"/>
    <w:rsid w:val="00E60574"/>
    <w:rsid w:val="00E640CC"/>
    <w:rsid w:val="00E72F49"/>
    <w:rsid w:val="00E77274"/>
    <w:rsid w:val="00E83B63"/>
    <w:rsid w:val="00E8438A"/>
    <w:rsid w:val="00E8483F"/>
    <w:rsid w:val="00E85611"/>
    <w:rsid w:val="00E86FDF"/>
    <w:rsid w:val="00E87132"/>
    <w:rsid w:val="00E87713"/>
    <w:rsid w:val="00E92A3B"/>
    <w:rsid w:val="00E93D0D"/>
    <w:rsid w:val="00E962EA"/>
    <w:rsid w:val="00E9632B"/>
    <w:rsid w:val="00EA3D1C"/>
    <w:rsid w:val="00EA42BC"/>
    <w:rsid w:val="00EB7422"/>
    <w:rsid w:val="00EC1ED9"/>
    <w:rsid w:val="00EC3DD9"/>
    <w:rsid w:val="00EC7050"/>
    <w:rsid w:val="00ED25E7"/>
    <w:rsid w:val="00EE0B49"/>
    <w:rsid w:val="00EE23AD"/>
    <w:rsid w:val="00EE375B"/>
    <w:rsid w:val="00EE37C7"/>
    <w:rsid w:val="00EE741E"/>
    <w:rsid w:val="00EF05A1"/>
    <w:rsid w:val="00EF6F20"/>
    <w:rsid w:val="00F01364"/>
    <w:rsid w:val="00F07678"/>
    <w:rsid w:val="00F107F0"/>
    <w:rsid w:val="00F11CC3"/>
    <w:rsid w:val="00F14D27"/>
    <w:rsid w:val="00F27682"/>
    <w:rsid w:val="00F367BA"/>
    <w:rsid w:val="00F427A2"/>
    <w:rsid w:val="00F50088"/>
    <w:rsid w:val="00F50B59"/>
    <w:rsid w:val="00F5409D"/>
    <w:rsid w:val="00F56B0D"/>
    <w:rsid w:val="00F60E7E"/>
    <w:rsid w:val="00F619A4"/>
    <w:rsid w:val="00F61F58"/>
    <w:rsid w:val="00F70167"/>
    <w:rsid w:val="00F720E2"/>
    <w:rsid w:val="00F74437"/>
    <w:rsid w:val="00F80D1E"/>
    <w:rsid w:val="00F85870"/>
    <w:rsid w:val="00F86AF8"/>
    <w:rsid w:val="00F9258F"/>
    <w:rsid w:val="00FA110D"/>
    <w:rsid w:val="00FA23E8"/>
    <w:rsid w:val="00FA537A"/>
    <w:rsid w:val="00FA5DEE"/>
    <w:rsid w:val="00FA70A6"/>
    <w:rsid w:val="00FA7D11"/>
    <w:rsid w:val="00FB5C07"/>
    <w:rsid w:val="00FE34E1"/>
    <w:rsid w:val="00FE4BEA"/>
    <w:rsid w:val="00FE7206"/>
    <w:rsid w:val="00FF0265"/>
    <w:rsid w:val="00FF3196"/>
    <w:rsid w:val="00FF3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51"/>
    <w:pPr>
      <w:spacing w:line="276" w:lineRule="auto"/>
    </w:pPr>
  </w:style>
  <w:style w:type="paragraph" w:styleId="1">
    <w:name w:val="heading 1"/>
    <w:basedOn w:val="a"/>
    <w:next w:val="a"/>
    <w:qFormat/>
    <w:rsid w:val="00CA667D"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rsid w:val="00CA667D"/>
    <w:pPr>
      <w:keepNext/>
      <w:spacing w:line="200" w:lineRule="exact"/>
      <w:jc w:val="center"/>
      <w:outlineLvl w:val="1"/>
    </w:pPr>
    <w:rPr>
      <w:i/>
      <w:i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B7F86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rsid w:val="00E504DD"/>
    <w:rPr>
      <w:sz w:val="24"/>
    </w:rPr>
  </w:style>
  <w:style w:type="paragraph" w:styleId="a6">
    <w:name w:val="Body Text"/>
    <w:basedOn w:val="a"/>
    <w:rsid w:val="00CA667D"/>
    <w:pPr>
      <w:jc w:val="center"/>
    </w:pPr>
    <w:rPr>
      <w:sz w:val="28"/>
    </w:rPr>
  </w:style>
  <w:style w:type="paragraph" w:styleId="a5">
    <w:name w:val="header"/>
    <w:basedOn w:val="a"/>
    <w:link w:val="a4"/>
    <w:uiPriority w:val="99"/>
    <w:rsid w:val="00212FE8"/>
    <w:pPr>
      <w:tabs>
        <w:tab w:val="center" w:pos="4677"/>
        <w:tab w:val="right" w:pos="9355"/>
      </w:tabs>
      <w:jc w:val="center"/>
    </w:pPr>
    <w:rPr>
      <w:sz w:val="24"/>
    </w:rPr>
  </w:style>
  <w:style w:type="character" w:styleId="a7">
    <w:name w:val="page number"/>
    <w:basedOn w:val="a0"/>
    <w:rsid w:val="00CA667D"/>
  </w:style>
  <w:style w:type="paragraph" w:styleId="a8">
    <w:name w:val="footer"/>
    <w:basedOn w:val="a"/>
    <w:rsid w:val="004F51B2"/>
    <w:pPr>
      <w:tabs>
        <w:tab w:val="center" w:pos="4677"/>
        <w:tab w:val="right" w:pos="9355"/>
      </w:tabs>
    </w:pPr>
    <w:rPr>
      <w:sz w:val="24"/>
    </w:rPr>
  </w:style>
  <w:style w:type="paragraph" w:styleId="a9">
    <w:name w:val="Balloon Text"/>
    <w:basedOn w:val="a"/>
    <w:semiHidden/>
    <w:rsid w:val="00CA667D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242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endnote text"/>
    <w:basedOn w:val="a"/>
    <w:semiHidden/>
    <w:rsid w:val="00117F97"/>
  </w:style>
  <w:style w:type="character" w:styleId="ac">
    <w:name w:val="endnote reference"/>
    <w:semiHidden/>
    <w:rsid w:val="00117F97"/>
    <w:rPr>
      <w:vertAlign w:val="superscript"/>
    </w:rPr>
  </w:style>
  <w:style w:type="paragraph" w:customStyle="1" w:styleId="10">
    <w:name w:val="Стиль По центру Междустр.интервал:  точно 10 пт"/>
    <w:basedOn w:val="a"/>
    <w:rsid w:val="00212FE8"/>
    <w:pPr>
      <w:spacing w:line="200" w:lineRule="exact"/>
      <w:jc w:val="center"/>
    </w:pPr>
    <w:rPr>
      <w:color w:val="000080"/>
    </w:rPr>
  </w:style>
  <w:style w:type="paragraph" w:styleId="20">
    <w:name w:val="Body Text 2"/>
    <w:basedOn w:val="a"/>
    <w:link w:val="21"/>
    <w:uiPriority w:val="99"/>
    <w:semiHidden/>
    <w:unhideWhenUsed/>
    <w:rsid w:val="006975D5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6975D5"/>
  </w:style>
  <w:style w:type="paragraph" w:customStyle="1" w:styleId="ConsPlusNormal">
    <w:name w:val="ConsPlusNormal"/>
    <w:rsid w:val="00B323A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customStyle="1" w:styleId="11">
    <w:name w:val="Сетка таблицы1"/>
    <w:basedOn w:val="a1"/>
    <w:next w:val="aa"/>
    <w:uiPriority w:val="39"/>
    <w:rsid w:val="00A74920"/>
    <w:pPr>
      <w:ind w:firstLine="851"/>
    </w:pPr>
    <w:rPr>
      <w:rFonts w:eastAsiaTheme="minorHAns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uiPriority w:val="99"/>
    <w:semiHidden/>
    <w:unhideWhenUsed/>
    <w:qFormat/>
    <w:rsid w:val="00D93498"/>
    <w:pPr>
      <w:widowControl w:val="0"/>
      <w:spacing w:before="240" w:after="60" w:line="240" w:lineRule="auto"/>
      <w:jc w:val="center"/>
    </w:pPr>
    <w:rPr>
      <w:rFonts w:ascii="Arial" w:hAnsi="Arial"/>
      <w:b/>
      <w:kern w:val="28"/>
      <w:sz w:val="32"/>
    </w:rPr>
  </w:style>
  <w:style w:type="paragraph" w:styleId="ae">
    <w:name w:val="List"/>
    <w:basedOn w:val="a"/>
    <w:unhideWhenUsed/>
    <w:rsid w:val="00D93498"/>
    <w:pPr>
      <w:widowControl w:val="0"/>
      <w:spacing w:line="240" w:lineRule="auto"/>
      <w:ind w:left="283" w:hanging="283"/>
    </w:pPr>
  </w:style>
  <w:style w:type="paragraph" w:styleId="af">
    <w:name w:val="Subtitle"/>
    <w:basedOn w:val="a"/>
    <w:link w:val="af0"/>
    <w:uiPriority w:val="99"/>
    <w:qFormat/>
    <w:rsid w:val="00D93498"/>
    <w:pPr>
      <w:widowControl w:val="0"/>
      <w:spacing w:after="60" w:line="240" w:lineRule="auto"/>
      <w:jc w:val="center"/>
    </w:pPr>
    <w:rPr>
      <w:rFonts w:ascii="Arial" w:hAnsi="Arial"/>
      <w:i/>
      <w:sz w:val="24"/>
    </w:rPr>
  </w:style>
  <w:style w:type="character" w:customStyle="1" w:styleId="af0">
    <w:name w:val="Подзаголовок Знак"/>
    <w:basedOn w:val="a0"/>
    <w:link w:val="af"/>
    <w:uiPriority w:val="99"/>
    <w:rsid w:val="00D93498"/>
    <w:rPr>
      <w:rFonts w:ascii="Arial" w:hAnsi="Arial"/>
      <w:i/>
      <w:sz w:val="24"/>
    </w:rPr>
  </w:style>
  <w:style w:type="paragraph" w:customStyle="1" w:styleId="Default">
    <w:name w:val="Default"/>
    <w:rsid w:val="006911C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f1">
    <w:name w:val="List Paragraph"/>
    <w:basedOn w:val="a"/>
    <w:uiPriority w:val="34"/>
    <w:qFormat/>
    <w:rsid w:val="007908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51"/>
    <w:pPr>
      <w:spacing w:line="276" w:lineRule="auto"/>
    </w:pPr>
  </w:style>
  <w:style w:type="paragraph" w:styleId="1">
    <w:name w:val="heading 1"/>
    <w:basedOn w:val="a"/>
    <w:next w:val="a"/>
    <w:qFormat/>
    <w:rsid w:val="00CA667D"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rsid w:val="00CA667D"/>
    <w:pPr>
      <w:keepNext/>
      <w:spacing w:line="200" w:lineRule="exact"/>
      <w:jc w:val="center"/>
      <w:outlineLvl w:val="1"/>
    </w:pPr>
    <w:rPr>
      <w:i/>
      <w:i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B7F86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rsid w:val="00E504DD"/>
    <w:rPr>
      <w:sz w:val="24"/>
    </w:rPr>
  </w:style>
  <w:style w:type="paragraph" w:styleId="a6">
    <w:name w:val="Body Text"/>
    <w:basedOn w:val="a"/>
    <w:rsid w:val="00CA667D"/>
    <w:pPr>
      <w:jc w:val="center"/>
    </w:pPr>
    <w:rPr>
      <w:sz w:val="28"/>
    </w:rPr>
  </w:style>
  <w:style w:type="paragraph" w:styleId="a5">
    <w:name w:val="header"/>
    <w:basedOn w:val="a"/>
    <w:link w:val="a4"/>
    <w:uiPriority w:val="99"/>
    <w:rsid w:val="00212FE8"/>
    <w:pPr>
      <w:tabs>
        <w:tab w:val="center" w:pos="4677"/>
        <w:tab w:val="right" w:pos="9355"/>
      </w:tabs>
      <w:jc w:val="center"/>
    </w:pPr>
    <w:rPr>
      <w:sz w:val="24"/>
    </w:rPr>
  </w:style>
  <w:style w:type="character" w:styleId="a7">
    <w:name w:val="page number"/>
    <w:basedOn w:val="a0"/>
    <w:rsid w:val="00CA667D"/>
  </w:style>
  <w:style w:type="paragraph" w:styleId="a8">
    <w:name w:val="footer"/>
    <w:basedOn w:val="a"/>
    <w:rsid w:val="004F51B2"/>
    <w:pPr>
      <w:tabs>
        <w:tab w:val="center" w:pos="4677"/>
        <w:tab w:val="right" w:pos="9355"/>
      </w:tabs>
    </w:pPr>
    <w:rPr>
      <w:sz w:val="24"/>
    </w:rPr>
  </w:style>
  <w:style w:type="paragraph" w:styleId="a9">
    <w:name w:val="Balloon Text"/>
    <w:basedOn w:val="a"/>
    <w:semiHidden/>
    <w:rsid w:val="00CA667D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242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endnote text"/>
    <w:basedOn w:val="a"/>
    <w:semiHidden/>
    <w:rsid w:val="00117F97"/>
  </w:style>
  <w:style w:type="character" w:styleId="ac">
    <w:name w:val="endnote reference"/>
    <w:semiHidden/>
    <w:rsid w:val="00117F97"/>
    <w:rPr>
      <w:vertAlign w:val="superscript"/>
    </w:rPr>
  </w:style>
  <w:style w:type="paragraph" w:customStyle="1" w:styleId="10">
    <w:name w:val="Стиль По центру Междустр.интервал:  точно 10 пт"/>
    <w:basedOn w:val="a"/>
    <w:rsid w:val="00212FE8"/>
    <w:pPr>
      <w:spacing w:line="200" w:lineRule="exact"/>
      <w:jc w:val="center"/>
    </w:pPr>
    <w:rPr>
      <w:color w:val="000080"/>
    </w:rPr>
  </w:style>
  <w:style w:type="paragraph" w:styleId="20">
    <w:name w:val="Body Text 2"/>
    <w:basedOn w:val="a"/>
    <w:link w:val="21"/>
    <w:uiPriority w:val="99"/>
    <w:semiHidden/>
    <w:unhideWhenUsed/>
    <w:rsid w:val="006975D5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6975D5"/>
  </w:style>
  <w:style w:type="paragraph" w:customStyle="1" w:styleId="ConsPlusNormal">
    <w:name w:val="ConsPlusNormal"/>
    <w:rsid w:val="00B323A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customStyle="1" w:styleId="11">
    <w:name w:val="Сетка таблицы1"/>
    <w:basedOn w:val="a1"/>
    <w:next w:val="aa"/>
    <w:uiPriority w:val="39"/>
    <w:rsid w:val="00A74920"/>
    <w:pPr>
      <w:ind w:firstLine="851"/>
    </w:pPr>
    <w:rPr>
      <w:rFonts w:eastAsiaTheme="minorHAns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0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lchenko_LG.FIN\Desktop\&#1073;&#1083;&#1072;&#1085;&#1082;&#1080;\&#1041;&#1083;&#1072;&#1085;&#1082;%20202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90C44-3F56-4AF1-B4BA-4F68B8374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2021.dot</Template>
  <TotalTime>368</TotalTime>
  <Pages>11</Pages>
  <Words>2191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Смоленской области</Company>
  <LinksUpToDate>false</LinksUpToDate>
  <CharactersWithSpaces>14656</CharactersWithSpaces>
  <SharedDoc>false</SharedDoc>
  <HLinks>
    <vt:vector size="6" baseType="variant">
      <vt:variant>
        <vt:i4>8323198</vt:i4>
      </vt:variant>
      <vt:variant>
        <vt:i4>0</vt:i4>
      </vt:variant>
      <vt:variant>
        <vt:i4>0</vt:i4>
      </vt:variant>
      <vt:variant>
        <vt:i4>5</vt:i4>
      </vt:variant>
      <vt:variant>
        <vt:lpwstr>http://www.finsmol.ru/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Бланк</dc:subject>
  <dc:creator>Ляльченко Лидия Георгиевна</dc:creator>
  <cp:lastModifiedBy>Ноут</cp:lastModifiedBy>
  <cp:revision>226</cp:revision>
  <cp:lastPrinted>2025-12-30T06:50:00Z</cp:lastPrinted>
  <dcterms:created xsi:type="dcterms:W3CDTF">2021-10-28T10:08:00Z</dcterms:created>
  <dcterms:modified xsi:type="dcterms:W3CDTF">2026-01-13T06:37:00Z</dcterms:modified>
</cp:coreProperties>
</file>